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00C5A" w14:textId="77777777" w:rsidR="00093835" w:rsidRDefault="00093835" w:rsidP="00093835">
      <w:pPr>
        <w:pStyle w:val="3berschrift14pt"/>
      </w:pPr>
      <w:r>
        <w:t xml:space="preserve">Praxisaufgabe </w:t>
      </w:r>
    </w:p>
    <w:p w14:paraId="1776A2F4" w14:textId="41AA75F7" w:rsidR="00093835" w:rsidRDefault="00093835" w:rsidP="00093835">
      <w:pPr>
        <w:pStyle w:val="2BERSCHRIFT18pt"/>
      </w:pPr>
      <w:r>
        <w:t>Dämmstoffe</w:t>
      </w:r>
    </w:p>
    <w:p w14:paraId="155A7E83" w14:textId="77777777" w:rsidR="00216369" w:rsidRDefault="00216369" w:rsidP="00093835">
      <w:pPr>
        <w:pStyle w:val="1energizeBlocksatzschwarz10pt"/>
      </w:pPr>
      <w:r>
        <w:t>Bildet 3 Gruppen:</w:t>
      </w:r>
    </w:p>
    <w:p w14:paraId="4BB41B11" w14:textId="77777777" w:rsidR="00216369" w:rsidRDefault="00216369" w:rsidP="0007454F">
      <w:pPr>
        <w:pStyle w:val="1energizeBlocksatzschwarz10pt"/>
        <w:numPr>
          <w:ilvl w:val="0"/>
          <w:numId w:val="25"/>
        </w:numPr>
        <w:spacing w:after="120"/>
        <w:ind w:left="714" w:hanging="357"/>
        <w:jc w:val="left"/>
      </w:pPr>
      <w:r>
        <w:t>Steildach</w:t>
      </w:r>
    </w:p>
    <w:p w14:paraId="577F2CD9" w14:textId="77777777" w:rsidR="00216369" w:rsidRPr="0036752F" w:rsidRDefault="00216369" w:rsidP="0007454F">
      <w:pPr>
        <w:pStyle w:val="1energizeBlocksatzschwarz10pt"/>
        <w:numPr>
          <w:ilvl w:val="0"/>
          <w:numId w:val="25"/>
        </w:numPr>
        <w:spacing w:after="120"/>
        <w:ind w:left="714" w:hanging="357"/>
        <w:jc w:val="left"/>
      </w:pPr>
      <w:r>
        <w:t>Flachdach</w:t>
      </w:r>
    </w:p>
    <w:p w14:paraId="44E85A39" w14:textId="77777777" w:rsidR="00216369" w:rsidRPr="00AF25A6" w:rsidRDefault="00216369" w:rsidP="0007454F">
      <w:pPr>
        <w:pStyle w:val="1energizeBlocksatzschwarz10pt"/>
        <w:numPr>
          <w:ilvl w:val="0"/>
          <w:numId w:val="25"/>
        </w:numPr>
        <w:spacing w:after="120"/>
        <w:ind w:left="714" w:hanging="357"/>
        <w:jc w:val="left"/>
      </w:pPr>
      <w:r>
        <w:t>Fassade</w:t>
      </w:r>
    </w:p>
    <w:p w14:paraId="20DA0AEF" w14:textId="77777777" w:rsidR="00216369" w:rsidRDefault="00216369" w:rsidP="00093835">
      <w:pPr>
        <w:pStyle w:val="1energizeBlocksatzschwarz10pt"/>
      </w:pPr>
      <w:r>
        <w:t>Sucht in den Gruppen jeweils 3 Dämmstoffe aus, welche für die Dämmsituation eurer Gruppe in Frage kommen, e</w:t>
      </w:r>
      <w:r w:rsidRPr="009B4D30">
        <w:t xml:space="preserve">rstellt </w:t>
      </w:r>
      <w:r>
        <w:t xml:space="preserve">von diesen 3 Dämmstoffen </w:t>
      </w:r>
      <w:r w:rsidRPr="009B4D30">
        <w:t xml:space="preserve">eine Info-Tabelle </w:t>
      </w:r>
      <w:proofErr w:type="gramStart"/>
      <w:r>
        <w:t>n</w:t>
      </w:r>
      <w:r w:rsidRPr="009B4D30">
        <w:t>ach folgendem</w:t>
      </w:r>
      <w:proofErr w:type="gramEnd"/>
      <w:r w:rsidRPr="009B4D30">
        <w:t xml:space="preserve"> Muster</w:t>
      </w:r>
      <w:r>
        <w:t xml:space="preserve"> und wählt einen Favoriten aus</w:t>
      </w:r>
      <w:r w:rsidRPr="009B4D30">
        <w:t>:</w:t>
      </w:r>
    </w:p>
    <w:tbl>
      <w:tblPr>
        <w:tblW w:w="14521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211"/>
        <w:gridCol w:w="1212"/>
        <w:gridCol w:w="1211"/>
        <w:gridCol w:w="1212"/>
        <w:gridCol w:w="1212"/>
        <w:gridCol w:w="1211"/>
        <w:gridCol w:w="1212"/>
        <w:gridCol w:w="1211"/>
        <w:gridCol w:w="1212"/>
        <w:gridCol w:w="1212"/>
      </w:tblGrid>
      <w:tr w:rsidR="0007454F" w:rsidRPr="0007454F" w14:paraId="2434C43D" w14:textId="77777777" w:rsidTr="0007454F">
        <w:trPr>
          <w:cantSplit/>
          <w:trHeight w:val="134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7FBE" w14:textId="77777777" w:rsidR="00216369" w:rsidRPr="0007454F" w:rsidRDefault="00216369" w:rsidP="0007454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7454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7CE9" w14:textId="77777777" w:rsidR="00216369" w:rsidRPr="0007454F" w:rsidRDefault="00000000" w:rsidP="0007454F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2" w:history="1">
              <w:r w:rsidR="00216369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Primärenergieaufwand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A4E0" w14:textId="77777777" w:rsidR="00216369" w:rsidRPr="0007454F" w:rsidRDefault="00000000" w:rsidP="0007454F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3" w:history="1">
              <w:r w:rsidR="00216369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Preis, netto (Dicke für U-Wert 0,24)</w:t>
              </w:r>
            </w:hyperlink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01FC" w14:textId="77777777" w:rsidR="00216369" w:rsidRPr="0007454F" w:rsidRDefault="00000000" w:rsidP="0007454F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4" w:history="1">
              <w:r w:rsidR="00216369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Preis je Kubikmeter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24DF" w14:textId="77777777" w:rsidR="00216369" w:rsidRPr="0007454F" w:rsidRDefault="00216369" w:rsidP="0007454F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7454F">
              <w:rPr>
                <w:rFonts w:cs="Arial"/>
                <w:color w:val="000000"/>
                <w:sz w:val="20"/>
                <w:szCs w:val="20"/>
              </w:rPr>
              <w:t>Haltbarkeit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5076" w14:textId="77777777" w:rsidR="00216369" w:rsidRPr="0007454F" w:rsidRDefault="00000000" w:rsidP="0007454F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hyperlink r:id="rId15" w:history="1">
              <w:r w:rsidR="00216369" w:rsidRPr="0007454F">
                <w:rPr>
                  <w:rFonts w:cs="Arial"/>
                  <w:color w:val="467886"/>
                  <w:sz w:val="20"/>
                  <w:szCs w:val="20"/>
                </w:rPr>
                <w:t xml:space="preserve">Wärmeleit-fähigkeit </w:t>
              </w:r>
              <w:r w:rsidR="00216369" w:rsidRPr="0007454F">
                <w:rPr>
                  <w:rFonts w:ascii="Cambria" w:hAnsi="Cambria" w:cs="Cambria"/>
                  <w:color w:val="467886"/>
                  <w:sz w:val="20"/>
                  <w:szCs w:val="20"/>
                </w:rPr>
                <w:t>λ</w:t>
              </w:r>
              <w:r w:rsidR="00216369" w:rsidRPr="0007454F">
                <w:rPr>
                  <w:rFonts w:cs="Arial"/>
                  <w:color w:val="467886"/>
                  <w:sz w:val="20"/>
                  <w:szCs w:val="20"/>
                </w:rPr>
                <w:t xml:space="preserve"> W/(</w:t>
              </w:r>
              <w:proofErr w:type="spellStart"/>
              <w:r w:rsidR="00216369" w:rsidRPr="0007454F">
                <w:rPr>
                  <w:rFonts w:cs="Arial"/>
                  <w:color w:val="467886"/>
                  <w:sz w:val="20"/>
                  <w:szCs w:val="20"/>
                </w:rPr>
                <w:t>m</w:t>
              </w:r>
              <w:r w:rsidR="00216369" w:rsidRPr="0007454F">
                <w:rPr>
                  <w:rFonts w:cs="Mulish"/>
                  <w:color w:val="467886"/>
                  <w:sz w:val="20"/>
                  <w:szCs w:val="20"/>
                </w:rPr>
                <w:t>·</w:t>
              </w:r>
              <w:r w:rsidR="00216369" w:rsidRPr="0007454F">
                <w:rPr>
                  <w:rFonts w:cs="Arial"/>
                  <w:color w:val="467886"/>
                  <w:sz w:val="20"/>
                  <w:szCs w:val="20"/>
                </w:rPr>
                <w:t>K</w:t>
              </w:r>
              <w:proofErr w:type="spellEnd"/>
              <w:r w:rsidR="00216369" w:rsidRPr="0007454F">
                <w:rPr>
                  <w:rFonts w:cs="Arial"/>
                  <w:color w:val="467886"/>
                  <w:sz w:val="20"/>
                  <w:szCs w:val="20"/>
                </w:rPr>
                <w:t>)</w:t>
              </w:r>
            </w:hyperlink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8359" w14:textId="77777777" w:rsidR="00216369" w:rsidRPr="0007454F" w:rsidRDefault="00000000" w:rsidP="0007454F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6" w:history="1">
              <w:r w:rsidR="00216369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 xml:space="preserve">Hitzeschutz, </w:t>
              </w:r>
              <w:proofErr w:type="spellStart"/>
              <w:r w:rsidR="00216369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sommerl</w:t>
              </w:r>
              <w:proofErr w:type="spellEnd"/>
              <w:r w:rsidR="00216369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. Wärmeschutz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EE49" w14:textId="77777777" w:rsidR="00216369" w:rsidRPr="0007454F" w:rsidRDefault="00000000" w:rsidP="0007454F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7" w:history="1">
              <w:r w:rsidR="00216369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Wasserdampf-durchlässigkeit</w:t>
              </w:r>
            </w:hyperlink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3127" w14:textId="77777777" w:rsidR="00216369" w:rsidRPr="0007454F" w:rsidRDefault="00000000" w:rsidP="0007454F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8" w:history="1">
              <w:r w:rsidR="00216369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Recycling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5559" w14:textId="77777777" w:rsidR="00216369" w:rsidRPr="0007454F" w:rsidRDefault="00000000" w:rsidP="0007454F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19" w:history="1">
              <w:r w:rsidR="00216369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Brandschutzaspekte</w:t>
              </w:r>
            </w:hyperlink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094E" w14:textId="77777777" w:rsidR="00216369" w:rsidRPr="0007454F" w:rsidRDefault="00000000" w:rsidP="0007454F">
            <w:pPr>
              <w:spacing w:after="0"/>
              <w:jc w:val="center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20" w:history="1">
              <w:r w:rsidR="00216369" w:rsidRPr="0007454F">
                <w:rPr>
                  <w:rFonts w:cs="Arial"/>
                  <w:color w:val="467886"/>
                  <w:sz w:val="20"/>
                  <w:szCs w:val="20"/>
                </w:rPr>
                <w:t>Einsatzgebiet /</w:t>
              </w:r>
              <w:r w:rsidR="00216369" w:rsidRPr="0007454F">
                <w:rPr>
                  <w:rFonts w:cs="Arial"/>
                  <w:color w:val="467886"/>
                  <w:sz w:val="20"/>
                  <w:szCs w:val="20"/>
                </w:rPr>
                <w:br/>
                <w:t xml:space="preserve"> Anwendung</w:t>
              </w:r>
            </w:hyperlink>
          </w:p>
        </w:tc>
      </w:tr>
      <w:tr w:rsidR="0007454F" w:rsidRPr="0007454F" w14:paraId="26652F60" w14:textId="77777777" w:rsidTr="0007454F">
        <w:trPr>
          <w:trHeight w:val="3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15E7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7454F">
              <w:rPr>
                <w:rFonts w:cs="Arial"/>
                <w:color w:val="000000"/>
                <w:sz w:val="20"/>
                <w:szCs w:val="20"/>
              </w:rPr>
              <w:t>Holzweichfaserplatten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0C2B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B1E0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B990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8A554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3D16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37054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8F93E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983E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33866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6B88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7454F" w:rsidRPr="0007454F" w14:paraId="4FE8D6E8" w14:textId="77777777" w:rsidTr="0007454F">
        <w:trPr>
          <w:trHeight w:val="3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5017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7454F">
              <w:rPr>
                <w:rFonts w:cs="Arial"/>
                <w:color w:val="000000"/>
                <w:sz w:val="20"/>
                <w:szCs w:val="20"/>
              </w:rPr>
              <w:t>Glaswolle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5081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5003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5330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38F2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73F4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941E4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912E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B8B3F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BB57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CF12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7454F" w:rsidRPr="0007454F" w14:paraId="4E34D8F6" w14:textId="77777777" w:rsidTr="0007454F">
        <w:trPr>
          <w:trHeight w:val="3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554E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7454F">
              <w:rPr>
                <w:rFonts w:cs="Arial"/>
                <w:color w:val="000000"/>
                <w:sz w:val="20"/>
                <w:szCs w:val="20"/>
              </w:rPr>
              <w:t>Steinwolle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A4EB3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A202B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BDC1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C6E6D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3938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0E939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FD4F2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2C52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088D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DCFE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7454F" w:rsidRPr="0007454F" w14:paraId="77D97C15" w14:textId="77777777" w:rsidTr="0007454F">
        <w:trPr>
          <w:trHeight w:val="3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234B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7454F">
              <w:rPr>
                <w:rFonts w:cs="Arial"/>
                <w:color w:val="000000"/>
                <w:sz w:val="20"/>
                <w:szCs w:val="20"/>
              </w:rPr>
              <w:t>Cellulosedämmung</w:t>
            </w:r>
            <w:proofErr w:type="spell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CA7C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F9DE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BF8C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D281D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8BA9A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B6628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FFEC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D015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39D2F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1C89A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7454F" w:rsidRPr="0007454F" w14:paraId="6917DE19" w14:textId="77777777" w:rsidTr="0007454F">
        <w:trPr>
          <w:trHeight w:val="3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1E0C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7454F">
              <w:rPr>
                <w:rFonts w:cs="Arial"/>
                <w:color w:val="000000"/>
                <w:sz w:val="20"/>
                <w:szCs w:val="20"/>
              </w:rPr>
              <w:t>EPS-Hartschaum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AC46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9AED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30FF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5CC5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E79E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165B9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8556E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23407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CCEE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9EE1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7454F" w:rsidRPr="0007454F" w14:paraId="56B264B6" w14:textId="77777777" w:rsidTr="0007454F">
        <w:trPr>
          <w:trHeight w:val="3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6668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7454F">
              <w:rPr>
                <w:rFonts w:cs="Arial"/>
                <w:color w:val="000000"/>
                <w:sz w:val="20"/>
                <w:szCs w:val="20"/>
              </w:rPr>
              <w:t>XPS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9141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22C8D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F111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FCD4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74130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C7EC5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051C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8FBB2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A8D6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1D64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7454F" w:rsidRPr="0007454F" w14:paraId="1C4ADEE2" w14:textId="77777777" w:rsidTr="0007454F">
        <w:trPr>
          <w:trHeight w:val="3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7CBA" w14:textId="77777777" w:rsidR="00216369" w:rsidRPr="0007454F" w:rsidRDefault="00000000" w:rsidP="0007454F">
            <w:pPr>
              <w:spacing w:after="0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21" w:history="1">
              <w:r w:rsidR="00216369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Schaumglas</w:t>
              </w:r>
            </w:hyperlink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A08B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2DE72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8F1D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FAE4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7CEE0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83D3F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5382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6FDA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DEED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170B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7454F" w:rsidRPr="0007454F" w14:paraId="67F0B759" w14:textId="77777777" w:rsidTr="0007454F">
        <w:trPr>
          <w:trHeight w:val="3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4E6D" w14:textId="77777777" w:rsidR="00216369" w:rsidRPr="0007454F" w:rsidRDefault="00000000" w:rsidP="0007454F">
            <w:pPr>
              <w:spacing w:after="0"/>
              <w:rPr>
                <w:rFonts w:cs="Arial"/>
                <w:color w:val="467886"/>
                <w:sz w:val="20"/>
                <w:szCs w:val="20"/>
                <w:u w:val="single"/>
              </w:rPr>
            </w:pPr>
            <w:hyperlink r:id="rId22" w:anchor="PUR" w:history="1">
              <w:r w:rsidR="00216369" w:rsidRPr="0007454F">
                <w:rPr>
                  <w:rFonts w:cs="Arial"/>
                  <w:color w:val="467886"/>
                  <w:sz w:val="20"/>
                  <w:szCs w:val="20"/>
                  <w:u w:val="single"/>
                </w:rPr>
                <w:t>PUR-Hartschaum</w:t>
              </w:r>
            </w:hyperlink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B2FF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9CCD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5F35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3C1C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0DF6D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84FF6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517B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AF9B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9191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853BA" w14:textId="77777777" w:rsidR="00216369" w:rsidRPr="0007454F" w:rsidRDefault="00216369" w:rsidP="0007454F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8B6B4B1" w14:textId="16E893EB" w:rsidR="00216369" w:rsidRPr="0007454F" w:rsidRDefault="00216369" w:rsidP="0007454F">
      <w:pPr>
        <w:spacing w:before="120" w:after="0"/>
        <w:rPr>
          <w:rFonts w:cs="Arial"/>
          <w:sz w:val="20"/>
          <w:szCs w:val="20"/>
        </w:rPr>
      </w:pPr>
      <w:r w:rsidRPr="0007454F">
        <w:rPr>
          <w:rFonts w:cs="Arial"/>
          <w:sz w:val="20"/>
          <w:szCs w:val="20"/>
        </w:rPr>
        <w:t xml:space="preserve">In den Überschriften oben sind Links hinterlegt, </w:t>
      </w:r>
      <w:proofErr w:type="spellStart"/>
      <w:r w:rsidRPr="0007454F">
        <w:rPr>
          <w:rFonts w:cs="Arial"/>
          <w:sz w:val="20"/>
          <w:szCs w:val="20"/>
        </w:rPr>
        <w:t>STRG+Klick</w:t>
      </w:r>
      <w:proofErr w:type="spellEnd"/>
      <w:r w:rsidRPr="0007454F">
        <w:rPr>
          <w:rFonts w:cs="Arial"/>
          <w:sz w:val="20"/>
          <w:szCs w:val="20"/>
        </w:rPr>
        <w:t xml:space="preserve"> öffnet die Seiten.</w:t>
      </w:r>
    </w:p>
    <w:p w14:paraId="261AE802" w14:textId="379CCC68" w:rsidR="00904124" w:rsidRPr="00216369" w:rsidRDefault="00904124" w:rsidP="00216369"/>
    <w:sectPr w:rsidR="00904124" w:rsidRPr="00216369" w:rsidSect="0097534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234E5" w14:textId="77777777" w:rsidR="00EB6478" w:rsidRDefault="00EB6478" w:rsidP="009057CB">
      <w:r>
        <w:separator/>
      </w:r>
    </w:p>
  </w:endnote>
  <w:endnote w:type="continuationSeparator" w:id="0">
    <w:p w14:paraId="36F67AA0" w14:textId="77777777" w:rsidR="00EB6478" w:rsidRDefault="00EB6478" w:rsidP="009057CB">
      <w:r>
        <w:continuationSeparator/>
      </w:r>
    </w:p>
  </w:endnote>
  <w:endnote w:type="continuationNotice" w:id="1">
    <w:p w14:paraId="150EDFCF" w14:textId="77777777" w:rsidR="00EB6478" w:rsidRDefault="00EB647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uto 3 Regular">
    <w:altName w:val="Calibri"/>
    <w:charset w:val="4D"/>
    <w:family w:val="swiss"/>
    <w:pitch w:val="variable"/>
    <w:sig w:usb0="8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Geogrotesque Rg">
    <w:altName w:val="Calibri"/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Geogrotesque Regular">
    <w:charset w:val="4D"/>
    <w:family w:val="auto"/>
    <w:pitch w:val="variable"/>
    <w:sig w:usb0="A00000AF" w:usb1="4000204A" w:usb2="00000000" w:usb3="00000000" w:csb0="00000193" w:csb1="00000000"/>
  </w:font>
  <w:font w:name="MinionPro-Regular">
    <w:altName w:val="Cambria"/>
    <w:charset w:val="00"/>
    <w:family w:val="roman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-Medium">
    <w:altName w:val="Ubuntu"/>
    <w:charset w:val="00"/>
    <w:family w:val="swiss"/>
    <w:pitch w:val="variable"/>
    <w:sig w:usb0="00000001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Bold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ulish-ExtraLight">
    <w:altName w:val="Mulish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674EF" w14:textId="6E1E9639" w:rsidR="00735097" w:rsidRDefault="00735097">
    <w:pPr>
      <w:pStyle w:val="Fuzeile"/>
    </w:pPr>
    <w:r>
      <w:rPr>
        <w:noProof/>
        <w14:ligatures w14:val="none"/>
      </w:rPr>
      <w:drawing>
        <wp:anchor distT="0" distB="0" distL="114300" distR="114300" simplePos="0" relativeHeight="251658247" behindDoc="0" locked="0" layoutInCell="1" allowOverlap="1" wp14:anchorId="4B21D34D" wp14:editId="3936F97B">
          <wp:simplePos x="0" y="0"/>
          <wp:positionH relativeFrom="margin">
            <wp:posOffset>5278120</wp:posOffset>
          </wp:positionH>
          <wp:positionV relativeFrom="paragraph">
            <wp:posOffset>0</wp:posOffset>
          </wp:positionV>
          <wp:extent cx="845820" cy="502920"/>
          <wp:effectExtent l="0" t="0" r="0" b="0"/>
          <wp:wrapNone/>
          <wp:docPr id="1954403040" name="Grafik 3" descr="Ein Bild, das Text, Grafiken, Schrif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072181" name="Grafik 3" descr="Ein Bild, das Text, Grafiken, Schrif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5820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58248" behindDoc="1" locked="0" layoutInCell="1" allowOverlap="1" wp14:anchorId="78375AE4" wp14:editId="28F0CEB7">
          <wp:simplePos x="0" y="0"/>
          <wp:positionH relativeFrom="column">
            <wp:posOffset>3436620</wp:posOffset>
          </wp:positionH>
          <wp:positionV relativeFrom="paragraph">
            <wp:posOffset>58420</wp:posOffset>
          </wp:positionV>
          <wp:extent cx="1264920" cy="444500"/>
          <wp:effectExtent l="0" t="0" r="0" b="0"/>
          <wp:wrapNone/>
          <wp:docPr id="508298712" name="Grafik 2" descr="Ein Bild, das Text, Schrift, Screenshot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9744007" name="Grafik 2" descr="Ein Bild, das Text, Schrift, Screenshot, Symbol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92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58249" behindDoc="1" locked="0" layoutInCell="1" allowOverlap="1" wp14:anchorId="615ADA95" wp14:editId="081BAE0D">
          <wp:simplePos x="0" y="0"/>
          <wp:positionH relativeFrom="column">
            <wp:posOffset>1394460</wp:posOffset>
          </wp:positionH>
          <wp:positionV relativeFrom="paragraph">
            <wp:posOffset>210820</wp:posOffset>
          </wp:positionV>
          <wp:extent cx="1447800" cy="212090"/>
          <wp:effectExtent l="0" t="0" r="0" b="0"/>
          <wp:wrapNone/>
          <wp:docPr id="242850306" name="Grafik 1" descr="Ein Bild, das Schrift, Grafiken, Grafikdesig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99459" name="Grafik 1" descr="Ein Bild, das Schrift, Grafiken, Grafikdesign, Logo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A0F6" w14:textId="004D07F9" w:rsidR="00735097" w:rsidRPr="0097534F" w:rsidRDefault="0097534F" w:rsidP="0097534F">
    <w:pPr>
      <w:rPr>
        <w:rFonts w:ascii="Mulish-ExtraLight" w:eastAsia="Times New Roman" w:hAnsi="Mulish-ExtraLight" w:cs="Times New Roman"/>
        <w:color w:val="004996"/>
        <w:kern w:val="0"/>
        <w:sz w:val="16"/>
        <w:szCs w:val="16"/>
        <w:lang w:eastAsia="de-DE"/>
        <w14:ligatures w14:val="none"/>
      </w:rPr>
    </w:pPr>
    <w:r w:rsidRPr="00966BAE">
      <w:rPr>
        <w:rFonts w:ascii="Mulish-ExtraLight" w:eastAsia="Times New Roman" w:hAnsi="Mulish-ExtraLight" w:cs="Times New Roman"/>
        <w:i/>
        <w:iCs/>
        <w:color w:val="004996"/>
        <w:kern w:val="0"/>
        <w:sz w:val="16"/>
        <w:szCs w:val="16"/>
        <w:lang w:eastAsia="de-DE"/>
        <w14:ligatures w14:val="none"/>
      </w:rPr>
      <w:t>energize!</w:t>
    </w:r>
    <w:r>
      <w:rPr>
        <w:rFonts w:ascii="Mulish-ExtraLight" w:eastAsia="Times New Roman" w:hAnsi="Mulish-ExtraLight" w:cs="Times New Roman"/>
        <w:i/>
        <w:iCs/>
        <w:color w:val="004996"/>
        <w:kern w:val="0"/>
        <w:sz w:val="16"/>
        <w:szCs w:val="16"/>
        <w:lang w:eastAsia="de-DE"/>
        <w14:ligatures w14:val="none"/>
      </w:rPr>
      <w:t xml:space="preserve"> </w:t>
    </w:r>
    <w:r w:rsidRPr="006A53C1">
      <w:rPr>
        <w:rFonts w:ascii="Mulish-ExtraLight" w:eastAsia="Times New Roman" w:hAnsi="Mulish-ExtraLight" w:cs="Times New Roman"/>
        <w:color w:val="004996"/>
        <w:kern w:val="0"/>
        <w:sz w:val="16"/>
        <w:szCs w:val="16"/>
        <w:lang w:eastAsia="de-DE"/>
        <w14:ligatures w14:val="none"/>
      </w:rPr>
      <w:t xml:space="preserve">Projekttage – Dachdeckerinnen und Dachdecker </w:t>
    </w:r>
    <w:r w:rsidRPr="006A53C1">
      <w:rPr>
        <w:rFonts w:ascii="Mulish-ExtraLight" w:eastAsia="Times New Roman" w:hAnsi="Mulish-ExtraLight" w:cs="Times New Roman"/>
        <w:color w:val="004996"/>
        <w:kern w:val="0"/>
        <w:sz w:val="16"/>
        <w:szCs w:val="16"/>
        <w:lang w:eastAsia="de-DE"/>
        <w14:ligatures w14:val="none"/>
      </w:rPr>
      <w:br/>
      <w:t xml:space="preserve">Praxisaufgabe </w:t>
    </w:r>
    <w:r>
      <w:rPr>
        <w:rFonts w:ascii="Mulish-ExtraLight" w:eastAsia="Times New Roman" w:hAnsi="Mulish-ExtraLight" w:cs="Times New Roman"/>
        <w:color w:val="004996"/>
        <w:kern w:val="0"/>
        <w:sz w:val="16"/>
        <w:szCs w:val="16"/>
        <w:lang w:eastAsia="de-DE"/>
        <w14:ligatures w14:val="none"/>
      </w:rPr>
      <w:t>Dämmstoffe</w:t>
    </w:r>
    <w:r>
      <w:rPr>
        <w:rFonts w:ascii="Mulish-ExtraLight" w:eastAsia="Times New Roman" w:hAnsi="Mulish-ExtraLight" w:cs="Times New Roman"/>
        <w:color w:val="004996"/>
        <w:kern w:val="0"/>
        <w:sz w:val="16"/>
        <w:szCs w:val="16"/>
        <w:lang w:eastAsia="de-DE"/>
        <w14:ligatures w14:val="none"/>
      </w:rPr>
      <w:t xml:space="preserve"> (B</w:t>
    </w:r>
    <w:r w:rsidRPr="006A53C1">
      <w:rPr>
        <w:rFonts w:ascii="Mulish-ExtraLight" w:eastAsia="Times New Roman" w:hAnsi="Mulish-ExtraLight" w:cs="Times New Roman"/>
        <w:color w:val="004996"/>
        <w:kern w:val="0"/>
        <w:sz w:val="16"/>
        <w:szCs w:val="16"/>
        <w:lang w:eastAsia="de-DE"/>
        <w14:ligatures w14:val="none"/>
      </w:rPr>
      <w:t>ereitgestellt von der Arnold-Bode-Schule in Kassel, 2024</w:t>
    </w:r>
    <w:r>
      <w:rPr>
        <w:rFonts w:ascii="Mulish-ExtraLight" w:eastAsia="Times New Roman" w:hAnsi="Mulish-ExtraLight" w:cs="Times New Roman"/>
        <w:color w:val="004996"/>
        <w:kern w:val="0"/>
        <w:sz w:val="16"/>
        <w:szCs w:val="16"/>
        <w:lang w:eastAsia="de-DE"/>
        <w14:ligatures w14:val="none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ABE69" w14:textId="77777777" w:rsidR="000914E5" w:rsidRDefault="0018469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078B9ED4" wp14:editId="7DE2A0D4">
              <wp:simplePos x="0" y="0"/>
              <wp:positionH relativeFrom="page">
                <wp:posOffset>5041900</wp:posOffset>
              </wp:positionH>
              <wp:positionV relativeFrom="page">
                <wp:posOffset>10117455</wp:posOffset>
              </wp:positionV>
              <wp:extent cx="1800225" cy="1587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0022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31818" w14:textId="77777777" w:rsidR="000914E5" w:rsidRPr="0001699D" w:rsidRDefault="000914E5" w:rsidP="000914E5">
                          <w:pPr>
                            <w:pStyle w:val="xSeitenzahl"/>
                          </w:pPr>
                          <w:r w:rsidRPr="0001699D">
                            <w:t xml:space="preserve">Seite </w:t>
                          </w:r>
                          <w:r w:rsidRPr="0001699D">
                            <w:fldChar w:fldCharType="begin"/>
                          </w:r>
                          <w:r w:rsidRPr="0001699D">
                            <w:instrText>PAGE  \* Arabic  \* MERGEFORMAT</w:instrText>
                          </w:r>
                          <w:r w:rsidRPr="0001699D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01699D">
                            <w:fldChar w:fldCharType="end"/>
                          </w:r>
                          <w:r w:rsidRPr="0001699D">
                            <w:t xml:space="preserve"> von </w:t>
                          </w:r>
                          <w:fldSimple w:instr="NUMPAGES  \* Arabic  \* MERGEFORMAT">
                            <w:r w:rsidR="00216C26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B9E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97pt;margin-top:796.65pt;width:141.75pt;height:12.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" filled="f" stroked="f">
              <v:path arrowok="t"/>
              <v:textbox inset="0,0,0,0">
                <w:txbxContent>
                  <w:p w14:paraId="73B31818" w14:textId="77777777" w:rsidR="000914E5" w:rsidRPr="0001699D" w:rsidRDefault="000914E5" w:rsidP="000914E5">
                    <w:pPr>
                      <w:pStyle w:val="xSeitenzahl"/>
                    </w:pPr>
                    <w:r w:rsidRPr="0001699D">
                      <w:t xml:space="preserve">Seite </w:t>
                    </w:r>
                    <w:r w:rsidRPr="0001699D">
                      <w:fldChar w:fldCharType="begin"/>
                    </w:r>
                    <w:r w:rsidRPr="0001699D">
                      <w:instrText>PAGE  \* Arabic  \* MERGEFORMAT</w:instrText>
                    </w:r>
                    <w:r w:rsidRPr="0001699D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01699D">
                      <w:fldChar w:fldCharType="end"/>
                    </w:r>
                    <w:r w:rsidRPr="0001699D">
                      <w:t xml:space="preserve"> von </w:t>
                    </w:r>
                    <w:fldSimple w:instr="NUMPAGES  \* Arabic  \* MERGEFORMAT">
                      <w:r w:rsidR="00216C26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0914E5" w:rsidRPr="00CF7F0D">
      <w:t>www.medienblau.de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DA7D6" w14:textId="77777777" w:rsidR="00EB6478" w:rsidRDefault="00EB6478" w:rsidP="009057CB">
      <w:r>
        <w:separator/>
      </w:r>
    </w:p>
  </w:footnote>
  <w:footnote w:type="continuationSeparator" w:id="0">
    <w:p w14:paraId="645952EE" w14:textId="77777777" w:rsidR="00EB6478" w:rsidRDefault="00EB6478" w:rsidP="009057CB">
      <w:r>
        <w:continuationSeparator/>
      </w:r>
    </w:p>
  </w:footnote>
  <w:footnote w:type="continuationNotice" w:id="1">
    <w:p w14:paraId="1C2EECCA" w14:textId="77777777" w:rsidR="00EB6478" w:rsidRDefault="00EB647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4746" w14:textId="5B24C81E" w:rsidR="002D5958" w:rsidRDefault="002D5958" w:rsidP="002D5958">
    <w:pPr>
      <w:pStyle w:val="Kopfzeile"/>
      <w:jc w:val="right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6C46843" wp14:editId="6E238624">
              <wp:simplePos x="0" y="0"/>
              <wp:positionH relativeFrom="margin">
                <wp:posOffset>0</wp:posOffset>
              </wp:positionH>
              <wp:positionV relativeFrom="paragraph">
                <wp:posOffset>-358775</wp:posOffset>
              </wp:positionV>
              <wp:extent cx="358140" cy="1150620"/>
              <wp:effectExtent l="0" t="0" r="3810" b="0"/>
              <wp:wrapSquare wrapText="bothSides"/>
              <wp:docPr id="996776834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55484F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71C3F6BB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05DD63B1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1946253E" w14:textId="77777777" w:rsidR="002D5958" w:rsidRPr="00F729F9" w:rsidRDefault="002D5958" w:rsidP="002D595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C46843" id="Rechteck 2" o:spid="_x0000_s1026" style="position:absolute;left:0;text-align:left;margin-left:0;margin-top:-28.25pt;width:28.2pt;height:90.6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" fillcolor="#ffc000 [3207]" stroked="f" strokeweight="1pt">
              <v:textbox>
                <w:txbxContent>
                  <w:p w14:paraId="5B55484F" w14:textId="77777777" w:rsidR="002D5958" w:rsidRDefault="002D5958" w:rsidP="002D5958">
                    <w:pPr>
                      <w:jc w:val="center"/>
                    </w:pPr>
                  </w:p>
                  <w:p w14:paraId="71C3F6BB" w14:textId="77777777" w:rsidR="002D5958" w:rsidRDefault="002D5958" w:rsidP="002D5958">
                    <w:pPr>
                      <w:jc w:val="center"/>
                    </w:pPr>
                  </w:p>
                  <w:p w14:paraId="05DD63B1" w14:textId="77777777" w:rsidR="002D5958" w:rsidRDefault="002D5958" w:rsidP="002D5958">
                    <w:pPr>
                      <w:jc w:val="center"/>
                    </w:pPr>
                  </w:p>
                  <w:p w14:paraId="1946253E" w14:textId="77777777" w:rsidR="002D5958" w:rsidRPr="00F729F9" w:rsidRDefault="002D5958" w:rsidP="002D595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1CC493B8" wp14:editId="704567CB">
          <wp:extent cx="1614362" cy="762000"/>
          <wp:effectExtent l="0" t="0" r="5080" b="0"/>
          <wp:docPr id="1536851217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851217" name="Grafik 1" descr="Ein Bild, das Text, Schrif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4C2FC" w14:textId="77777777" w:rsidR="002D5958" w:rsidRPr="002D5958" w:rsidRDefault="002D5958" w:rsidP="002D5958">
    <w:pPr>
      <w:pStyle w:val="Kopfzeile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E0A9" w14:textId="7F5ABEFB" w:rsidR="002D5958" w:rsidRDefault="00484118" w:rsidP="00484118">
    <w:pPr>
      <w:tabs>
        <w:tab w:val="left" w:pos="7501"/>
      </w:tabs>
      <w:ind w:right="-568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EEEC460" wp14:editId="5C88D3C1">
              <wp:simplePos x="0" y="0"/>
              <wp:positionH relativeFrom="margin">
                <wp:align>right</wp:align>
              </wp:positionH>
              <wp:positionV relativeFrom="paragraph">
                <wp:posOffset>-450215</wp:posOffset>
              </wp:positionV>
              <wp:extent cx="358140" cy="1150620"/>
              <wp:effectExtent l="0" t="0" r="3810" b="0"/>
              <wp:wrapSquare wrapText="bothSides"/>
              <wp:docPr id="20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60EDE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1D776781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5C0AB30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75F6F68A" w14:textId="16B3464D" w:rsidR="00484118" w:rsidRPr="00F729F9" w:rsidRDefault="00484118" w:rsidP="0048411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EEC460" id="_x0000_s1027" style="position:absolute;margin-left:-23pt;margin-top:-35.45pt;width:28.2pt;height:90.6pt;z-index:25165824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" fillcolor="#ffc000 [3207]" stroked="f" strokeweight="1pt">
              <v:textbox>
                <w:txbxContent>
                  <w:p w14:paraId="6B60EDE2" w14:textId="77777777" w:rsidR="00484118" w:rsidRDefault="00484118" w:rsidP="00484118">
                    <w:pPr>
                      <w:jc w:val="center"/>
                    </w:pPr>
                  </w:p>
                  <w:p w14:paraId="1D776781" w14:textId="77777777" w:rsidR="00484118" w:rsidRDefault="00484118" w:rsidP="00484118">
                    <w:pPr>
                      <w:jc w:val="center"/>
                    </w:pPr>
                  </w:p>
                  <w:p w14:paraId="5C0AB302" w14:textId="77777777" w:rsidR="00484118" w:rsidRDefault="00484118" w:rsidP="00484118">
                    <w:pPr>
                      <w:jc w:val="center"/>
                    </w:pPr>
                  </w:p>
                  <w:p w14:paraId="75F6F68A" w14:textId="16B3464D" w:rsidR="00484118" w:rsidRPr="00F729F9" w:rsidRDefault="00484118" w:rsidP="004841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2A83BE7C" wp14:editId="6A9694E5">
          <wp:extent cx="1614362" cy="762000"/>
          <wp:effectExtent l="0" t="0" r="5080" b="0"/>
          <wp:docPr id="26100337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003377" name="Grafik 2610033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8F23AC" w14:textId="77777777" w:rsidR="002D5958" w:rsidRPr="002D5958" w:rsidRDefault="002D5958" w:rsidP="00484118">
    <w:pPr>
      <w:tabs>
        <w:tab w:val="left" w:pos="7501"/>
      </w:tabs>
      <w:ind w:right="-568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1A13A" w14:textId="77777777" w:rsidR="00866FCE" w:rsidRDefault="0018469C" w:rsidP="009057CB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BDE2FFC" wp14:editId="002DF37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10684510"/>
          <wp:effectExtent l="0" t="0" r="0" b="0"/>
          <wp:wrapNone/>
          <wp:docPr id="515023107" name="Picture 51502310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41DE"/>
    <w:multiLevelType w:val="hybridMultilevel"/>
    <w:tmpl w:val="89EA4F9C"/>
    <w:lvl w:ilvl="0" w:tplc="8A56670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A1F0D"/>
    <w:multiLevelType w:val="hybridMultilevel"/>
    <w:tmpl w:val="755490DA"/>
    <w:lvl w:ilvl="0" w:tplc="2D78DB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05C1F"/>
    <w:multiLevelType w:val="hybridMultilevel"/>
    <w:tmpl w:val="F8C080A8"/>
    <w:lvl w:ilvl="0" w:tplc="33A0033E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96376"/>
    <w:multiLevelType w:val="hybridMultilevel"/>
    <w:tmpl w:val="D30AB5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75DA"/>
    <w:multiLevelType w:val="hybridMultilevel"/>
    <w:tmpl w:val="327C405E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CB604E"/>
    <w:multiLevelType w:val="hybridMultilevel"/>
    <w:tmpl w:val="6F4643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5585"/>
    <w:multiLevelType w:val="hybridMultilevel"/>
    <w:tmpl w:val="FFFFFFFF"/>
    <w:lvl w:ilvl="0" w:tplc="029A21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E07B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E27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AC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1EA2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A64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0F8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C6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38C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326888"/>
    <w:multiLevelType w:val="hybridMultilevel"/>
    <w:tmpl w:val="0BE26316"/>
    <w:lvl w:ilvl="0" w:tplc="BB263C4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A47EC"/>
    <w:multiLevelType w:val="hybridMultilevel"/>
    <w:tmpl w:val="BB703DF2"/>
    <w:lvl w:ilvl="0" w:tplc="5BF06F00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14106"/>
    <w:multiLevelType w:val="hybridMultilevel"/>
    <w:tmpl w:val="C548EB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CF1B02"/>
    <w:multiLevelType w:val="hybridMultilevel"/>
    <w:tmpl w:val="0F080F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D39CE"/>
    <w:multiLevelType w:val="hybridMultilevel"/>
    <w:tmpl w:val="CCF09AA8"/>
    <w:lvl w:ilvl="0" w:tplc="97F61DE6">
      <w:start w:val="1"/>
      <w:numFmt w:val="bullet"/>
      <w:pStyle w:val="Aufzhlung10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1086D"/>
    <w:multiLevelType w:val="hybridMultilevel"/>
    <w:tmpl w:val="BC5E07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F36F4"/>
    <w:multiLevelType w:val="hybridMultilevel"/>
    <w:tmpl w:val="DA4AE0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300FB"/>
    <w:multiLevelType w:val="hybridMultilevel"/>
    <w:tmpl w:val="3508D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D12AC"/>
    <w:multiLevelType w:val="hybridMultilevel"/>
    <w:tmpl w:val="665673AA"/>
    <w:lvl w:ilvl="0" w:tplc="D7A8F04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95EC3"/>
    <w:multiLevelType w:val="hybridMultilevel"/>
    <w:tmpl w:val="C284CB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994168"/>
    <w:multiLevelType w:val="hybridMultilevel"/>
    <w:tmpl w:val="594A0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02899"/>
    <w:multiLevelType w:val="hybridMultilevel"/>
    <w:tmpl w:val="3EACBBF4"/>
    <w:lvl w:ilvl="0" w:tplc="F6C213BA">
      <w:start w:val="3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50BCF"/>
    <w:multiLevelType w:val="hybridMultilevel"/>
    <w:tmpl w:val="07B27586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B26183"/>
    <w:multiLevelType w:val="hybridMultilevel"/>
    <w:tmpl w:val="8E8AC29E"/>
    <w:lvl w:ilvl="0" w:tplc="AB18395A">
      <w:start w:val="3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83051"/>
    <w:multiLevelType w:val="hybridMultilevel"/>
    <w:tmpl w:val="BFACA0B0"/>
    <w:lvl w:ilvl="0" w:tplc="D32CCB32">
      <w:start w:val="2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560C2"/>
    <w:multiLevelType w:val="hybridMultilevel"/>
    <w:tmpl w:val="23CE0C34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93706"/>
    <w:multiLevelType w:val="hybridMultilevel"/>
    <w:tmpl w:val="36804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AF20AF"/>
    <w:multiLevelType w:val="hybridMultilevel"/>
    <w:tmpl w:val="2A66D6B4"/>
    <w:lvl w:ilvl="0" w:tplc="EBEC62B4">
      <w:start w:val="1"/>
      <w:numFmt w:val="decimal"/>
      <w:pStyle w:val="3Nummerierung"/>
      <w:lvlText w:val="%1."/>
      <w:lvlJc w:val="left"/>
      <w:pPr>
        <w:ind w:left="1114" w:hanging="360"/>
      </w:pPr>
      <w:rPr>
        <w:rFonts w:ascii="Ubuntu Light" w:hAnsi="Ubuntu Light" w:hint="default"/>
      </w:rPr>
    </w:lvl>
    <w:lvl w:ilvl="1" w:tplc="04070019" w:tentative="1">
      <w:start w:val="1"/>
      <w:numFmt w:val="lowerLetter"/>
      <w:lvlText w:val="%2."/>
      <w:lvlJc w:val="left"/>
      <w:pPr>
        <w:ind w:left="3916" w:hanging="360"/>
      </w:pPr>
    </w:lvl>
    <w:lvl w:ilvl="2" w:tplc="0407001B" w:tentative="1">
      <w:start w:val="1"/>
      <w:numFmt w:val="lowerRoman"/>
      <w:lvlText w:val="%3."/>
      <w:lvlJc w:val="right"/>
      <w:pPr>
        <w:ind w:left="4636" w:hanging="180"/>
      </w:pPr>
    </w:lvl>
    <w:lvl w:ilvl="3" w:tplc="0407000F" w:tentative="1">
      <w:start w:val="1"/>
      <w:numFmt w:val="decimal"/>
      <w:lvlText w:val="%4."/>
      <w:lvlJc w:val="left"/>
      <w:pPr>
        <w:ind w:left="5356" w:hanging="360"/>
      </w:pPr>
    </w:lvl>
    <w:lvl w:ilvl="4" w:tplc="04070019" w:tentative="1">
      <w:start w:val="1"/>
      <w:numFmt w:val="lowerLetter"/>
      <w:lvlText w:val="%5."/>
      <w:lvlJc w:val="left"/>
      <w:pPr>
        <w:ind w:left="6076" w:hanging="360"/>
      </w:pPr>
    </w:lvl>
    <w:lvl w:ilvl="5" w:tplc="0407001B" w:tentative="1">
      <w:start w:val="1"/>
      <w:numFmt w:val="lowerRoman"/>
      <w:lvlText w:val="%6."/>
      <w:lvlJc w:val="right"/>
      <w:pPr>
        <w:ind w:left="6796" w:hanging="180"/>
      </w:pPr>
    </w:lvl>
    <w:lvl w:ilvl="6" w:tplc="0407000F" w:tentative="1">
      <w:start w:val="1"/>
      <w:numFmt w:val="decimal"/>
      <w:lvlText w:val="%7."/>
      <w:lvlJc w:val="left"/>
      <w:pPr>
        <w:ind w:left="7516" w:hanging="360"/>
      </w:pPr>
    </w:lvl>
    <w:lvl w:ilvl="7" w:tplc="04070019" w:tentative="1">
      <w:start w:val="1"/>
      <w:numFmt w:val="lowerLetter"/>
      <w:lvlText w:val="%8."/>
      <w:lvlJc w:val="left"/>
      <w:pPr>
        <w:ind w:left="8236" w:hanging="360"/>
      </w:pPr>
    </w:lvl>
    <w:lvl w:ilvl="8" w:tplc="0407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450326280">
    <w:abstractNumId w:val="6"/>
  </w:num>
  <w:num w:numId="2" w16cid:durableId="40440723">
    <w:abstractNumId w:val="2"/>
  </w:num>
  <w:num w:numId="3" w16cid:durableId="666251674">
    <w:abstractNumId w:val="24"/>
  </w:num>
  <w:num w:numId="4" w16cid:durableId="747385050">
    <w:abstractNumId w:val="4"/>
  </w:num>
  <w:num w:numId="5" w16cid:durableId="517934469">
    <w:abstractNumId w:val="14"/>
  </w:num>
  <w:num w:numId="6" w16cid:durableId="901407267">
    <w:abstractNumId w:val="9"/>
  </w:num>
  <w:num w:numId="7" w16cid:durableId="741753403">
    <w:abstractNumId w:val="1"/>
  </w:num>
  <w:num w:numId="8" w16cid:durableId="875240097">
    <w:abstractNumId w:val="17"/>
  </w:num>
  <w:num w:numId="9" w16cid:durableId="707529443">
    <w:abstractNumId w:val="16"/>
  </w:num>
  <w:num w:numId="10" w16cid:durableId="850535212">
    <w:abstractNumId w:val="13"/>
  </w:num>
  <w:num w:numId="11" w16cid:durableId="1179083925">
    <w:abstractNumId w:val="19"/>
  </w:num>
  <w:num w:numId="12" w16cid:durableId="1323388945">
    <w:abstractNumId w:val="15"/>
  </w:num>
  <w:num w:numId="13" w16cid:durableId="975065964">
    <w:abstractNumId w:val="22"/>
  </w:num>
  <w:num w:numId="14" w16cid:durableId="1908412474">
    <w:abstractNumId w:val="0"/>
  </w:num>
  <w:num w:numId="15" w16cid:durableId="424421452">
    <w:abstractNumId w:val="8"/>
  </w:num>
  <w:num w:numId="16" w16cid:durableId="669915721">
    <w:abstractNumId w:val="23"/>
  </w:num>
  <w:num w:numId="17" w16cid:durableId="292099843">
    <w:abstractNumId w:val="18"/>
  </w:num>
  <w:num w:numId="18" w16cid:durableId="874539469">
    <w:abstractNumId w:val="5"/>
  </w:num>
  <w:num w:numId="19" w16cid:durableId="960693449">
    <w:abstractNumId w:val="20"/>
  </w:num>
  <w:num w:numId="20" w16cid:durableId="920673478">
    <w:abstractNumId w:val="7"/>
  </w:num>
  <w:num w:numId="21" w16cid:durableId="174804540">
    <w:abstractNumId w:val="10"/>
  </w:num>
  <w:num w:numId="22" w16cid:durableId="644428632">
    <w:abstractNumId w:val="21"/>
  </w:num>
  <w:num w:numId="23" w16cid:durableId="1729766393">
    <w:abstractNumId w:val="11"/>
  </w:num>
  <w:num w:numId="24" w16cid:durableId="1209149804">
    <w:abstractNumId w:val="12"/>
  </w:num>
  <w:num w:numId="25" w16cid:durableId="2072306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596"/>
    <w:rsid w:val="0000052E"/>
    <w:rsid w:val="00001755"/>
    <w:rsid w:val="00002B7D"/>
    <w:rsid w:val="000049A9"/>
    <w:rsid w:val="000064D5"/>
    <w:rsid w:val="00007CF4"/>
    <w:rsid w:val="00011058"/>
    <w:rsid w:val="000124AA"/>
    <w:rsid w:val="00015E28"/>
    <w:rsid w:val="00016695"/>
    <w:rsid w:val="0001699D"/>
    <w:rsid w:val="000214D2"/>
    <w:rsid w:val="0002341F"/>
    <w:rsid w:val="00027B3F"/>
    <w:rsid w:val="000300B2"/>
    <w:rsid w:val="000300FA"/>
    <w:rsid w:val="00030306"/>
    <w:rsid w:val="000319D2"/>
    <w:rsid w:val="000331C9"/>
    <w:rsid w:val="00034CE0"/>
    <w:rsid w:val="00036F38"/>
    <w:rsid w:val="000377F8"/>
    <w:rsid w:val="0004083C"/>
    <w:rsid w:val="000419B0"/>
    <w:rsid w:val="000424A2"/>
    <w:rsid w:val="00042F4B"/>
    <w:rsid w:val="00046D28"/>
    <w:rsid w:val="000479AF"/>
    <w:rsid w:val="00047A19"/>
    <w:rsid w:val="00050C2F"/>
    <w:rsid w:val="000524C7"/>
    <w:rsid w:val="0005294F"/>
    <w:rsid w:val="00052AE6"/>
    <w:rsid w:val="00053A28"/>
    <w:rsid w:val="0005587E"/>
    <w:rsid w:val="00055BEA"/>
    <w:rsid w:val="00055DBA"/>
    <w:rsid w:val="00056BFC"/>
    <w:rsid w:val="0005789D"/>
    <w:rsid w:val="0006212F"/>
    <w:rsid w:val="000652F3"/>
    <w:rsid w:val="000656F0"/>
    <w:rsid w:val="0007082D"/>
    <w:rsid w:val="000716A3"/>
    <w:rsid w:val="00073448"/>
    <w:rsid w:val="0007454F"/>
    <w:rsid w:val="000753A8"/>
    <w:rsid w:val="00077F9B"/>
    <w:rsid w:val="00082B6E"/>
    <w:rsid w:val="00083B0B"/>
    <w:rsid w:val="00090A39"/>
    <w:rsid w:val="00090B5F"/>
    <w:rsid w:val="000914E5"/>
    <w:rsid w:val="00093835"/>
    <w:rsid w:val="00094030"/>
    <w:rsid w:val="0009435F"/>
    <w:rsid w:val="00095A2B"/>
    <w:rsid w:val="000A07B5"/>
    <w:rsid w:val="000A1514"/>
    <w:rsid w:val="000A3533"/>
    <w:rsid w:val="000A417C"/>
    <w:rsid w:val="000A7966"/>
    <w:rsid w:val="000A7D6F"/>
    <w:rsid w:val="000A7DE3"/>
    <w:rsid w:val="000B1764"/>
    <w:rsid w:val="000B236C"/>
    <w:rsid w:val="000B4677"/>
    <w:rsid w:val="000B46F7"/>
    <w:rsid w:val="000B4BB9"/>
    <w:rsid w:val="000B5274"/>
    <w:rsid w:val="000B74F0"/>
    <w:rsid w:val="000C133D"/>
    <w:rsid w:val="000C1978"/>
    <w:rsid w:val="000C27FF"/>
    <w:rsid w:val="000C402F"/>
    <w:rsid w:val="000C458A"/>
    <w:rsid w:val="000C4B5C"/>
    <w:rsid w:val="000C66E7"/>
    <w:rsid w:val="000C7C8A"/>
    <w:rsid w:val="000C7F35"/>
    <w:rsid w:val="000D11AB"/>
    <w:rsid w:val="000D3B09"/>
    <w:rsid w:val="000D478C"/>
    <w:rsid w:val="000D5473"/>
    <w:rsid w:val="000E3F7E"/>
    <w:rsid w:val="000E5600"/>
    <w:rsid w:val="000E5864"/>
    <w:rsid w:val="000E673D"/>
    <w:rsid w:val="000E7ADA"/>
    <w:rsid w:val="000E7D1F"/>
    <w:rsid w:val="000E7F38"/>
    <w:rsid w:val="000F2BFB"/>
    <w:rsid w:val="000F4F27"/>
    <w:rsid w:val="000F5F68"/>
    <w:rsid w:val="000F6C1F"/>
    <w:rsid w:val="000F6F2A"/>
    <w:rsid w:val="001004D7"/>
    <w:rsid w:val="00102BBE"/>
    <w:rsid w:val="00103388"/>
    <w:rsid w:val="00106EB0"/>
    <w:rsid w:val="00110CFD"/>
    <w:rsid w:val="001121D5"/>
    <w:rsid w:val="001134B0"/>
    <w:rsid w:val="00117AEA"/>
    <w:rsid w:val="00125046"/>
    <w:rsid w:val="00126977"/>
    <w:rsid w:val="00127364"/>
    <w:rsid w:val="00130CCC"/>
    <w:rsid w:val="0013335F"/>
    <w:rsid w:val="00133465"/>
    <w:rsid w:val="00133DD5"/>
    <w:rsid w:val="001370D9"/>
    <w:rsid w:val="001410CE"/>
    <w:rsid w:val="00141A1D"/>
    <w:rsid w:val="00143CE9"/>
    <w:rsid w:val="00143DAE"/>
    <w:rsid w:val="00146005"/>
    <w:rsid w:val="001471BC"/>
    <w:rsid w:val="00150DB9"/>
    <w:rsid w:val="001523E0"/>
    <w:rsid w:val="0015540E"/>
    <w:rsid w:val="00160856"/>
    <w:rsid w:val="00163B6D"/>
    <w:rsid w:val="0017214A"/>
    <w:rsid w:val="00172371"/>
    <w:rsid w:val="0017295D"/>
    <w:rsid w:val="001729F9"/>
    <w:rsid w:val="00180FEE"/>
    <w:rsid w:val="00182F0F"/>
    <w:rsid w:val="0018469C"/>
    <w:rsid w:val="00184D3E"/>
    <w:rsid w:val="001874DA"/>
    <w:rsid w:val="00191287"/>
    <w:rsid w:val="001919A9"/>
    <w:rsid w:val="00194B05"/>
    <w:rsid w:val="001A2340"/>
    <w:rsid w:val="001A5B2C"/>
    <w:rsid w:val="001A5BCA"/>
    <w:rsid w:val="001A7650"/>
    <w:rsid w:val="001B3FAA"/>
    <w:rsid w:val="001B6189"/>
    <w:rsid w:val="001C14E3"/>
    <w:rsid w:val="001C24FA"/>
    <w:rsid w:val="001C51AF"/>
    <w:rsid w:val="001C64F7"/>
    <w:rsid w:val="001C779D"/>
    <w:rsid w:val="001C7ED4"/>
    <w:rsid w:val="001D1246"/>
    <w:rsid w:val="001D1915"/>
    <w:rsid w:val="001D1EB5"/>
    <w:rsid w:val="001D2B0F"/>
    <w:rsid w:val="001D3AF0"/>
    <w:rsid w:val="001D3B9A"/>
    <w:rsid w:val="001D5D1D"/>
    <w:rsid w:val="001E16F1"/>
    <w:rsid w:val="001E1C11"/>
    <w:rsid w:val="001E3301"/>
    <w:rsid w:val="001E3ECA"/>
    <w:rsid w:val="001F0A76"/>
    <w:rsid w:val="001F12CD"/>
    <w:rsid w:val="001F174E"/>
    <w:rsid w:val="001F2BF5"/>
    <w:rsid w:val="00201804"/>
    <w:rsid w:val="00201D50"/>
    <w:rsid w:val="00205A32"/>
    <w:rsid w:val="0020638F"/>
    <w:rsid w:val="00216369"/>
    <w:rsid w:val="00216C26"/>
    <w:rsid w:val="00217DD8"/>
    <w:rsid w:val="00222841"/>
    <w:rsid w:val="00223076"/>
    <w:rsid w:val="00223300"/>
    <w:rsid w:val="00224713"/>
    <w:rsid w:val="002272BD"/>
    <w:rsid w:val="002340D0"/>
    <w:rsid w:val="0023461D"/>
    <w:rsid w:val="002423C9"/>
    <w:rsid w:val="002443F9"/>
    <w:rsid w:val="002444F4"/>
    <w:rsid w:val="00246E86"/>
    <w:rsid w:val="00247294"/>
    <w:rsid w:val="002510A6"/>
    <w:rsid w:val="00257305"/>
    <w:rsid w:val="00261879"/>
    <w:rsid w:val="00263E10"/>
    <w:rsid w:val="00264019"/>
    <w:rsid w:val="0026406D"/>
    <w:rsid w:val="00270426"/>
    <w:rsid w:val="00270AAD"/>
    <w:rsid w:val="00275026"/>
    <w:rsid w:val="0027655F"/>
    <w:rsid w:val="0027779B"/>
    <w:rsid w:val="002854BE"/>
    <w:rsid w:val="00285F9E"/>
    <w:rsid w:val="00286705"/>
    <w:rsid w:val="00286B11"/>
    <w:rsid w:val="00287642"/>
    <w:rsid w:val="0028796C"/>
    <w:rsid w:val="00297567"/>
    <w:rsid w:val="002A086D"/>
    <w:rsid w:val="002A31AD"/>
    <w:rsid w:val="002A67B1"/>
    <w:rsid w:val="002A6CF1"/>
    <w:rsid w:val="002A74D5"/>
    <w:rsid w:val="002B0292"/>
    <w:rsid w:val="002B6A0B"/>
    <w:rsid w:val="002C1D80"/>
    <w:rsid w:val="002C3B9B"/>
    <w:rsid w:val="002C4472"/>
    <w:rsid w:val="002C6A75"/>
    <w:rsid w:val="002D0949"/>
    <w:rsid w:val="002D23FB"/>
    <w:rsid w:val="002D3607"/>
    <w:rsid w:val="002D3929"/>
    <w:rsid w:val="002D4EF5"/>
    <w:rsid w:val="002D557C"/>
    <w:rsid w:val="002D5958"/>
    <w:rsid w:val="002D77D6"/>
    <w:rsid w:val="002D7E18"/>
    <w:rsid w:val="002E0078"/>
    <w:rsid w:val="002E2EA7"/>
    <w:rsid w:val="002E6174"/>
    <w:rsid w:val="002F06F6"/>
    <w:rsid w:val="002F13A0"/>
    <w:rsid w:val="002F194F"/>
    <w:rsid w:val="002F250B"/>
    <w:rsid w:val="002F2B9A"/>
    <w:rsid w:val="002F3804"/>
    <w:rsid w:val="002F3C14"/>
    <w:rsid w:val="002F5CB9"/>
    <w:rsid w:val="003055DD"/>
    <w:rsid w:val="00305D36"/>
    <w:rsid w:val="003073E2"/>
    <w:rsid w:val="00311AC5"/>
    <w:rsid w:val="00322BA7"/>
    <w:rsid w:val="00325AC8"/>
    <w:rsid w:val="00325D93"/>
    <w:rsid w:val="0032603F"/>
    <w:rsid w:val="00326F19"/>
    <w:rsid w:val="0032789C"/>
    <w:rsid w:val="00330493"/>
    <w:rsid w:val="00330B05"/>
    <w:rsid w:val="003326CB"/>
    <w:rsid w:val="00333A09"/>
    <w:rsid w:val="0033417A"/>
    <w:rsid w:val="0033597C"/>
    <w:rsid w:val="0033628E"/>
    <w:rsid w:val="00337D69"/>
    <w:rsid w:val="00344ED0"/>
    <w:rsid w:val="00346376"/>
    <w:rsid w:val="003505D6"/>
    <w:rsid w:val="0035095F"/>
    <w:rsid w:val="003616E3"/>
    <w:rsid w:val="00361965"/>
    <w:rsid w:val="0036425F"/>
    <w:rsid w:val="00365823"/>
    <w:rsid w:val="00372877"/>
    <w:rsid w:val="00373A79"/>
    <w:rsid w:val="003763AA"/>
    <w:rsid w:val="00377B39"/>
    <w:rsid w:val="00381295"/>
    <w:rsid w:val="003815F2"/>
    <w:rsid w:val="0038205F"/>
    <w:rsid w:val="00382967"/>
    <w:rsid w:val="00385151"/>
    <w:rsid w:val="00385CEB"/>
    <w:rsid w:val="00392657"/>
    <w:rsid w:val="00392C19"/>
    <w:rsid w:val="0039346E"/>
    <w:rsid w:val="0039572C"/>
    <w:rsid w:val="0039614C"/>
    <w:rsid w:val="00396EE2"/>
    <w:rsid w:val="003A07F3"/>
    <w:rsid w:val="003A2D40"/>
    <w:rsid w:val="003A3D4A"/>
    <w:rsid w:val="003A48A6"/>
    <w:rsid w:val="003A4DD3"/>
    <w:rsid w:val="003A5812"/>
    <w:rsid w:val="003A7E2B"/>
    <w:rsid w:val="003B3D4D"/>
    <w:rsid w:val="003B3FF4"/>
    <w:rsid w:val="003B73EA"/>
    <w:rsid w:val="003C15FD"/>
    <w:rsid w:val="003C3101"/>
    <w:rsid w:val="003C71DA"/>
    <w:rsid w:val="003C796B"/>
    <w:rsid w:val="003D6BCC"/>
    <w:rsid w:val="003E068A"/>
    <w:rsid w:val="003E1BC3"/>
    <w:rsid w:val="003E24CF"/>
    <w:rsid w:val="003E62BA"/>
    <w:rsid w:val="003E6601"/>
    <w:rsid w:val="003F2642"/>
    <w:rsid w:val="003F2A77"/>
    <w:rsid w:val="003F5918"/>
    <w:rsid w:val="003F7027"/>
    <w:rsid w:val="00401FF3"/>
    <w:rsid w:val="004029E2"/>
    <w:rsid w:val="004041EC"/>
    <w:rsid w:val="004066F0"/>
    <w:rsid w:val="00410FBB"/>
    <w:rsid w:val="00412C5D"/>
    <w:rsid w:val="00412EFA"/>
    <w:rsid w:val="004154DA"/>
    <w:rsid w:val="00415B98"/>
    <w:rsid w:val="00424D89"/>
    <w:rsid w:val="00425D4F"/>
    <w:rsid w:val="00425FE8"/>
    <w:rsid w:val="00427CA3"/>
    <w:rsid w:val="00430890"/>
    <w:rsid w:val="004313B3"/>
    <w:rsid w:val="00435406"/>
    <w:rsid w:val="00440756"/>
    <w:rsid w:val="00440CA7"/>
    <w:rsid w:val="00442AB5"/>
    <w:rsid w:val="004430EC"/>
    <w:rsid w:val="004437DB"/>
    <w:rsid w:val="004449E8"/>
    <w:rsid w:val="00447725"/>
    <w:rsid w:val="00447BEC"/>
    <w:rsid w:val="004502FA"/>
    <w:rsid w:val="00451A62"/>
    <w:rsid w:val="00451F50"/>
    <w:rsid w:val="00452736"/>
    <w:rsid w:val="00453B71"/>
    <w:rsid w:val="0045609A"/>
    <w:rsid w:val="0045681C"/>
    <w:rsid w:val="00457D01"/>
    <w:rsid w:val="0046134E"/>
    <w:rsid w:val="00464AD3"/>
    <w:rsid w:val="00464FFF"/>
    <w:rsid w:val="004654D9"/>
    <w:rsid w:val="00467532"/>
    <w:rsid w:val="00470192"/>
    <w:rsid w:val="0048216D"/>
    <w:rsid w:val="00483037"/>
    <w:rsid w:val="00484118"/>
    <w:rsid w:val="00486D25"/>
    <w:rsid w:val="0048E908"/>
    <w:rsid w:val="00490386"/>
    <w:rsid w:val="0049123C"/>
    <w:rsid w:val="00492BE7"/>
    <w:rsid w:val="00493AAE"/>
    <w:rsid w:val="004944CE"/>
    <w:rsid w:val="004A02FE"/>
    <w:rsid w:val="004A0C99"/>
    <w:rsid w:val="004A1423"/>
    <w:rsid w:val="004A398A"/>
    <w:rsid w:val="004A5E1E"/>
    <w:rsid w:val="004B00B8"/>
    <w:rsid w:val="004B4426"/>
    <w:rsid w:val="004B7B53"/>
    <w:rsid w:val="004C0A24"/>
    <w:rsid w:val="004C130B"/>
    <w:rsid w:val="004C18AB"/>
    <w:rsid w:val="004C2189"/>
    <w:rsid w:val="004C2560"/>
    <w:rsid w:val="004C3852"/>
    <w:rsid w:val="004C395B"/>
    <w:rsid w:val="004C3AD5"/>
    <w:rsid w:val="004C4B4E"/>
    <w:rsid w:val="004C6F8D"/>
    <w:rsid w:val="004C7807"/>
    <w:rsid w:val="004C7DF2"/>
    <w:rsid w:val="004D213A"/>
    <w:rsid w:val="004D2B6B"/>
    <w:rsid w:val="004D407D"/>
    <w:rsid w:val="004D6B3D"/>
    <w:rsid w:val="004D7798"/>
    <w:rsid w:val="004E182F"/>
    <w:rsid w:val="004E1AC7"/>
    <w:rsid w:val="004E4000"/>
    <w:rsid w:val="004E5BA1"/>
    <w:rsid w:val="004E622C"/>
    <w:rsid w:val="004E6D36"/>
    <w:rsid w:val="004F3E6C"/>
    <w:rsid w:val="004F48DE"/>
    <w:rsid w:val="004F67BD"/>
    <w:rsid w:val="004F681C"/>
    <w:rsid w:val="004F68AF"/>
    <w:rsid w:val="004F718A"/>
    <w:rsid w:val="004F7E8D"/>
    <w:rsid w:val="005028BE"/>
    <w:rsid w:val="0050295A"/>
    <w:rsid w:val="00503271"/>
    <w:rsid w:val="005032CF"/>
    <w:rsid w:val="005033C9"/>
    <w:rsid w:val="00503773"/>
    <w:rsid w:val="00506BCF"/>
    <w:rsid w:val="00515192"/>
    <w:rsid w:val="00521468"/>
    <w:rsid w:val="005238E9"/>
    <w:rsid w:val="00523EB4"/>
    <w:rsid w:val="00525F88"/>
    <w:rsid w:val="0052762E"/>
    <w:rsid w:val="00530118"/>
    <w:rsid w:val="0053225A"/>
    <w:rsid w:val="00534012"/>
    <w:rsid w:val="0054014C"/>
    <w:rsid w:val="00542061"/>
    <w:rsid w:val="0054308D"/>
    <w:rsid w:val="0054594A"/>
    <w:rsid w:val="005462DF"/>
    <w:rsid w:val="00546E01"/>
    <w:rsid w:val="00550CE9"/>
    <w:rsid w:val="00551CBE"/>
    <w:rsid w:val="00554142"/>
    <w:rsid w:val="00557145"/>
    <w:rsid w:val="005605A3"/>
    <w:rsid w:val="00561144"/>
    <w:rsid w:val="00562177"/>
    <w:rsid w:val="00566B30"/>
    <w:rsid w:val="005703E6"/>
    <w:rsid w:val="005733CC"/>
    <w:rsid w:val="0057765D"/>
    <w:rsid w:val="00577D76"/>
    <w:rsid w:val="00581B72"/>
    <w:rsid w:val="0058248B"/>
    <w:rsid w:val="00582A89"/>
    <w:rsid w:val="0058404B"/>
    <w:rsid w:val="005842F2"/>
    <w:rsid w:val="00584ED9"/>
    <w:rsid w:val="0058753B"/>
    <w:rsid w:val="00591C69"/>
    <w:rsid w:val="005948C2"/>
    <w:rsid w:val="00595D5D"/>
    <w:rsid w:val="00597F76"/>
    <w:rsid w:val="005A453B"/>
    <w:rsid w:val="005A469C"/>
    <w:rsid w:val="005B1B6E"/>
    <w:rsid w:val="005B1F5C"/>
    <w:rsid w:val="005B2C77"/>
    <w:rsid w:val="005B3044"/>
    <w:rsid w:val="005B499F"/>
    <w:rsid w:val="005B49F7"/>
    <w:rsid w:val="005B797C"/>
    <w:rsid w:val="005D19A4"/>
    <w:rsid w:val="005D4B3D"/>
    <w:rsid w:val="005E0A44"/>
    <w:rsid w:val="005E1C9B"/>
    <w:rsid w:val="005E45F5"/>
    <w:rsid w:val="005E5E5A"/>
    <w:rsid w:val="005F1E49"/>
    <w:rsid w:val="005F558F"/>
    <w:rsid w:val="005F6A77"/>
    <w:rsid w:val="005F784C"/>
    <w:rsid w:val="00600FD4"/>
    <w:rsid w:val="00601752"/>
    <w:rsid w:val="006049D6"/>
    <w:rsid w:val="00607493"/>
    <w:rsid w:val="00612137"/>
    <w:rsid w:val="00613EE4"/>
    <w:rsid w:val="00616ACF"/>
    <w:rsid w:val="00621CDE"/>
    <w:rsid w:val="00623B6D"/>
    <w:rsid w:val="00623D8B"/>
    <w:rsid w:val="006378E4"/>
    <w:rsid w:val="0064141B"/>
    <w:rsid w:val="00642C58"/>
    <w:rsid w:val="00643A41"/>
    <w:rsid w:val="00644A61"/>
    <w:rsid w:val="006455E2"/>
    <w:rsid w:val="00647806"/>
    <w:rsid w:val="0065258E"/>
    <w:rsid w:val="0065278D"/>
    <w:rsid w:val="00652F75"/>
    <w:rsid w:val="00653AD6"/>
    <w:rsid w:val="006568BD"/>
    <w:rsid w:val="006572B4"/>
    <w:rsid w:val="006573C3"/>
    <w:rsid w:val="00660CED"/>
    <w:rsid w:val="006612FC"/>
    <w:rsid w:val="00662E42"/>
    <w:rsid w:val="006634C3"/>
    <w:rsid w:val="00663E83"/>
    <w:rsid w:val="00664E33"/>
    <w:rsid w:val="0066504D"/>
    <w:rsid w:val="00666EB3"/>
    <w:rsid w:val="00672D41"/>
    <w:rsid w:val="0067747B"/>
    <w:rsid w:val="006778E3"/>
    <w:rsid w:val="006802FC"/>
    <w:rsid w:val="0068381F"/>
    <w:rsid w:val="0068504D"/>
    <w:rsid w:val="00685AFE"/>
    <w:rsid w:val="00686417"/>
    <w:rsid w:val="00687716"/>
    <w:rsid w:val="00687ECB"/>
    <w:rsid w:val="0069255B"/>
    <w:rsid w:val="00692C20"/>
    <w:rsid w:val="00692E16"/>
    <w:rsid w:val="00696DE9"/>
    <w:rsid w:val="00697471"/>
    <w:rsid w:val="006A0E83"/>
    <w:rsid w:val="006A1E08"/>
    <w:rsid w:val="006A3AA3"/>
    <w:rsid w:val="006A50E4"/>
    <w:rsid w:val="006A5BAE"/>
    <w:rsid w:val="006A644A"/>
    <w:rsid w:val="006A7ADF"/>
    <w:rsid w:val="006B1FB5"/>
    <w:rsid w:val="006B2322"/>
    <w:rsid w:val="006B355F"/>
    <w:rsid w:val="006B3676"/>
    <w:rsid w:val="006C123C"/>
    <w:rsid w:val="006C2208"/>
    <w:rsid w:val="006C38DA"/>
    <w:rsid w:val="006C6E1D"/>
    <w:rsid w:val="006C79D2"/>
    <w:rsid w:val="006D03F9"/>
    <w:rsid w:val="006D472C"/>
    <w:rsid w:val="006D58EC"/>
    <w:rsid w:val="006D60A7"/>
    <w:rsid w:val="006D771D"/>
    <w:rsid w:val="006E3EFC"/>
    <w:rsid w:val="006E410B"/>
    <w:rsid w:val="006E46EF"/>
    <w:rsid w:val="006E4AB6"/>
    <w:rsid w:val="006F0D6F"/>
    <w:rsid w:val="006F2E62"/>
    <w:rsid w:val="006F3EDD"/>
    <w:rsid w:val="006F6B79"/>
    <w:rsid w:val="006F6F56"/>
    <w:rsid w:val="007002A7"/>
    <w:rsid w:val="0070190F"/>
    <w:rsid w:val="0070438F"/>
    <w:rsid w:val="00704CEE"/>
    <w:rsid w:val="007071B1"/>
    <w:rsid w:val="007101A2"/>
    <w:rsid w:val="00711751"/>
    <w:rsid w:val="00712634"/>
    <w:rsid w:val="007178CE"/>
    <w:rsid w:val="00717F6B"/>
    <w:rsid w:val="007209AC"/>
    <w:rsid w:val="00724E4E"/>
    <w:rsid w:val="007276F8"/>
    <w:rsid w:val="00730056"/>
    <w:rsid w:val="007300E9"/>
    <w:rsid w:val="00734CAE"/>
    <w:rsid w:val="00735097"/>
    <w:rsid w:val="00735CB7"/>
    <w:rsid w:val="00737570"/>
    <w:rsid w:val="00740888"/>
    <w:rsid w:val="0074299A"/>
    <w:rsid w:val="00742A0A"/>
    <w:rsid w:val="007449C7"/>
    <w:rsid w:val="00745664"/>
    <w:rsid w:val="007464FB"/>
    <w:rsid w:val="00746C79"/>
    <w:rsid w:val="00746DE0"/>
    <w:rsid w:val="00761DA2"/>
    <w:rsid w:val="00762C76"/>
    <w:rsid w:val="00765C10"/>
    <w:rsid w:val="00766458"/>
    <w:rsid w:val="0077112E"/>
    <w:rsid w:val="007718C0"/>
    <w:rsid w:val="00771BFC"/>
    <w:rsid w:val="007840A7"/>
    <w:rsid w:val="007871DF"/>
    <w:rsid w:val="00792BDD"/>
    <w:rsid w:val="00797CD3"/>
    <w:rsid w:val="007A01AA"/>
    <w:rsid w:val="007A1439"/>
    <w:rsid w:val="007A3F22"/>
    <w:rsid w:val="007A6D34"/>
    <w:rsid w:val="007A6E76"/>
    <w:rsid w:val="007B174C"/>
    <w:rsid w:val="007B44A4"/>
    <w:rsid w:val="007B54BB"/>
    <w:rsid w:val="007C4F08"/>
    <w:rsid w:val="007D0B93"/>
    <w:rsid w:val="007D1354"/>
    <w:rsid w:val="007D1FE4"/>
    <w:rsid w:val="007D4704"/>
    <w:rsid w:val="007D6296"/>
    <w:rsid w:val="007E04ED"/>
    <w:rsid w:val="007E3DF0"/>
    <w:rsid w:val="007F5A09"/>
    <w:rsid w:val="007F6A16"/>
    <w:rsid w:val="007F6BD6"/>
    <w:rsid w:val="00800741"/>
    <w:rsid w:val="008017BE"/>
    <w:rsid w:val="00802F1B"/>
    <w:rsid w:val="008110AE"/>
    <w:rsid w:val="00813B6D"/>
    <w:rsid w:val="00814B42"/>
    <w:rsid w:val="00821DFC"/>
    <w:rsid w:val="00824B49"/>
    <w:rsid w:val="00826E3C"/>
    <w:rsid w:val="00831769"/>
    <w:rsid w:val="008319D3"/>
    <w:rsid w:val="00831AA6"/>
    <w:rsid w:val="00834252"/>
    <w:rsid w:val="008354BF"/>
    <w:rsid w:val="008361D3"/>
    <w:rsid w:val="00836FEF"/>
    <w:rsid w:val="00843F28"/>
    <w:rsid w:val="0084488A"/>
    <w:rsid w:val="008450EA"/>
    <w:rsid w:val="00850266"/>
    <w:rsid w:val="00850C85"/>
    <w:rsid w:val="008521ED"/>
    <w:rsid w:val="00853343"/>
    <w:rsid w:val="00854922"/>
    <w:rsid w:val="00860187"/>
    <w:rsid w:val="00860F27"/>
    <w:rsid w:val="00864633"/>
    <w:rsid w:val="00866FCE"/>
    <w:rsid w:val="0086741F"/>
    <w:rsid w:val="00867DA0"/>
    <w:rsid w:val="008715ED"/>
    <w:rsid w:val="0087539F"/>
    <w:rsid w:val="008758DD"/>
    <w:rsid w:val="008763F7"/>
    <w:rsid w:val="008767A6"/>
    <w:rsid w:val="0087684F"/>
    <w:rsid w:val="008809AF"/>
    <w:rsid w:val="0088147A"/>
    <w:rsid w:val="008822BA"/>
    <w:rsid w:val="008838D9"/>
    <w:rsid w:val="0088413C"/>
    <w:rsid w:val="008844A2"/>
    <w:rsid w:val="008848EE"/>
    <w:rsid w:val="00884E68"/>
    <w:rsid w:val="0088621F"/>
    <w:rsid w:val="00892A71"/>
    <w:rsid w:val="008A03FC"/>
    <w:rsid w:val="008A3659"/>
    <w:rsid w:val="008A3B32"/>
    <w:rsid w:val="008A3C63"/>
    <w:rsid w:val="008B281D"/>
    <w:rsid w:val="008B3561"/>
    <w:rsid w:val="008B4372"/>
    <w:rsid w:val="008B43A2"/>
    <w:rsid w:val="008B5DD5"/>
    <w:rsid w:val="008B6665"/>
    <w:rsid w:val="008B71D4"/>
    <w:rsid w:val="008B7E21"/>
    <w:rsid w:val="008C19B7"/>
    <w:rsid w:val="008C29A9"/>
    <w:rsid w:val="008C2AA2"/>
    <w:rsid w:val="008C3DF2"/>
    <w:rsid w:val="008C4DA3"/>
    <w:rsid w:val="008C53D8"/>
    <w:rsid w:val="008D13A2"/>
    <w:rsid w:val="008D4F18"/>
    <w:rsid w:val="008D5708"/>
    <w:rsid w:val="008D638D"/>
    <w:rsid w:val="008D7984"/>
    <w:rsid w:val="008D7D62"/>
    <w:rsid w:val="008E0D64"/>
    <w:rsid w:val="008E20AB"/>
    <w:rsid w:val="008E2A7A"/>
    <w:rsid w:val="008E3441"/>
    <w:rsid w:val="008E37CC"/>
    <w:rsid w:val="008E5902"/>
    <w:rsid w:val="008E7321"/>
    <w:rsid w:val="008E7D8C"/>
    <w:rsid w:val="008F003A"/>
    <w:rsid w:val="008F17B4"/>
    <w:rsid w:val="008F2CCE"/>
    <w:rsid w:val="008F4D11"/>
    <w:rsid w:val="008F5ACD"/>
    <w:rsid w:val="008F646F"/>
    <w:rsid w:val="008F6B9D"/>
    <w:rsid w:val="00900768"/>
    <w:rsid w:val="00904124"/>
    <w:rsid w:val="009057CB"/>
    <w:rsid w:val="00906604"/>
    <w:rsid w:val="009070EF"/>
    <w:rsid w:val="0091300B"/>
    <w:rsid w:val="00921A4C"/>
    <w:rsid w:val="009252ED"/>
    <w:rsid w:val="00930225"/>
    <w:rsid w:val="00931885"/>
    <w:rsid w:val="009320F9"/>
    <w:rsid w:val="0093685A"/>
    <w:rsid w:val="00937C00"/>
    <w:rsid w:val="0094058C"/>
    <w:rsid w:val="009427B3"/>
    <w:rsid w:val="00943BA8"/>
    <w:rsid w:val="00944932"/>
    <w:rsid w:val="009459C9"/>
    <w:rsid w:val="0094780E"/>
    <w:rsid w:val="009535C1"/>
    <w:rsid w:val="00955457"/>
    <w:rsid w:val="00956A20"/>
    <w:rsid w:val="00962414"/>
    <w:rsid w:val="009637DE"/>
    <w:rsid w:val="0096435C"/>
    <w:rsid w:val="00964B96"/>
    <w:rsid w:val="009717D8"/>
    <w:rsid w:val="0097534F"/>
    <w:rsid w:val="009756E0"/>
    <w:rsid w:val="0097603A"/>
    <w:rsid w:val="00977FE5"/>
    <w:rsid w:val="00980451"/>
    <w:rsid w:val="00980C45"/>
    <w:rsid w:val="009812E8"/>
    <w:rsid w:val="009821B9"/>
    <w:rsid w:val="009850E6"/>
    <w:rsid w:val="009850EE"/>
    <w:rsid w:val="009850F4"/>
    <w:rsid w:val="00987A83"/>
    <w:rsid w:val="009903F0"/>
    <w:rsid w:val="009916F9"/>
    <w:rsid w:val="009A0467"/>
    <w:rsid w:val="009A0976"/>
    <w:rsid w:val="009A46C0"/>
    <w:rsid w:val="009A4A73"/>
    <w:rsid w:val="009A5BC0"/>
    <w:rsid w:val="009A6572"/>
    <w:rsid w:val="009B11FF"/>
    <w:rsid w:val="009B22D1"/>
    <w:rsid w:val="009B477B"/>
    <w:rsid w:val="009B4D67"/>
    <w:rsid w:val="009B553B"/>
    <w:rsid w:val="009B5BB3"/>
    <w:rsid w:val="009B7DF4"/>
    <w:rsid w:val="009B7F2F"/>
    <w:rsid w:val="009C0F01"/>
    <w:rsid w:val="009C485F"/>
    <w:rsid w:val="009C595E"/>
    <w:rsid w:val="009C6393"/>
    <w:rsid w:val="009C71F6"/>
    <w:rsid w:val="009C7BC2"/>
    <w:rsid w:val="009C7F2F"/>
    <w:rsid w:val="009D00AB"/>
    <w:rsid w:val="009D276C"/>
    <w:rsid w:val="009D2CE2"/>
    <w:rsid w:val="009E2AAB"/>
    <w:rsid w:val="009E34B7"/>
    <w:rsid w:val="009E6277"/>
    <w:rsid w:val="009E6BAC"/>
    <w:rsid w:val="009E71C1"/>
    <w:rsid w:val="009E777C"/>
    <w:rsid w:val="009F408D"/>
    <w:rsid w:val="009F5682"/>
    <w:rsid w:val="00A023FB"/>
    <w:rsid w:val="00A04E47"/>
    <w:rsid w:val="00A05B68"/>
    <w:rsid w:val="00A06090"/>
    <w:rsid w:val="00A076CC"/>
    <w:rsid w:val="00A1028A"/>
    <w:rsid w:val="00A10B34"/>
    <w:rsid w:val="00A119B9"/>
    <w:rsid w:val="00A12D17"/>
    <w:rsid w:val="00A13755"/>
    <w:rsid w:val="00A14256"/>
    <w:rsid w:val="00A17BA1"/>
    <w:rsid w:val="00A21735"/>
    <w:rsid w:val="00A243BB"/>
    <w:rsid w:val="00A25B27"/>
    <w:rsid w:val="00A26250"/>
    <w:rsid w:val="00A30AF3"/>
    <w:rsid w:val="00A34B2E"/>
    <w:rsid w:val="00A365C0"/>
    <w:rsid w:val="00A41433"/>
    <w:rsid w:val="00A507E5"/>
    <w:rsid w:val="00A509C6"/>
    <w:rsid w:val="00A5572E"/>
    <w:rsid w:val="00A57419"/>
    <w:rsid w:val="00A5741B"/>
    <w:rsid w:val="00A57BAA"/>
    <w:rsid w:val="00A57D48"/>
    <w:rsid w:val="00A57F33"/>
    <w:rsid w:val="00A63B02"/>
    <w:rsid w:val="00A6442E"/>
    <w:rsid w:val="00A64616"/>
    <w:rsid w:val="00A65430"/>
    <w:rsid w:val="00A65D3D"/>
    <w:rsid w:val="00A672D4"/>
    <w:rsid w:val="00A70466"/>
    <w:rsid w:val="00A71EE6"/>
    <w:rsid w:val="00A8159A"/>
    <w:rsid w:val="00A83D60"/>
    <w:rsid w:val="00A84531"/>
    <w:rsid w:val="00A84EB6"/>
    <w:rsid w:val="00A8598B"/>
    <w:rsid w:val="00A92EC5"/>
    <w:rsid w:val="00A93854"/>
    <w:rsid w:val="00A95994"/>
    <w:rsid w:val="00A95E34"/>
    <w:rsid w:val="00A96565"/>
    <w:rsid w:val="00AA3000"/>
    <w:rsid w:val="00AB087A"/>
    <w:rsid w:val="00AB27DF"/>
    <w:rsid w:val="00AB3E32"/>
    <w:rsid w:val="00AB45B4"/>
    <w:rsid w:val="00AB538B"/>
    <w:rsid w:val="00AC1BD6"/>
    <w:rsid w:val="00AC351C"/>
    <w:rsid w:val="00AC3822"/>
    <w:rsid w:val="00AC7610"/>
    <w:rsid w:val="00AD1FF2"/>
    <w:rsid w:val="00AD472B"/>
    <w:rsid w:val="00AD5D4B"/>
    <w:rsid w:val="00AD6080"/>
    <w:rsid w:val="00AE0E4F"/>
    <w:rsid w:val="00AE2800"/>
    <w:rsid w:val="00AE2C3D"/>
    <w:rsid w:val="00AE2D70"/>
    <w:rsid w:val="00AE32AB"/>
    <w:rsid w:val="00AF0ECD"/>
    <w:rsid w:val="00AF33A5"/>
    <w:rsid w:val="00AF3445"/>
    <w:rsid w:val="00AF369E"/>
    <w:rsid w:val="00AF623A"/>
    <w:rsid w:val="00B00C04"/>
    <w:rsid w:val="00B05DE4"/>
    <w:rsid w:val="00B06C8F"/>
    <w:rsid w:val="00B1114C"/>
    <w:rsid w:val="00B11483"/>
    <w:rsid w:val="00B11C40"/>
    <w:rsid w:val="00B12E72"/>
    <w:rsid w:val="00B205A2"/>
    <w:rsid w:val="00B21D19"/>
    <w:rsid w:val="00B21EE0"/>
    <w:rsid w:val="00B30CDD"/>
    <w:rsid w:val="00B31119"/>
    <w:rsid w:val="00B379B5"/>
    <w:rsid w:val="00B4219E"/>
    <w:rsid w:val="00B46299"/>
    <w:rsid w:val="00B50F45"/>
    <w:rsid w:val="00B518FE"/>
    <w:rsid w:val="00B5271B"/>
    <w:rsid w:val="00B532FB"/>
    <w:rsid w:val="00B57E4D"/>
    <w:rsid w:val="00B65D94"/>
    <w:rsid w:val="00B65EB0"/>
    <w:rsid w:val="00B66B92"/>
    <w:rsid w:val="00B71BBF"/>
    <w:rsid w:val="00B73B7A"/>
    <w:rsid w:val="00B73DC4"/>
    <w:rsid w:val="00B741B0"/>
    <w:rsid w:val="00B7771F"/>
    <w:rsid w:val="00B80F6D"/>
    <w:rsid w:val="00B817BA"/>
    <w:rsid w:val="00B829DA"/>
    <w:rsid w:val="00B83B9A"/>
    <w:rsid w:val="00B9135F"/>
    <w:rsid w:val="00B9165F"/>
    <w:rsid w:val="00B9565A"/>
    <w:rsid w:val="00B96CB8"/>
    <w:rsid w:val="00B9722E"/>
    <w:rsid w:val="00BA20EC"/>
    <w:rsid w:val="00BA724A"/>
    <w:rsid w:val="00BA7679"/>
    <w:rsid w:val="00BB08F5"/>
    <w:rsid w:val="00BB1BE9"/>
    <w:rsid w:val="00BB2C09"/>
    <w:rsid w:val="00BB3E04"/>
    <w:rsid w:val="00BB5DFE"/>
    <w:rsid w:val="00BB77C7"/>
    <w:rsid w:val="00BB791E"/>
    <w:rsid w:val="00BB7D9E"/>
    <w:rsid w:val="00BC06C7"/>
    <w:rsid w:val="00BC1B04"/>
    <w:rsid w:val="00BC2F85"/>
    <w:rsid w:val="00BC4531"/>
    <w:rsid w:val="00BC69BD"/>
    <w:rsid w:val="00BD2CCC"/>
    <w:rsid w:val="00BD3EF5"/>
    <w:rsid w:val="00BD6840"/>
    <w:rsid w:val="00BD74FE"/>
    <w:rsid w:val="00BD7624"/>
    <w:rsid w:val="00BD7D67"/>
    <w:rsid w:val="00BE03C8"/>
    <w:rsid w:val="00BE0DF7"/>
    <w:rsid w:val="00BE4FB9"/>
    <w:rsid w:val="00BF0EE8"/>
    <w:rsid w:val="00BF0F98"/>
    <w:rsid w:val="00BF1A07"/>
    <w:rsid w:val="00BF2CDB"/>
    <w:rsid w:val="00C00424"/>
    <w:rsid w:val="00C02A60"/>
    <w:rsid w:val="00C061F3"/>
    <w:rsid w:val="00C068A5"/>
    <w:rsid w:val="00C07CD4"/>
    <w:rsid w:val="00C10F48"/>
    <w:rsid w:val="00C1190C"/>
    <w:rsid w:val="00C122E9"/>
    <w:rsid w:val="00C17C00"/>
    <w:rsid w:val="00C21AA3"/>
    <w:rsid w:val="00C248F4"/>
    <w:rsid w:val="00C25747"/>
    <w:rsid w:val="00C273B5"/>
    <w:rsid w:val="00C3380F"/>
    <w:rsid w:val="00C3565F"/>
    <w:rsid w:val="00C36615"/>
    <w:rsid w:val="00C40B2E"/>
    <w:rsid w:val="00C510C9"/>
    <w:rsid w:val="00C512A1"/>
    <w:rsid w:val="00C52C73"/>
    <w:rsid w:val="00C548B1"/>
    <w:rsid w:val="00C65A4F"/>
    <w:rsid w:val="00C70664"/>
    <w:rsid w:val="00C7420C"/>
    <w:rsid w:val="00C74EDA"/>
    <w:rsid w:val="00C7599C"/>
    <w:rsid w:val="00C76BF7"/>
    <w:rsid w:val="00C772BC"/>
    <w:rsid w:val="00C83680"/>
    <w:rsid w:val="00C8415A"/>
    <w:rsid w:val="00C87F38"/>
    <w:rsid w:val="00C90087"/>
    <w:rsid w:val="00C95E2D"/>
    <w:rsid w:val="00CA24CD"/>
    <w:rsid w:val="00CA2E94"/>
    <w:rsid w:val="00CA35CA"/>
    <w:rsid w:val="00CA4DA8"/>
    <w:rsid w:val="00CA5292"/>
    <w:rsid w:val="00CA6654"/>
    <w:rsid w:val="00CB0AF7"/>
    <w:rsid w:val="00CC1268"/>
    <w:rsid w:val="00CC1706"/>
    <w:rsid w:val="00CC1937"/>
    <w:rsid w:val="00CC2983"/>
    <w:rsid w:val="00CC4120"/>
    <w:rsid w:val="00CD209D"/>
    <w:rsid w:val="00CD5A40"/>
    <w:rsid w:val="00CE2065"/>
    <w:rsid w:val="00CE23F5"/>
    <w:rsid w:val="00CE2A3C"/>
    <w:rsid w:val="00CE78D4"/>
    <w:rsid w:val="00CE7A6B"/>
    <w:rsid w:val="00CF1090"/>
    <w:rsid w:val="00CF1EAF"/>
    <w:rsid w:val="00CF4DBA"/>
    <w:rsid w:val="00CF76C0"/>
    <w:rsid w:val="00CF7F0D"/>
    <w:rsid w:val="00D016A3"/>
    <w:rsid w:val="00D018D0"/>
    <w:rsid w:val="00D04E22"/>
    <w:rsid w:val="00D052AD"/>
    <w:rsid w:val="00D07397"/>
    <w:rsid w:val="00D079F7"/>
    <w:rsid w:val="00D112A2"/>
    <w:rsid w:val="00D114DD"/>
    <w:rsid w:val="00D14D40"/>
    <w:rsid w:val="00D15795"/>
    <w:rsid w:val="00D174F0"/>
    <w:rsid w:val="00D21C99"/>
    <w:rsid w:val="00D236FB"/>
    <w:rsid w:val="00D24073"/>
    <w:rsid w:val="00D31403"/>
    <w:rsid w:val="00D34C2C"/>
    <w:rsid w:val="00D37D14"/>
    <w:rsid w:val="00D425AB"/>
    <w:rsid w:val="00D434B0"/>
    <w:rsid w:val="00D43F31"/>
    <w:rsid w:val="00D4529B"/>
    <w:rsid w:val="00D45D33"/>
    <w:rsid w:val="00D50581"/>
    <w:rsid w:val="00D52E3D"/>
    <w:rsid w:val="00D5339C"/>
    <w:rsid w:val="00D53E3E"/>
    <w:rsid w:val="00D54673"/>
    <w:rsid w:val="00D54DA1"/>
    <w:rsid w:val="00D550B3"/>
    <w:rsid w:val="00D56403"/>
    <w:rsid w:val="00D5667D"/>
    <w:rsid w:val="00D620EF"/>
    <w:rsid w:val="00D62FB9"/>
    <w:rsid w:val="00D632FA"/>
    <w:rsid w:val="00D63365"/>
    <w:rsid w:val="00D63CCE"/>
    <w:rsid w:val="00D64D7B"/>
    <w:rsid w:val="00D6733B"/>
    <w:rsid w:val="00D7109D"/>
    <w:rsid w:val="00D71527"/>
    <w:rsid w:val="00D73653"/>
    <w:rsid w:val="00D763AE"/>
    <w:rsid w:val="00D76471"/>
    <w:rsid w:val="00D84B43"/>
    <w:rsid w:val="00D872F9"/>
    <w:rsid w:val="00D8760C"/>
    <w:rsid w:val="00D8764F"/>
    <w:rsid w:val="00D9012E"/>
    <w:rsid w:val="00D90635"/>
    <w:rsid w:val="00DA0297"/>
    <w:rsid w:val="00DA38F8"/>
    <w:rsid w:val="00DA3C62"/>
    <w:rsid w:val="00DA69FA"/>
    <w:rsid w:val="00DB1A30"/>
    <w:rsid w:val="00DB2830"/>
    <w:rsid w:val="00DC13DF"/>
    <w:rsid w:val="00DC43F1"/>
    <w:rsid w:val="00DC6D34"/>
    <w:rsid w:val="00DD0A19"/>
    <w:rsid w:val="00DD1A2B"/>
    <w:rsid w:val="00DD1B0D"/>
    <w:rsid w:val="00DD3285"/>
    <w:rsid w:val="00DD5ECC"/>
    <w:rsid w:val="00DD6F15"/>
    <w:rsid w:val="00DE02A9"/>
    <w:rsid w:val="00DE1E22"/>
    <w:rsid w:val="00DE35C0"/>
    <w:rsid w:val="00DE44E7"/>
    <w:rsid w:val="00DE690B"/>
    <w:rsid w:val="00DE6C74"/>
    <w:rsid w:val="00DF19DB"/>
    <w:rsid w:val="00DF54F1"/>
    <w:rsid w:val="00E002B5"/>
    <w:rsid w:val="00E0043C"/>
    <w:rsid w:val="00E04064"/>
    <w:rsid w:val="00E06D2A"/>
    <w:rsid w:val="00E10B38"/>
    <w:rsid w:val="00E13CCD"/>
    <w:rsid w:val="00E1657B"/>
    <w:rsid w:val="00E16AFE"/>
    <w:rsid w:val="00E204F6"/>
    <w:rsid w:val="00E21FDB"/>
    <w:rsid w:val="00E237FA"/>
    <w:rsid w:val="00E25D42"/>
    <w:rsid w:val="00E334A8"/>
    <w:rsid w:val="00E367A8"/>
    <w:rsid w:val="00E462CF"/>
    <w:rsid w:val="00E474A6"/>
    <w:rsid w:val="00E4798D"/>
    <w:rsid w:val="00E50C82"/>
    <w:rsid w:val="00E51397"/>
    <w:rsid w:val="00E52BE6"/>
    <w:rsid w:val="00E546FB"/>
    <w:rsid w:val="00E61613"/>
    <w:rsid w:val="00E63C2D"/>
    <w:rsid w:val="00E65596"/>
    <w:rsid w:val="00E74884"/>
    <w:rsid w:val="00E768F9"/>
    <w:rsid w:val="00E76D2E"/>
    <w:rsid w:val="00E77E34"/>
    <w:rsid w:val="00E82F9A"/>
    <w:rsid w:val="00E852EE"/>
    <w:rsid w:val="00E94CB8"/>
    <w:rsid w:val="00E96E56"/>
    <w:rsid w:val="00E96E8D"/>
    <w:rsid w:val="00E96F00"/>
    <w:rsid w:val="00EA289B"/>
    <w:rsid w:val="00EA3458"/>
    <w:rsid w:val="00EA419D"/>
    <w:rsid w:val="00EA512E"/>
    <w:rsid w:val="00EB0003"/>
    <w:rsid w:val="00EB123C"/>
    <w:rsid w:val="00EB5474"/>
    <w:rsid w:val="00EB6478"/>
    <w:rsid w:val="00EB6CBF"/>
    <w:rsid w:val="00EB770E"/>
    <w:rsid w:val="00EB7772"/>
    <w:rsid w:val="00EB7F98"/>
    <w:rsid w:val="00EC0AE7"/>
    <w:rsid w:val="00EC0DB1"/>
    <w:rsid w:val="00EC69D1"/>
    <w:rsid w:val="00EC7F49"/>
    <w:rsid w:val="00ED538D"/>
    <w:rsid w:val="00EE019B"/>
    <w:rsid w:val="00EE2DB9"/>
    <w:rsid w:val="00EE481F"/>
    <w:rsid w:val="00EE5B9F"/>
    <w:rsid w:val="00EE5F50"/>
    <w:rsid w:val="00EF3DFD"/>
    <w:rsid w:val="00EF4ADD"/>
    <w:rsid w:val="00EF6F7C"/>
    <w:rsid w:val="00F03BBD"/>
    <w:rsid w:val="00F047C8"/>
    <w:rsid w:val="00F06175"/>
    <w:rsid w:val="00F134E5"/>
    <w:rsid w:val="00F1401B"/>
    <w:rsid w:val="00F1491B"/>
    <w:rsid w:val="00F1632A"/>
    <w:rsid w:val="00F21172"/>
    <w:rsid w:val="00F21F08"/>
    <w:rsid w:val="00F22261"/>
    <w:rsid w:val="00F23F3B"/>
    <w:rsid w:val="00F26E95"/>
    <w:rsid w:val="00F30440"/>
    <w:rsid w:val="00F32A3D"/>
    <w:rsid w:val="00F33637"/>
    <w:rsid w:val="00F340A8"/>
    <w:rsid w:val="00F34993"/>
    <w:rsid w:val="00F35279"/>
    <w:rsid w:val="00F363CF"/>
    <w:rsid w:val="00F37A98"/>
    <w:rsid w:val="00F40840"/>
    <w:rsid w:val="00F40EAE"/>
    <w:rsid w:val="00F4329F"/>
    <w:rsid w:val="00F43842"/>
    <w:rsid w:val="00F4678A"/>
    <w:rsid w:val="00F52FF6"/>
    <w:rsid w:val="00F5367B"/>
    <w:rsid w:val="00F53AC3"/>
    <w:rsid w:val="00F53F64"/>
    <w:rsid w:val="00F54B1F"/>
    <w:rsid w:val="00F65397"/>
    <w:rsid w:val="00F66B1F"/>
    <w:rsid w:val="00F6766A"/>
    <w:rsid w:val="00F72700"/>
    <w:rsid w:val="00F729F9"/>
    <w:rsid w:val="00F74554"/>
    <w:rsid w:val="00F747B9"/>
    <w:rsid w:val="00F76D87"/>
    <w:rsid w:val="00F77133"/>
    <w:rsid w:val="00F77AF3"/>
    <w:rsid w:val="00F8201C"/>
    <w:rsid w:val="00F834F0"/>
    <w:rsid w:val="00F83D49"/>
    <w:rsid w:val="00F86E72"/>
    <w:rsid w:val="00F9054E"/>
    <w:rsid w:val="00F913E9"/>
    <w:rsid w:val="00F916BB"/>
    <w:rsid w:val="00F9572D"/>
    <w:rsid w:val="00F9713D"/>
    <w:rsid w:val="00F97F82"/>
    <w:rsid w:val="00FA0063"/>
    <w:rsid w:val="00FA0389"/>
    <w:rsid w:val="00FA0B4F"/>
    <w:rsid w:val="00FA2EDD"/>
    <w:rsid w:val="00FA39B2"/>
    <w:rsid w:val="00FB566E"/>
    <w:rsid w:val="00FB570D"/>
    <w:rsid w:val="00FC1F64"/>
    <w:rsid w:val="00FC288D"/>
    <w:rsid w:val="00FC4CD7"/>
    <w:rsid w:val="00FC5623"/>
    <w:rsid w:val="00FD2156"/>
    <w:rsid w:val="00FD71AA"/>
    <w:rsid w:val="00FE0859"/>
    <w:rsid w:val="00FE0AA0"/>
    <w:rsid w:val="00FE1AC4"/>
    <w:rsid w:val="00FE28A9"/>
    <w:rsid w:val="00FE33BE"/>
    <w:rsid w:val="00FE3EE3"/>
    <w:rsid w:val="00FE73A9"/>
    <w:rsid w:val="00FF3AF6"/>
    <w:rsid w:val="00FF433E"/>
    <w:rsid w:val="00FF4DBC"/>
    <w:rsid w:val="00FF6B5C"/>
    <w:rsid w:val="00FF6C79"/>
    <w:rsid w:val="012ABB64"/>
    <w:rsid w:val="0277299F"/>
    <w:rsid w:val="037943C9"/>
    <w:rsid w:val="03A3D811"/>
    <w:rsid w:val="05E5042A"/>
    <w:rsid w:val="0648A923"/>
    <w:rsid w:val="07021FA5"/>
    <w:rsid w:val="078A33D5"/>
    <w:rsid w:val="0A7BA22C"/>
    <w:rsid w:val="0CC72D40"/>
    <w:rsid w:val="0D574141"/>
    <w:rsid w:val="0DD5E9C5"/>
    <w:rsid w:val="0EC108B2"/>
    <w:rsid w:val="0F5317BF"/>
    <w:rsid w:val="124186DA"/>
    <w:rsid w:val="14B48D3A"/>
    <w:rsid w:val="150F5287"/>
    <w:rsid w:val="15633C17"/>
    <w:rsid w:val="1637A627"/>
    <w:rsid w:val="16863AA5"/>
    <w:rsid w:val="16CF1966"/>
    <w:rsid w:val="17A1C63C"/>
    <w:rsid w:val="186AD039"/>
    <w:rsid w:val="18893B42"/>
    <w:rsid w:val="190DDD28"/>
    <w:rsid w:val="1A21D92E"/>
    <w:rsid w:val="1A4BF069"/>
    <w:rsid w:val="1AA54E18"/>
    <w:rsid w:val="1BA588E4"/>
    <w:rsid w:val="1CDA51BE"/>
    <w:rsid w:val="1CFD58AB"/>
    <w:rsid w:val="1D9E5F91"/>
    <w:rsid w:val="1EF24217"/>
    <w:rsid w:val="20F9C299"/>
    <w:rsid w:val="224FC74E"/>
    <w:rsid w:val="227E0CFE"/>
    <w:rsid w:val="22E4F006"/>
    <w:rsid w:val="2313EC03"/>
    <w:rsid w:val="2462C0F9"/>
    <w:rsid w:val="2498E62D"/>
    <w:rsid w:val="249CD5B7"/>
    <w:rsid w:val="24E9647E"/>
    <w:rsid w:val="25C51915"/>
    <w:rsid w:val="25FE8D63"/>
    <w:rsid w:val="2655D980"/>
    <w:rsid w:val="26852BEB"/>
    <w:rsid w:val="26B9A669"/>
    <w:rsid w:val="26EAFE72"/>
    <w:rsid w:val="271764F6"/>
    <w:rsid w:val="27AD4EF0"/>
    <w:rsid w:val="27CDB8DE"/>
    <w:rsid w:val="27F66841"/>
    <w:rsid w:val="28293CA8"/>
    <w:rsid w:val="291503D9"/>
    <w:rsid w:val="2948391E"/>
    <w:rsid w:val="295C2D72"/>
    <w:rsid w:val="2B933AEB"/>
    <w:rsid w:val="2C4D8316"/>
    <w:rsid w:val="2D64DB00"/>
    <w:rsid w:val="2DBA196D"/>
    <w:rsid w:val="2F5E8CDC"/>
    <w:rsid w:val="3004B543"/>
    <w:rsid w:val="3199D921"/>
    <w:rsid w:val="33543384"/>
    <w:rsid w:val="34995D9E"/>
    <w:rsid w:val="3520BC57"/>
    <w:rsid w:val="3535DDD9"/>
    <w:rsid w:val="356E2743"/>
    <w:rsid w:val="3591CC80"/>
    <w:rsid w:val="362F4A57"/>
    <w:rsid w:val="370D3B0B"/>
    <w:rsid w:val="37592435"/>
    <w:rsid w:val="3861A139"/>
    <w:rsid w:val="38A5C805"/>
    <w:rsid w:val="38B2D171"/>
    <w:rsid w:val="3971F626"/>
    <w:rsid w:val="399419D9"/>
    <w:rsid w:val="3AF2B330"/>
    <w:rsid w:val="3B301E45"/>
    <w:rsid w:val="3BD0BAFC"/>
    <w:rsid w:val="3BF35FFD"/>
    <w:rsid w:val="3D0149C7"/>
    <w:rsid w:val="3E157CD1"/>
    <w:rsid w:val="3E824995"/>
    <w:rsid w:val="3F0F0B83"/>
    <w:rsid w:val="3F890502"/>
    <w:rsid w:val="41AE22D6"/>
    <w:rsid w:val="43E0BFF7"/>
    <w:rsid w:val="440F7F31"/>
    <w:rsid w:val="44D1FBF4"/>
    <w:rsid w:val="456F799F"/>
    <w:rsid w:val="45A0869C"/>
    <w:rsid w:val="46D70D8F"/>
    <w:rsid w:val="4924EA6B"/>
    <w:rsid w:val="49618C3B"/>
    <w:rsid w:val="49B99F5B"/>
    <w:rsid w:val="4ABD1C93"/>
    <w:rsid w:val="4AF72F2D"/>
    <w:rsid w:val="4B5AFBC4"/>
    <w:rsid w:val="4BD400D2"/>
    <w:rsid w:val="4C117D48"/>
    <w:rsid w:val="4D120363"/>
    <w:rsid w:val="5005C7E9"/>
    <w:rsid w:val="50993B83"/>
    <w:rsid w:val="51470C87"/>
    <w:rsid w:val="51B4858D"/>
    <w:rsid w:val="51E4F947"/>
    <w:rsid w:val="527813AC"/>
    <w:rsid w:val="5302F6F8"/>
    <w:rsid w:val="534ED653"/>
    <w:rsid w:val="545738B4"/>
    <w:rsid w:val="54DE12A6"/>
    <w:rsid w:val="569CE9F0"/>
    <w:rsid w:val="56F5A8FF"/>
    <w:rsid w:val="57D02501"/>
    <w:rsid w:val="58F2D738"/>
    <w:rsid w:val="591DED96"/>
    <w:rsid w:val="5A33E9C3"/>
    <w:rsid w:val="5AC81907"/>
    <w:rsid w:val="5BF459FA"/>
    <w:rsid w:val="5CCA3FC0"/>
    <w:rsid w:val="5D2A8F24"/>
    <w:rsid w:val="6126BA2F"/>
    <w:rsid w:val="61D13C99"/>
    <w:rsid w:val="6368A01F"/>
    <w:rsid w:val="643AA19D"/>
    <w:rsid w:val="67683F83"/>
    <w:rsid w:val="67E93B3D"/>
    <w:rsid w:val="69607F0E"/>
    <w:rsid w:val="69F79753"/>
    <w:rsid w:val="6CAB986F"/>
    <w:rsid w:val="6CE837FE"/>
    <w:rsid w:val="6E240458"/>
    <w:rsid w:val="6EEED95A"/>
    <w:rsid w:val="700AF449"/>
    <w:rsid w:val="7032424E"/>
    <w:rsid w:val="708AA9BB"/>
    <w:rsid w:val="70F3593A"/>
    <w:rsid w:val="711E90E7"/>
    <w:rsid w:val="717E7719"/>
    <w:rsid w:val="72B64C04"/>
    <w:rsid w:val="7481D834"/>
    <w:rsid w:val="74FFA810"/>
    <w:rsid w:val="77A84483"/>
    <w:rsid w:val="77F1720C"/>
    <w:rsid w:val="788F41CE"/>
    <w:rsid w:val="7AE528F3"/>
    <w:rsid w:val="7BA6ABDF"/>
    <w:rsid w:val="7C3433FA"/>
    <w:rsid w:val="7C4DCDFE"/>
    <w:rsid w:val="7CA4F803"/>
    <w:rsid w:val="7CAE0672"/>
    <w:rsid w:val="7ED6F757"/>
    <w:rsid w:val="7F1BA162"/>
    <w:rsid w:val="7F79FCA3"/>
    <w:rsid w:val="7F7FE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DFE86D3"/>
  <w15:chartTrackingRefBased/>
  <w15:docId w15:val="{6A251E92-7C89-40F4-9B6E-DB88D102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energize"/>
    <w:rsid w:val="001410CE"/>
    <w:pPr>
      <w:spacing w:after="160" w:line="259" w:lineRule="auto"/>
    </w:pPr>
    <w:rPr>
      <w:rFonts w:ascii="Mulish" w:eastAsiaTheme="minorHAnsi" w:hAnsi="Mulish" w:cstheme="minorBidi"/>
      <w:kern w:val="2"/>
      <w:sz w:val="22"/>
      <w:szCs w:val="22"/>
      <w:lang w:eastAsia="en-US"/>
      <w14:ligatures w14:val="standardContextual"/>
    </w:rPr>
  </w:style>
  <w:style w:type="paragraph" w:styleId="berschrift1">
    <w:name w:val="heading 1"/>
    <w:basedOn w:val="Standard"/>
    <w:next w:val="Standard"/>
    <w:link w:val="berschrift1Zchn"/>
    <w:uiPriority w:val="9"/>
    <w:rsid w:val="009F408D"/>
    <w:pPr>
      <w:spacing w:before="60" w:after="60" w:line="240" w:lineRule="auto"/>
      <w:outlineLvl w:val="0"/>
    </w:pPr>
    <w:rPr>
      <w:rFonts w:ascii="Auto 3 Regular" w:eastAsia="Cambria" w:hAnsi="Auto 3 Regular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892A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C7D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berschrift14pt">
    <w:name w:val="3 Überschrift 14 pt"/>
    <w:basedOn w:val="berschriftdunkelblau14PtkeineVersalien"/>
    <w:link w:val="3berschrift14ptZchn"/>
    <w:qFormat/>
    <w:rsid w:val="006C6E1D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2A74D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A74D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38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380F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6C38DA"/>
    <w:rPr>
      <w:sz w:val="24"/>
      <w:szCs w:val="24"/>
    </w:rPr>
  </w:style>
  <w:style w:type="character" w:customStyle="1" w:styleId="KopfzeileZchn">
    <w:name w:val="Kopfzeile Zchn"/>
    <w:link w:val="Kopfzeile"/>
    <w:uiPriority w:val="99"/>
    <w:rsid w:val="006C38DA"/>
    <w:rPr>
      <w:sz w:val="24"/>
      <w:szCs w:val="24"/>
    </w:rPr>
  </w:style>
  <w:style w:type="paragraph" w:customStyle="1" w:styleId="xAnschrift">
    <w:name w:val="x Anschrift"/>
    <w:rsid w:val="00CF7F0D"/>
    <w:pPr>
      <w:spacing w:line="260" w:lineRule="exact"/>
    </w:pPr>
    <w:rPr>
      <w:rFonts w:ascii="Ubuntu Medium" w:hAnsi="Ubuntu Medium"/>
      <w:b/>
      <w:color w:val="000000"/>
      <w:sz w:val="18"/>
      <w:szCs w:val="18"/>
    </w:rPr>
  </w:style>
  <w:style w:type="paragraph" w:customStyle="1" w:styleId="xBetreff">
    <w:name w:val="x Betreff"/>
    <w:rsid w:val="009057CB"/>
    <w:pPr>
      <w:tabs>
        <w:tab w:val="left" w:pos="6804"/>
      </w:tabs>
      <w:spacing w:before="3800"/>
      <w:contextualSpacing/>
    </w:pPr>
    <w:rPr>
      <w:rFonts w:ascii="Ubuntu" w:hAnsi="Ubuntu"/>
      <w:b/>
      <w:caps/>
      <w:noProof/>
      <w:sz w:val="24"/>
      <w:szCs w:val="24"/>
    </w:rPr>
  </w:style>
  <w:style w:type="paragraph" w:customStyle="1" w:styleId="xBetreffUnterzeile">
    <w:name w:val="x Betreff Unterzeile"/>
    <w:basedOn w:val="xBetreff"/>
    <w:rsid w:val="009057CB"/>
    <w:pPr>
      <w:spacing w:before="60" w:line="264" w:lineRule="auto"/>
    </w:pPr>
    <w:rPr>
      <w:b w:val="0"/>
      <w:caps w:val="0"/>
      <w:sz w:val="22"/>
      <w:szCs w:val="22"/>
    </w:rPr>
  </w:style>
  <w:style w:type="character" w:customStyle="1" w:styleId="4berschriftHauptblauZchn">
    <w:name w:val="4 Überschrift Haupt blau Zchn"/>
    <w:basedOn w:val="Absatz-Standardschriftart"/>
    <w:link w:val="4berschriftHauptblau"/>
    <w:rsid w:val="00440CA7"/>
    <w:rPr>
      <w:rFonts w:ascii="Mulish" w:eastAsiaTheme="minorHAnsi" w:hAnsi="Mulish" w:cstheme="minorBidi"/>
      <w:b/>
      <w:caps/>
      <w:color w:val="0091CC"/>
      <w:kern w:val="2"/>
      <w:sz w:val="24"/>
      <w:szCs w:val="22"/>
      <w:lang w:eastAsia="en-US"/>
      <w14:ligatures w14:val="standardContextual"/>
    </w:rPr>
  </w:style>
  <w:style w:type="paragraph" w:styleId="Datum">
    <w:name w:val="Date"/>
    <w:next w:val="Standard"/>
    <w:link w:val="DatumZchn"/>
    <w:uiPriority w:val="99"/>
    <w:unhideWhenUsed/>
    <w:rsid w:val="00A84EB6"/>
    <w:pPr>
      <w:spacing w:line="264" w:lineRule="auto"/>
    </w:pPr>
    <w:rPr>
      <w:rFonts w:ascii="Geogrotesque Rg" w:hAnsi="Geogrotesque Rg"/>
      <w:color w:val="000000"/>
      <w:sz w:val="18"/>
      <w:szCs w:val="24"/>
    </w:rPr>
  </w:style>
  <w:style w:type="character" w:customStyle="1" w:styleId="DatumZchn">
    <w:name w:val="Datum Zchn"/>
    <w:link w:val="Datum"/>
    <w:uiPriority w:val="99"/>
    <w:rsid w:val="00A84EB6"/>
    <w:rPr>
      <w:rFonts w:ascii="Geogrotesque Rg" w:hAnsi="Geogrotesque Rg"/>
      <w:color w:val="000000"/>
      <w:sz w:val="18"/>
      <w:szCs w:val="24"/>
    </w:rPr>
  </w:style>
  <w:style w:type="paragraph" w:customStyle="1" w:styleId="4berschriftHauptblau">
    <w:name w:val="4 Überschrift Haupt blau"/>
    <w:basedOn w:val="Standard"/>
    <w:next w:val="Standard"/>
    <w:link w:val="4berschriftHauptblauZchn"/>
    <w:rsid w:val="000A7966"/>
    <w:pPr>
      <w:tabs>
        <w:tab w:val="left" w:pos="0"/>
        <w:tab w:val="left" w:pos="7979"/>
      </w:tabs>
      <w:spacing w:before="320" w:after="200"/>
      <w:contextualSpacing/>
    </w:pPr>
    <w:rPr>
      <w:b/>
      <w:caps/>
      <w:color w:val="0091CC"/>
      <w:sz w:val="24"/>
    </w:rPr>
  </w:style>
  <w:style w:type="character" w:customStyle="1" w:styleId="berschrift1Zchn">
    <w:name w:val="Überschrift 1 Zchn"/>
    <w:link w:val="berschrift1"/>
    <w:uiPriority w:val="9"/>
    <w:rsid w:val="009F408D"/>
    <w:rPr>
      <w:rFonts w:ascii="Auto 3 Regular" w:eastAsia="Cambria" w:hAnsi="Auto 3 Regular"/>
      <w:sz w:val="18"/>
      <w:szCs w:val="24"/>
    </w:rPr>
  </w:style>
  <w:style w:type="paragraph" w:customStyle="1" w:styleId="Kostenberschrift">
    <w:name w:val="Kosten Überschrift"/>
    <w:rsid w:val="00F53F64"/>
    <w:pPr>
      <w:tabs>
        <w:tab w:val="right" w:pos="7938"/>
      </w:tabs>
      <w:spacing w:before="120" w:line="264" w:lineRule="auto"/>
      <w:ind w:left="709"/>
    </w:pPr>
    <w:rPr>
      <w:rFonts w:ascii="Geogrotesque Rg" w:eastAsia="Cambria" w:hAnsi="Geogrotesque Rg"/>
      <w:b/>
      <w:color w:val="000000"/>
      <w:sz w:val="22"/>
      <w:szCs w:val="18"/>
      <w:lang w:eastAsia="en-US"/>
    </w:rPr>
  </w:style>
  <w:style w:type="paragraph" w:customStyle="1" w:styleId="KostenBeschreibung">
    <w:name w:val="Kosten Beschreibung"/>
    <w:link w:val="KostenBeschreibungZchn"/>
    <w:rsid w:val="008C19B7"/>
    <w:pPr>
      <w:tabs>
        <w:tab w:val="left" w:pos="0"/>
        <w:tab w:val="right" w:pos="7371"/>
      </w:tabs>
      <w:spacing w:before="40" w:line="264" w:lineRule="auto"/>
      <w:ind w:left="1134"/>
      <w:contextualSpacing/>
    </w:pPr>
    <w:rPr>
      <w:rFonts w:ascii="Ubuntu Light" w:eastAsia="Cambria" w:hAnsi="Ubuntu Light"/>
      <w:color w:val="000000"/>
      <w:sz w:val="18"/>
      <w:szCs w:val="18"/>
      <w:lang w:eastAsia="en-US"/>
    </w:rPr>
  </w:style>
  <w:style w:type="paragraph" w:styleId="Funotentext">
    <w:name w:val="footnote text"/>
    <w:basedOn w:val="Standard"/>
    <w:link w:val="FunotentextZchn"/>
    <w:uiPriority w:val="99"/>
    <w:rsid w:val="008E2A7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E2A7A"/>
  </w:style>
  <w:style w:type="character" w:customStyle="1" w:styleId="berschriftdunkelblau14PtkeineVersalienZchn">
    <w:name w:val="Überschrift dunkelblau + 14 Pt. keine Versalien Zchn"/>
    <w:basedOn w:val="4berschriftHauptblauZchn"/>
    <w:link w:val="berschriftdunkelblau14PtkeineVersalien"/>
    <w:rsid w:val="00440CA7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KostenGesamtnetto">
    <w:name w:val="Kosten Gesamt netto"/>
    <w:link w:val="KostenGesamtnettoZchn"/>
    <w:rsid w:val="008C19B7"/>
    <w:pPr>
      <w:tabs>
        <w:tab w:val="right" w:pos="6804"/>
        <w:tab w:val="right" w:pos="7938"/>
      </w:tabs>
      <w:spacing w:before="320" w:line="264" w:lineRule="auto"/>
    </w:pPr>
    <w:rPr>
      <w:rFonts w:ascii="Ubuntu" w:eastAsia="Cambria" w:hAnsi="Ubuntu"/>
      <w:b/>
      <w:lang w:eastAsia="en-US"/>
    </w:rPr>
  </w:style>
  <w:style w:type="paragraph" w:styleId="Listenabsatz">
    <w:name w:val="List Paragraph"/>
    <w:basedOn w:val="Standard"/>
    <w:uiPriority w:val="34"/>
    <w:qFormat/>
    <w:rsid w:val="00C512A1"/>
    <w:pPr>
      <w:ind w:left="708"/>
    </w:pPr>
  </w:style>
  <w:style w:type="character" w:styleId="Buchtitel">
    <w:name w:val="Book Title"/>
    <w:uiPriority w:val="33"/>
    <w:rsid w:val="00C512A1"/>
    <w:rPr>
      <w:b/>
      <w:bCs/>
      <w:smallCaps/>
      <w:spacing w:val="5"/>
    </w:rPr>
  </w:style>
  <w:style w:type="paragraph" w:customStyle="1" w:styleId="Flietext">
    <w:name w:val="Fließtext"/>
    <w:rsid w:val="00523EB4"/>
    <w:pPr>
      <w:spacing w:line="360" w:lineRule="auto"/>
    </w:pPr>
    <w:rPr>
      <w:rFonts w:ascii="Geogrotesque Regular" w:eastAsia="Cambria" w:hAnsi="Geogrotesque Regular"/>
      <w:sz w:val="18"/>
      <w:szCs w:val="24"/>
    </w:rPr>
  </w:style>
  <w:style w:type="paragraph" w:customStyle="1" w:styleId="berschriftdunkelblau11pt">
    <w:name w:val="Überschrift dunkelblau 11pt"/>
    <w:basedOn w:val="berschriftdunkelblau18Pt"/>
    <w:next w:val="Standard"/>
    <w:rsid w:val="00BD74FE"/>
    <w:pPr>
      <w:spacing w:before="240" w:after="80"/>
    </w:pPr>
    <w:rPr>
      <w:rFonts w:eastAsia="Cambria"/>
      <w:caps w:val="0"/>
      <w:sz w:val="22"/>
    </w:rPr>
  </w:style>
  <w:style w:type="paragraph" w:customStyle="1" w:styleId="3Nummerierung">
    <w:name w:val="3 Nummerierung"/>
    <w:basedOn w:val="Standard"/>
    <w:rsid w:val="001410CE"/>
    <w:pPr>
      <w:numPr>
        <w:numId w:val="3"/>
      </w:numPr>
      <w:spacing w:before="80" w:after="0" w:line="240" w:lineRule="auto"/>
      <w:ind w:left="465" w:right="284" w:hanging="278"/>
    </w:pPr>
    <w:rPr>
      <w:rFonts w:ascii="Ubuntu Light" w:eastAsia="Times New Roman" w:hAnsi="Ubuntu Light" w:cs="Times New Roman"/>
      <w:color w:val="000000"/>
      <w:kern w:val="0"/>
      <w:sz w:val="18"/>
      <w:szCs w:val="18"/>
      <w:lang w:eastAsia="de-DE"/>
      <w14:ligatures w14:val="none"/>
    </w:rPr>
  </w:style>
  <w:style w:type="paragraph" w:customStyle="1" w:styleId="KostenMwst">
    <w:name w:val="Kosten Mwst"/>
    <w:basedOn w:val="Standard"/>
    <w:rsid w:val="008C19B7"/>
    <w:pPr>
      <w:tabs>
        <w:tab w:val="right" w:pos="7938"/>
      </w:tabs>
      <w:spacing w:before="20" w:after="40"/>
    </w:pPr>
    <w:rPr>
      <w:sz w:val="16"/>
      <w:szCs w:val="16"/>
    </w:rPr>
  </w:style>
  <w:style w:type="paragraph" w:customStyle="1" w:styleId="KostenTagessatz">
    <w:name w:val="Kosten Tagessatz"/>
    <w:basedOn w:val="KostenBeschreibung"/>
    <w:link w:val="KostenTagessatzZchn"/>
    <w:rsid w:val="00325AC8"/>
    <w:pPr>
      <w:contextualSpacing w:val="0"/>
    </w:pPr>
  </w:style>
  <w:style w:type="paragraph" w:customStyle="1" w:styleId="KostenGesamtbrutto">
    <w:name w:val="Kosten Gesamt brutto"/>
    <w:basedOn w:val="KostenGesamtnetto"/>
    <w:link w:val="KostenGesamtbruttoZchn"/>
    <w:rsid w:val="00582A89"/>
    <w:pPr>
      <w:spacing w:before="120"/>
    </w:pPr>
  </w:style>
  <w:style w:type="character" w:customStyle="1" w:styleId="KostenBeschreibungZchn">
    <w:name w:val="Kosten Beschreibung Zchn"/>
    <w:link w:val="KostenBeschreibung"/>
    <w:rsid w:val="008C19B7"/>
    <w:rPr>
      <w:rFonts w:ascii="Ubuntu Light" w:eastAsia="Cambria" w:hAnsi="Ubuntu Light"/>
      <w:color w:val="000000"/>
      <w:sz w:val="18"/>
      <w:szCs w:val="18"/>
      <w:lang w:eastAsia="en-US"/>
    </w:rPr>
  </w:style>
  <w:style w:type="character" w:customStyle="1" w:styleId="KostenTagessatzZchn">
    <w:name w:val="Kosten Tagessatz Zchn"/>
    <w:basedOn w:val="KostenBeschreibungZchn"/>
    <w:link w:val="KostenTagessatz"/>
    <w:rsid w:val="00325AC8"/>
    <w:rPr>
      <w:rFonts w:ascii="Ubuntu Light" w:eastAsia="Cambria" w:hAnsi="Ubuntu Light"/>
      <w:color w:val="000000"/>
      <w:sz w:val="18"/>
      <w:szCs w:val="18"/>
      <w:lang w:eastAsia="en-US"/>
    </w:rPr>
  </w:style>
  <w:style w:type="paragraph" w:customStyle="1" w:styleId="BasicParagraph">
    <w:name w:val="[Basic Paragraph]"/>
    <w:basedOn w:val="Standard"/>
    <w:uiPriority w:val="99"/>
    <w:rsid w:val="004903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sz w:val="24"/>
      <w:lang w:val="en-GB"/>
    </w:rPr>
  </w:style>
  <w:style w:type="character" w:customStyle="1" w:styleId="KostenGesamtnettoZchn">
    <w:name w:val="Kosten Gesamt netto Zchn"/>
    <w:link w:val="KostenGesamtnetto"/>
    <w:rsid w:val="008C19B7"/>
    <w:rPr>
      <w:rFonts w:ascii="Ubuntu" w:eastAsia="Cambria" w:hAnsi="Ubuntu"/>
      <w:b/>
      <w:lang w:eastAsia="en-US"/>
    </w:rPr>
  </w:style>
  <w:style w:type="character" w:customStyle="1" w:styleId="KostenGesamtbruttoZchn">
    <w:name w:val="Kosten Gesamt brutto Zchn"/>
    <w:basedOn w:val="KostenGesamtnettoZchn"/>
    <w:link w:val="KostenGesamtbrutto"/>
    <w:rsid w:val="00582A89"/>
    <w:rPr>
      <w:rFonts w:ascii="Ubuntu" w:eastAsia="Cambria" w:hAnsi="Ubuntu"/>
      <w:b/>
      <w:lang w:eastAsia="en-US"/>
    </w:rPr>
  </w:style>
  <w:style w:type="paragraph" w:customStyle="1" w:styleId="xDatumAnsprechpartner">
    <w:name w:val="x Datum/Ansprechpartner"/>
    <w:basedOn w:val="Sprechblasentext"/>
    <w:link w:val="xDatumAnsprechpartnerZchn"/>
    <w:rsid w:val="00CF7F0D"/>
    <w:pPr>
      <w:tabs>
        <w:tab w:val="left" w:pos="993"/>
      </w:tabs>
      <w:spacing w:line="260" w:lineRule="exact"/>
    </w:pPr>
    <w:rPr>
      <w:rFonts w:ascii="Ubuntu Light" w:hAnsi="Ubuntu Light" w:cs="Ubuntu-Medium"/>
      <w:color w:val="262626"/>
      <w:sz w:val="18"/>
      <w:szCs w:val="18"/>
    </w:rPr>
  </w:style>
  <w:style w:type="paragraph" w:customStyle="1" w:styleId="KostenEinzelpunkt">
    <w:name w:val="Kosten Einzelpunkt"/>
    <w:rsid w:val="008C19B7"/>
    <w:pPr>
      <w:tabs>
        <w:tab w:val="right" w:pos="7938"/>
      </w:tabs>
      <w:spacing w:before="120" w:line="264" w:lineRule="auto"/>
      <w:ind w:left="709"/>
    </w:pPr>
    <w:rPr>
      <w:rFonts w:ascii="Ubuntu" w:eastAsia="Cambria" w:hAnsi="Ubuntu"/>
      <w:b/>
      <w:color w:val="000000"/>
      <w:sz w:val="18"/>
      <w:szCs w:val="18"/>
      <w:lang w:eastAsia="en-US"/>
    </w:rPr>
  </w:style>
  <w:style w:type="character" w:customStyle="1" w:styleId="xDatumAnsprechpartnerZchn">
    <w:name w:val="x Datum/Ansprechpartner Zchn"/>
    <w:link w:val="xDatumAnsprechpartner"/>
    <w:rsid w:val="00CF7F0D"/>
    <w:rPr>
      <w:rFonts w:ascii="Ubuntu Light" w:hAnsi="Ubuntu Light" w:cs="Ubuntu-Medium"/>
      <w:color w:val="262626"/>
      <w:sz w:val="18"/>
      <w:szCs w:val="18"/>
    </w:rPr>
  </w:style>
  <w:style w:type="paragraph" w:customStyle="1" w:styleId="berschriftKleinblau">
    <w:name w:val="Überschrift Klein blau"/>
    <w:basedOn w:val="Standard"/>
    <w:rsid w:val="008C19B7"/>
    <w:pPr>
      <w:tabs>
        <w:tab w:val="left" w:pos="0"/>
        <w:tab w:val="left" w:pos="7979"/>
      </w:tabs>
      <w:spacing w:before="240" w:after="80"/>
      <w:contextualSpacing/>
    </w:pPr>
    <w:rPr>
      <w:rFonts w:ascii="Geogrotesque Rg" w:hAnsi="Geogrotesque Rg"/>
      <w:b/>
      <w:color w:val="00AFCB"/>
    </w:rPr>
  </w:style>
  <w:style w:type="paragraph" w:customStyle="1" w:styleId="xSeitenzahl">
    <w:name w:val="x Seitenzahl"/>
    <w:basedOn w:val="Standard"/>
    <w:link w:val="xSeitenzahlZchn"/>
    <w:rsid w:val="00582A89"/>
    <w:pPr>
      <w:jc w:val="right"/>
    </w:pPr>
  </w:style>
  <w:style w:type="table" w:styleId="Tabellenraster">
    <w:name w:val="Table Grid"/>
    <w:basedOn w:val="NormaleTabelle"/>
    <w:uiPriority w:val="39"/>
    <w:rsid w:val="00077F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eitenzahlZchn">
    <w:name w:val="x Seitenzahl Zchn"/>
    <w:link w:val="xSeitenzahl"/>
    <w:rsid w:val="00582A89"/>
    <w:rPr>
      <w:rFonts w:ascii="Ubuntu Light" w:hAnsi="Ubuntu Light"/>
      <w:color w:val="000000"/>
      <w:sz w:val="18"/>
      <w:szCs w:val="18"/>
    </w:rPr>
  </w:style>
  <w:style w:type="paragraph" w:customStyle="1" w:styleId="Aufzhlung">
    <w:name w:val="Aufzählung"/>
    <w:rsid w:val="00DC6D34"/>
    <w:pPr>
      <w:spacing w:before="80"/>
      <w:ind w:left="681" w:right="284" w:hanging="284"/>
    </w:pPr>
    <w:rPr>
      <w:rFonts w:ascii="Geogrotesque Rg" w:hAnsi="Geogrotesque Rg"/>
      <w:color w:val="000000"/>
      <w:sz w:val="22"/>
      <w:szCs w:val="24"/>
    </w:rPr>
  </w:style>
  <w:style w:type="paragraph" w:customStyle="1" w:styleId="berschriftHauptblau">
    <w:name w:val="Überschrift Haupt blau"/>
    <w:basedOn w:val="Standard"/>
    <w:rsid w:val="00DC6D34"/>
    <w:pPr>
      <w:tabs>
        <w:tab w:val="left" w:pos="0"/>
        <w:tab w:val="left" w:pos="7979"/>
      </w:tabs>
      <w:spacing w:before="360" w:after="200"/>
      <w:contextualSpacing/>
    </w:pPr>
    <w:rPr>
      <w:rFonts w:ascii="Geogrotesque Rg" w:hAnsi="Geogrotesque Rg"/>
      <w:b/>
      <w:caps/>
      <w:color w:val="00AFCB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DC6D34"/>
    <w:rPr>
      <w:sz w:val="16"/>
      <w:szCs w:val="16"/>
    </w:rPr>
  </w:style>
  <w:style w:type="character" w:customStyle="1" w:styleId="3berschrift14ptZchn">
    <w:name w:val="3 Überschrift 14 pt Zchn"/>
    <w:basedOn w:val="berschriftdunkelblau14PtkeineVersalienZchn"/>
    <w:link w:val="3berschrift14pt"/>
    <w:rsid w:val="006C6E1D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2BERSCHRIFT18pt">
    <w:name w:val="2 ÜBERSCHRIFT 18pt"/>
    <w:basedOn w:val="3berschrift14pt"/>
    <w:link w:val="2BERSCHRIFT18ptZchn"/>
    <w:qFormat/>
    <w:rsid w:val="006C6E1D"/>
    <w:rPr>
      <w:caps/>
      <w:sz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2A7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berarbeitung">
    <w:name w:val="Revision"/>
    <w:hidden/>
    <w:uiPriority w:val="99"/>
    <w:semiHidden/>
    <w:rsid w:val="00892A71"/>
    <w:rPr>
      <w:rFonts w:ascii="Ubuntu Light" w:hAnsi="Ubuntu Light"/>
      <w:color w:val="000000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7DF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customStyle="1" w:styleId="xFuzeile">
    <w:name w:val="x Fußzeile"/>
    <w:basedOn w:val="Fuzeile"/>
    <w:link w:val="xFuzeileZchn"/>
    <w:rsid w:val="004C7DF2"/>
    <w:pPr>
      <w:ind w:left="14"/>
    </w:pPr>
    <w:rPr>
      <w:color w:val="808080" w:themeColor="background1" w:themeShade="80"/>
    </w:rPr>
  </w:style>
  <w:style w:type="character" w:customStyle="1" w:styleId="xFuzeileZchn">
    <w:name w:val="x Fußzeile Zchn"/>
    <w:basedOn w:val="FuzeileZchn"/>
    <w:link w:val="xFuzeile"/>
    <w:rsid w:val="004C7DF2"/>
    <w:rPr>
      <w:rFonts w:ascii="Ubuntu Light" w:hAnsi="Ubuntu Light"/>
      <w:color w:val="808080" w:themeColor="background1" w:themeShade="80"/>
      <w:sz w:val="18"/>
      <w:szCs w:val="18"/>
    </w:rPr>
  </w:style>
  <w:style w:type="paragraph" w:styleId="Kommentarthema">
    <w:name w:val="annotation subject"/>
    <w:basedOn w:val="Standard"/>
    <w:next w:val="Standard"/>
    <w:link w:val="KommentarthemaZchn"/>
    <w:uiPriority w:val="99"/>
    <w:semiHidden/>
    <w:unhideWhenUsed/>
    <w:rsid w:val="009D276C"/>
    <w:pPr>
      <w:spacing w:line="240" w:lineRule="auto"/>
    </w:pPr>
    <w:rPr>
      <w:b/>
      <w:bCs/>
      <w:sz w:val="20"/>
      <w:szCs w:val="20"/>
    </w:rPr>
  </w:style>
  <w:style w:type="character" w:customStyle="1" w:styleId="KommentarthemaZchn">
    <w:name w:val="Kommentarthema Zchn"/>
    <w:basedOn w:val="Absatz-Standardschriftart"/>
    <w:link w:val="Kommentarthema"/>
    <w:uiPriority w:val="99"/>
    <w:semiHidden/>
    <w:rsid w:val="009D276C"/>
    <w:rPr>
      <w:rFonts w:ascii="Ubuntu Light" w:hAnsi="Ubuntu Light"/>
      <w:b/>
      <w:bCs/>
      <w:color w:val="000000"/>
    </w:rPr>
  </w:style>
  <w:style w:type="table" w:styleId="Gitternetztabelle4Akzent5">
    <w:name w:val="Grid Table 4 Accent 5"/>
    <w:basedOn w:val="NormaleTabelle"/>
    <w:uiPriority w:val="49"/>
    <w:rsid w:val="0045681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2BERSCHRIFT18ptZchn">
    <w:name w:val="2 ÜBERSCHRIFT 18pt Zchn"/>
    <w:basedOn w:val="3berschrift14ptZchn"/>
    <w:link w:val="2BERSCHRIFT18pt"/>
    <w:rsid w:val="006C6E1D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Default">
    <w:name w:val="Default"/>
    <w:rsid w:val="00E6559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Gitternetztabelle1hellAkzent5">
    <w:name w:val="Grid Table 1 Light Accent 5"/>
    <w:basedOn w:val="NormaleTabelle"/>
    <w:uiPriority w:val="46"/>
    <w:rsid w:val="002F3C14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Erwhnung">
    <w:name w:val="Mention"/>
    <w:basedOn w:val="Absatz-Standardschriftart"/>
    <w:uiPriority w:val="99"/>
    <w:unhideWhenUsed/>
    <w:rsid w:val="004449E8"/>
    <w:rPr>
      <w:color w:val="2B579A"/>
      <w:shd w:val="clear" w:color="auto" w:fill="E1DFDD"/>
    </w:rPr>
  </w:style>
  <w:style w:type="paragraph" w:customStyle="1" w:styleId="pf0">
    <w:name w:val="pf0"/>
    <w:basedOn w:val="Standard"/>
    <w:rsid w:val="00404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cf01">
    <w:name w:val="cf01"/>
    <w:basedOn w:val="Absatz-Standardschriftart"/>
    <w:rsid w:val="004041EC"/>
    <w:rPr>
      <w:rFonts w:ascii="Segoe UI" w:hAnsi="Segoe UI" w:cs="Segoe UI" w:hint="default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2B0292"/>
    <w:rPr>
      <w:color w:val="666666"/>
    </w:rPr>
  </w:style>
  <w:style w:type="paragraph" w:styleId="KeinLeerraum">
    <w:name w:val="No Spacing"/>
    <w:link w:val="KeinLeerraumZchn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paragraph" w:customStyle="1" w:styleId="berschriftdunkelblau18Pt">
    <w:name w:val="Überschrift dunkelblau + 18 Pt."/>
    <w:rsid w:val="00BD74FE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Blocksatz">
    <w:name w:val="Blocksatz"/>
    <w:basedOn w:val="Standard"/>
    <w:rsid w:val="00AC351C"/>
    <w:pPr>
      <w:spacing w:before="120" w:after="280"/>
      <w:jc w:val="both"/>
    </w:pPr>
    <w:rPr>
      <w:rFonts w:eastAsia="Times New Roman" w:cs="Times Bold"/>
      <w:bCs/>
      <w:color w:val="000000" w:themeColor="text1"/>
      <w:sz w:val="20"/>
      <w:szCs w:val="20"/>
    </w:rPr>
  </w:style>
  <w:style w:type="paragraph" w:customStyle="1" w:styleId="berschriftdunkelblau14PtkeineVersalien">
    <w:name w:val="Überschrift dunkelblau + 14 Pt. keine Versalien"/>
    <w:basedOn w:val="4berschriftHauptblau"/>
    <w:link w:val="berschriftdunkelblau14PtkeineVersalienZchn"/>
    <w:rsid w:val="00BD74FE"/>
    <w:rPr>
      <w:bCs/>
      <w:caps w:val="0"/>
      <w:color w:val="004996"/>
      <w:sz w:val="28"/>
    </w:rPr>
  </w:style>
  <w:style w:type="paragraph" w:customStyle="1" w:styleId="1energizeBlocksatzschwarz10pt">
    <w:name w:val="1 energize Blocksatz schwarz 10pt"/>
    <w:link w:val="1energizeBlocksatzschwarz10ptZchn"/>
    <w:qFormat/>
    <w:rsid w:val="0033417A"/>
    <w:pPr>
      <w:spacing w:before="120" w:after="240"/>
      <w:jc w:val="both"/>
    </w:pPr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paragraph" w:customStyle="1" w:styleId="Aufzhlung10pt">
    <w:name w:val="Aufzählung 10pt"/>
    <w:basedOn w:val="1energizeBlocksatzschwarz10pt"/>
    <w:link w:val="Aufzhlung10ptZchn"/>
    <w:qFormat/>
    <w:rsid w:val="00904124"/>
    <w:pPr>
      <w:numPr>
        <w:numId w:val="23"/>
      </w:numPr>
      <w:spacing w:after="120"/>
      <w:ind w:left="714" w:hanging="357"/>
    </w:pPr>
  </w:style>
  <w:style w:type="character" w:customStyle="1" w:styleId="1energizeBlocksatzschwarz10ptZchn">
    <w:name w:val="1 energize Blocksatz schwarz 10pt Zchn"/>
    <w:basedOn w:val="Absatz-Standardschriftart"/>
    <w:link w:val="1energizeBlocksatzschwarz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character" w:customStyle="1" w:styleId="Aufzhlung10ptZchn">
    <w:name w:val="Aufzählung 10pt Zchn"/>
    <w:basedOn w:val="1energizeBlocksatzschwarz10ptZchn"/>
    <w:link w:val="Aufzhlung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nergieheld.de/daemmung/daemmstoffe" TargetMode="External"/><Relationship Id="rId18" Type="http://schemas.openxmlformats.org/officeDocument/2006/relationships/hyperlink" Target="http://www.waermedaemmstoffe.com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waermedaemmstoffe.com/htm/schaumglas.htm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waermedaemmstoffe.com/" TargetMode="External"/><Relationship Id="rId17" Type="http://schemas.openxmlformats.org/officeDocument/2006/relationships/hyperlink" Target="https://www.ubakus.de/10-daemmstoffe-im-vergleich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nergieheld.de/daemmung/daemmstoffe" TargetMode="External"/><Relationship Id="rId20" Type="http://schemas.openxmlformats.org/officeDocument/2006/relationships/hyperlink" Target="http://www.waermedaemmstoffe.com/htm/uebersicht.ht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://www.waermedaemmstoffe.com/htm/uebersicht.htm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s://www.bau-welt.de/bauteile/waermedaemmung/daemmstoffe-im-vergleich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raum-analyse.de/waermedaemmung/daemmstoffe-uebersicht/" TargetMode="External"/><Relationship Id="rId22" Type="http://schemas.openxmlformats.org/officeDocument/2006/relationships/hyperlink" Target="http://www.waermedaemmstoffe.com/htm/pur.htm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&#252;ro%20KS\Documents\Benutzerdefinierte%20Office-Vorlagen\Vorlage%20Word%20medienblau%20inter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b_Projektdokument" ma:contentTypeID="0x01010035741A8430F2C04BA69CAC3E1A5775560100A0B5569DE73B724B9C1AEA4FCB84DF70" ma:contentTypeVersion="2" ma:contentTypeDescription="" ma:contentTypeScope="" ma:versionID="b6095d32161c5267cf5f9c22b14310b6">
  <xsd:schema xmlns:xsd="http://www.w3.org/2001/XMLSchema" xmlns:xs="http://www.w3.org/2001/XMLSchema" xmlns:p="http://schemas.microsoft.com/office/2006/metadata/properties" xmlns:ns2="091ee7c9-1c76-4122-89f4-4edd565c2561" targetNamespace="http://schemas.microsoft.com/office/2006/metadata/properties" ma:root="true" ma:fieldsID="c659b9be83f26e8551cad62ccd31a877" ns2:_="">
    <xsd:import namespace="091ee7c9-1c76-4122-89f4-4edd565c2561"/>
    <xsd:element name="properties">
      <xsd:complexType>
        <xsd:sequence>
          <xsd:element name="documentManagement">
            <xsd:complexType>
              <xsd:all>
                <xsd:element ref="ns2:jac9ee2dec3f4f93bde2b253fadcfe7e" minOccurs="0"/>
                <xsd:element ref="ns2:TaxCatchAll" minOccurs="0"/>
                <xsd:element ref="ns2:TaxCatchAllLabel" minOccurs="0"/>
                <xsd:element ref="ns2:efa8629d3b814e6cba1f179a0a857a80" minOccurs="0"/>
                <xsd:element ref="ns2:e06be59083e541b2b307efcdd1c93fd9" minOccurs="0"/>
                <xsd:element ref="ns2:cef3f0cd12f1499fbca28207a421cffc" minOccurs="0"/>
                <xsd:element ref="ns2:mb_gueltig_ab" minOccurs="0"/>
                <xsd:element ref="ns2:mb_gueltig_bis" minOccurs="0"/>
                <xsd:element ref="ns2:e1fecb3ea9bb46a3b3d9606b9c220a68" minOccurs="0"/>
                <xsd:element ref="ns2:mb_DSGVO" minOccurs="0"/>
                <xsd:element ref="ns2:l83c6961f1074ca6b329bbc271a0f8a3" minOccurs="0"/>
                <xsd:element ref="ns2:a61d61dc416146749313f1bbf338c08f" minOccurs="0"/>
                <xsd:element ref="ns2:d5f666c6ef66426f8f7c8771359049f2" minOccurs="0"/>
                <xsd:element ref="ns2:mb_Vertrags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e7c9-1c76-4122-89f4-4edd565c2561" elementFormDefault="qualified">
    <xsd:import namespace="http://schemas.microsoft.com/office/2006/documentManagement/types"/>
    <xsd:import namespace="http://schemas.microsoft.com/office/infopath/2007/PartnerControls"/>
    <xsd:element name="jac9ee2dec3f4f93bde2b253fadcfe7e" ma:index="8" nillable="true" ma:taxonomy="true" ma:internalName="jac9ee2dec3f4f93bde2b253fadcfe7e" ma:taxonomyFieldName="mb_Projekt" ma:displayName="Projekt" ma:default="" ma:fieldId="{3ac9ee2d-ec3f-4f93-bde2-b253fadcfe7e}" ma:sspId="b834ae43-f8a4-478a-9376-00b66dd8cb90" ma:termSetId="fdf74ec6-3b66-4f83-8948-9f4bc1fbe8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b90e3462-4336-46da-80a9-f44c62a0a130}" ma:internalName="TaxCatchAll" ma:showField="CatchAllData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b90e3462-4336-46da-80a9-f44c62a0a130}" ma:internalName="TaxCatchAllLabel" ma:readOnly="true" ma:showField="CatchAllDataLabel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fa8629d3b814e6cba1f179a0a857a80" ma:index="12" nillable="true" ma:taxonomy="true" ma:internalName="efa8629d3b814e6cba1f179a0a857a80" ma:taxonomyFieldName="mb_Organisationsbereich" ma:displayName="Organisationsbereich" ma:readOnly="false" ma:default="" ma:fieldId="{efa8629d-3b81-4e6c-ba1f-179a0a857a80}" ma:sspId="b834ae43-f8a4-478a-9376-00b66dd8cb90" ma:termSetId="b25e4f06-d9d1-4095-a2ee-67f1282f38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6be59083e541b2b307efcdd1c93fd9" ma:index="14" nillable="true" ma:taxonomy="true" ma:internalName="e06be59083e541b2b307efcdd1c93fd9" ma:taxonomyFieldName="mb_Informationsart" ma:displayName="Informationsart" ma:default="" ma:fieldId="{e06be590-83e5-41b2-b307-efcdd1c93fd9}" ma:sspId="b834ae43-f8a4-478a-9376-00b66dd8cb90" ma:termSetId="8a5a8448-dd02-4028-a12c-d90a51391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f3f0cd12f1499fbca28207a421cffc" ma:index="16" nillable="true" ma:taxonomy="true" ma:internalName="cef3f0cd12f1499fbca28207a421cffc" ma:taxonomyFieldName="mb_Zielgruppe" ma:displayName="Zielgruppe" ma:default="" ma:fieldId="{cef3f0cd-12f1-499f-bca2-8207a421cffc}" ma:sspId="b834ae43-f8a4-478a-9376-00b66dd8cb90" ma:termSetId="c76a032c-bc59-4c4c-a9ce-63f5cad8c9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gueltig_ab" ma:index="18" nillable="true" ma:displayName="gültig ab" ma:format="DateOnly" ma:internalName="mb_gueltig_ab" ma:readOnly="false">
      <xsd:simpleType>
        <xsd:restriction base="dms:DateTime"/>
      </xsd:simpleType>
    </xsd:element>
    <xsd:element name="mb_gueltig_bis" ma:index="19" nillable="true" ma:displayName="gültig bis" ma:format="DateOnly" ma:internalName="mb_gueltig_bis" ma:readOnly="false">
      <xsd:simpleType>
        <xsd:restriction base="dms:DateTime"/>
      </xsd:simpleType>
    </xsd:element>
    <xsd:element name="e1fecb3ea9bb46a3b3d9606b9c220a68" ma:index="20" nillable="true" ma:taxonomy="true" ma:internalName="e1fecb3ea9bb46a3b3d9606b9c220a68" ma:taxonomyFieldName="mb_Dokumentenart" ma:displayName="Dokumentenart" ma:default="" ma:fieldId="{e1fecb3e-a9bb-46a3-b3d9-606b9c220a68}" ma:sspId="b834ae43-f8a4-478a-9376-00b66dd8cb90" ma:termSetId="817aadd5-8675-4780-a1a7-db0e5869faf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b_DSGVO" ma:index="22" nillable="true" ma:displayName="DSGVO-relevant" ma:format="Dropdown" ma:internalName="mb_DSGVO">
      <xsd:simpleType>
        <xsd:restriction base="dms:Choice">
          <xsd:enumeration value="ja"/>
          <xsd:enumeration value="nein"/>
          <xsd:enumeration value="weiß ich nicht"/>
        </xsd:restriction>
      </xsd:simpleType>
    </xsd:element>
    <xsd:element name="l83c6961f1074ca6b329bbc271a0f8a3" ma:index="23" nillable="true" ma:taxonomy="true" ma:internalName="l83c6961f1074ca6b329bbc271a0f8a3" ma:taxonomyFieldName="mb_Kunde" ma:displayName="Kunde" ma:default="" ma:fieldId="{583c6961-f107-4ca6-b329-bbc271a0f8a3}" ma:sspId="b834ae43-f8a4-478a-9376-00b66dd8cb90" ma:termSetId="07ac4a29-fd29-425d-9ac6-522c33d87a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1d61dc416146749313f1bbf338c08f" ma:index="25" nillable="true" ma:taxonomy="true" ma:internalName="a61d61dc416146749313f1bbf338c08f" ma:taxonomyFieldName="mb_Thema" ma:displayName="Thema" ma:default="" ma:fieldId="{a61d61dc-4161-4674-9313-f1bbf338c08f}" ma:sspId="b834ae43-f8a4-478a-9376-00b66dd8cb90" ma:termSetId="1f8cf039-9ab4-4306-9427-5853c72afc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f666c6ef66426f8f7c8771359049f2" ma:index="27" nillable="true" ma:taxonomy="true" ma:internalName="d5f666c6ef66426f8f7c8771359049f2" ma:taxonomyFieldName="mb_Unternehmensbereich" ma:displayName="Unternehmensbereich" ma:readOnly="false" ma:default="1;#Medienbildung|d5b6dde1-31fe-4b08-9ef7-48d6e29f3b2e" ma:fieldId="{d5f666c6-ef66-426f-8f7c-8771359049f2}" ma:sspId="b834ae43-f8a4-478a-9376-00b66dd8cb90" ma:termSetId="42516089-7580-4044-8243-6a082885b8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Vertragsnummer" ma:index="29" nillable="true" ma:displayName="Vertragsnummer" ma:format="Dropdown" ma:internalName="mb_Vertragsnummer">
      <xsd:simpleType>
        <xsd:restriction base="dms:Choice">
          <xsd:enumeration value="21.2"/>
          <xsd:enumeration value="21.1"/>
          <xsd:enumeration value="20.2"/>
          <xsd:enumeration value="20.1"/>
          <xsd:enumeration value="19.2"/>
          <xsd:enumeration value="19.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06be59083e541b2b307efcdd1c93fd9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Dokument</TermName>
          <TermId xmlns="http://schemas.microsoft.com/office/infopath/2007/PartnerControls">08ea029f-91ac-4794-b57d-a41510e63947</TermId>
        </TermInfo>
      </Terms>
    </e06be59083e541b2b307efcdd1c93fd9>
    <e1fecb3ea9bb46a3b3d9606b9c220a68 xmlns="091ee7c9-1c76-4122-89f4-4edd565c2561">
      <Terms xmlns="http://schemas.microsoft.com/office/infopath/2007/PartnerControls"/>
    </e1fecb3ea9bb46a3b3d9606b9c220a68>
    <d5f666c6ef66426f8f7c8771359049f2 xmlns="091ee7c9-1c76-4122-89f4-4edd565c2561">
      <Terms xmlns="http://schemas.microsoft.com/office/infopath/2007/PartnerControls"/>
    </d5f666c6ef66426f8f7c8771359049f2>
    <mb_gueltig_bis xmlns="091ee7c9-1c76-4122-89f4-4edd565c2561" xsi:nil="true"/>
    <TaxCatchAll xmlns="091ee7c9-1c76-4122-89f4-4edd565c2561">
      <Value>5</Value>
      <Value>4</Value>
      <Value>3</Value>
      <Value>2</Value>
    </TaxCatchAll>
    <jac9ee2dec3f4f93bde2b253fadcfe7e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Berufsschule</TermName>
          <TermId xmlns="http://schemas.microsoft.com/office/infopath/2007/PartnerControls">2bf63aa6-8fba-40af-996d-9d0b558035f7</TermId>
        </TermInfo>
      </Terms>
    </jac9ee2dec3f4f93bde2b253fadcfe7e>
    <cef3f0cd12f1499fbca28207a421cffc xmlns="091ee7c9-1c76-4122-89f4-4edd565c2561">
      <Terms xmlns="http://schemas.microsoft.com/office/infopath/2007/PartnerControls"/>
    </cef3f0cd12f1499fbca28207a421cffc>
    <mb_gueltig_ab xmlns="091ee7c9-1c76-4122-89f4-4edd565c2561" xsi:nil="true"/>
    <mb_DSGVO xmlns="091ee7c9-1c76-4122-89f4-4edd565c2561" xsi:nil="true"/>
    <a61d61dc416146749313f1bbf338c08f xmlns="091ee7c9-1c76-4122-89f4-4edd565c2561">
      <Terms xmlns="http://schemas.microsoft.com/office/infopath/2007/PartnerControls"/>
    </a61d61dc416146749313f1bbf338c08f>
    <l83c6961f1074ca6b329bbc271a0f8a3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Hessen</TermName>
          <TermId xmlns="http://schemas.microsoft.com/office/infopath/2007/PartnerControls">e90a16c3-1586-415d-83ee-7dff08651c44</TermId>
        </TermInfo>
      </Terms>
    </l83c6961f1074ca6b329bbc271a0f8a3>
    <mb_Vertragsnummer xmlns="091ee7c9-1c76-4122-89f4-4edd565c2561" xsi:nil="true"/>
    <efa8629d3b814e6cba1f179a0a857a80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Akquise Kunden</TermName>
          <TermId xmlns="http://schemas.microsoft.com/office/infopath/2007/PartnerControls">bb52dbfc-d6d2-4d1c-b7f2-acaefd1683b1</TermId>
        </TermInfo>
      </Terms>
    </efa8629d3b814e6cba1f179a0a857a8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b834ae43-f8a4-478a-9376-00b66dd8cb90" ContentTypeId="0x01010035741A8430F2C04BA69CAC3E1A57755601" PreviousValue="false" LastSyncTimeStamp="2023-01-23T15:02:39.023Z"/>
</file>

<file path=customXml/itemProps1.xml><?xml version="1.0" encoding="utf-8"?>
<ds:datastoreItem xmlns:ds="http://schemas.openxmlformats.org/officeDocument/2006/customXml" ds:itemID="{472F0474-CDF2-4379-A5F2-2185B81CB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ee7c9-1c76-4122-89f4-4edd565c25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A98CA7-154A-40B2-A4F9-28DC9FF5EACA}">
  <ds:schemaRefs>
    <ds:schemaRef ds:uri="http://schemas.microsoft.com/office/2006/metadata/properties"/>
    <ds:schemaRef ds:uri="http://schemas.microsoft.com/office/infopath/2007/PartnerControls"/>
    <ds:schemaRef ds:uri="091ee7c9-1c76-4122-89f4-4edd565c2561"/>
  </ds:schemaRefs>
</ds:datastoreItem>
</file>

<file path=customXml/itemProps3.xml><?xml version="1.0" encoding="utf-8"?>
<ds:datastoreItem xmlns:ds="http://schemas.openxmlformats.org/officeDocument/2006/customXml" ds:itemID="{CA142553-B936-4772-ADF7-CD42F52EB0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6175E3-5A14-42C8-BBBB-D2D53508FCE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D11BDC-C73E-43ED-851F-E4DED357DEEA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Word medienblau intern.dotx</Template>
  <TotalTime>0</TotalTime>
  <Pages>1</Pages>
  <Words>209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Schönherr</dc:creator>
  <cp:keywords/>
  <dc:description/>
  <cp:lastModifiedBy>Karen Schönherr - medienblau</cp:lastModifiedBy>
  <cp:revision>9</cp:revision>
  <cp:lastPrinted>2024-01-16T13:25:00Z</cp:lastPrinted>
  <dcterms:created xsi:type="dcterms:W3CDTF">2024-04-24T11:59:00Z</dcterms:created>
  <dcterms:modified xsi:type="dcterms:W3CDTF">2024-05-15T13:00:00Z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0x01010035741A8430F2C04BA69CAC3E1A577556010049040CA71FEECB4B82455E4C3974F5E3</vt:lpwstr>
  </property>
  <property fmtid="{D5CDD505-2E9C-101B-9397-08002B2CF9AE}" pid="3" name="Order">
    <vt:r8>50800</vt:r8>
  </property>
  <property fmtid="{D5CDD505-2E9C-101B-9397-08002B2CF9AE}" pid="4" name="mb_Unternehmensbereich">
    <vt:lpwstr/>
  </property>
  <property fmtid="{D5CDD505-2E9C-101B-9397-08002B2CF9AE}" pid="5" name="mb_Kunde">
    <vt:lpwstr>2;#LEA Hessen|e90a16c3-1586-415d-83ee-7dff08651c44</vt:lpwstr>
  </property>
  <property fmtid="{D5CDD505-2E9C-101B-9397-08002B2CF9AE}" pid="6" name="mb_Organisationsbereich">
    <vt:lpwstr>5;#Akquise Kunden|bb52dbfc-d6d2-4d1c-b7f2-acaefd1683b1</vt:lpwstr>
  </property>
  <property fmtid="{D5CDD505-2E9C-101B-9397-08002B2CF9AE}" pid="7" name="MediaServiceImageTags">
    <vt:lpwstr/>
  </property>
  <property fmtid="{D5CDD505-2E9C-101B-9397-08002B2CF9AE}" pid="8" name="mb_Dokumentenart">
    <vt:lpwstr/>
  </property>
  <property fmtid="{D5CDD505-2E9C-101B-9397-08002B2CF9AE}" pid="9" name="mb_Projekt">
    <vt:lpwstr>3;#LEA Berufsschule|2bf63aa6-8fba-40af-996d-9d0b558035f7</vt:lpwstr>
  </property>
  <property fmtid="{D5CDD505-2E9C-101B-9397-08002B2CF9AE}" pid="10" name="mb_Thema">
    <vt:lpwstr/>
  </property>
  <property fmtid="{D5CDD505-2E9C-101B-9397-08002B2CF9AE}" pid="11" name="lcf76f155ced4ddcb4097134ff3c332f">
    <vt:lpwstr/>
  </property>
  <property fmtid="{D5CDD505-2E9C-101B-9397-08002B2CF9AE}" pid="12" name="mb_Informationsart">
    <vt:lpwstr>4;#Dokument|08ea029f-91ac-4794-b57d-a41510e63947</vt:lpwstr>
  </property>
  <property fmtid="{D5CDD505-2E9C-101B-9397-08002B2CF9AE}" pid="13" name="mb_Zielgruppe">
    <vt:lpwstr/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</Properties>
</file>