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CD882E" w14:textId="4935F074" w:rsidR="00C21AE7" w:rsidRDefault="00093835" w:rsidP="00093835">
      <w:pPr>
        <w:pStyle w:val="3berschrift14pt"/>
      </w:pPr>
      <w:bookmarkStart w:id="0" w:name="_Hlk169020812"/>
      <w:bookmarkEnd w:id="0"/>
      <w:r>
        <w:t xml:space="preserve">Praxisaufgabe </w:t>
      </w:r>
      <w:r w:rsidR="00136978">
        <w:t>1</w:t>
      </w:r>
    </w:p>
    <w:p w14:paraId="0F30D6FC" w14:textId="5E67D299" w:rsidR="006F4A56" w:rsidRDefault="001D522D" w:rsidP="001D522D">
      <w:pPr>
        <w:pStyle w:val="2BERSCHRIFT18pt"/>
      </w:pPr>
      <w:r>
        <w:t>Solarthermie</w:t>
      </w:r>
    </w:p>
    <w:p w14:paraId="05629540" w14:textId="03E51EF9" w:rsidR="00FC48D5" w:rsidRPr="004F1079" w:rsidRDefault="001D522D" w:rsidP="004F1079">
      <w:pPr>
        <w:pStyle w:val="1energizeBlocksatzschwarz10pt"/>
      </w:pPr>
      <w:r w:rsidRPr="004F1079">
        <w:rPr>
          <w:noProof/>
        </w:rPr>
        <w:drawing>
          <wp:anchor distT="0" distB="0" distL="114300" distR="114300" simplePos="0" relativeHeight="251661312" behindDoc="0" locked="0" layoutInCell="1" allowOverlap="1" wp14:anchorId="2D5595A6" wp14:editId="738DF3A5">
            <wp:simplePos x="0" y="0"/>
            <wp:positionH relativeFrom="margin">
              <wp:align>right</wp:align>
            </wp:positionH>
            <wp:positionV relativeFrom="paragraph">
              <wp:posOffset>123613</wp:posOffset>
            </wp:positionV>
            <wp:extent cx="2726055" cy="1741170"/>
            <wp:effectExtent l="0" t="0" r="0" b="0"/>
            <wp:wrapSquare wrapText="bothSides"/>
            <wp:docPr id="1712599175" name="Grafik 1" descr="Ein Bild, das Text, Screenshot, Strategievideospiel, PC-Spie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2599175" name="Grafik 1" descr="Ein Bild, das Text, Screenshot, Strategievideospiel, PC-Spiel enthält.&#10;&#10;Automatisch generierte Beschreibung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550"/>
                    <a:stretch/>
                  </pic:blipFill>
                  <pic:spPr bwMode="auto">
                    <a:xfrm>
                      <a:off x="0" y="0"/>
                      <a:ext cx="2726055" cy="17411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FC48D5" w:rsidRPr="004F1079">
        <w:t xml:space="preserve">Das Weingut Koegler in Eltville (Kirchgasse 5) möchte im Haus der Eigentümerfamilie (vier Personen; 140m² beheizte Fläche; Altbau) den Anteil erneuerbarer Energien beim Heizungs- und Warmwassersystem erhöhen. Es möchte die Südausrichtung des Gebäudes (170°) nutzen und denkt über den Einsatz einer Solarthermie-Anlage nach. Auf dem Dach </w:t>
      </w:r>
      <w:r w:rsidR="00FC48D5" w:rsidRPr="004F1079">
        <w:rPr>
          <w:rFonts w:eastAsiaTheme="minorHAnsi" w:cstheme="minorBidi"/>
          <w:bCs w:val="0"/>
          <w:color w:val="auto"/>
        </w:rPr>
        <w:t>stehen für ein solches System ca. 10m² zur Verfügung. Die Dachneigung beträgt 35°. Es ist ein moderner Gasbrennwertkessel als Hauptwärmeerzeuger vorhanden. Ein neues Speichersystem</w:t>
      </w:r>
      <w:r w:rsidR="00FC48D5" w:rsidRPr="004F1079">
        <w:t xml:space="preserve"> (Trinkwasser- und Heizungspufferspeicher) muss für den Einsatz der Solarthermieanlage beschafft und installiert werden.</w:t>
      </w:r>
    </w:p>
    <w:p w14:paraId="32046EA6" w14:textId="77777777" w:rsidR="00FC48D5" w:rsidRDefault="00FC48D5" w:rsidP="00E41F33">
      <w:pPr>
        <w:pStyle w:val="1energizeBlocksatzschwarz10pt"/>
      </w:pPr>
      <w:r>
        <w:t xml:space="preserve">Die Kunden möchten von Dir wissen, mit welchem Ertrag sie bei unterschiedlichen Systemen (Kollektoren, Speichergröße, …) rechnen können. Ziel der Familie ist ein </w:t>
      </w:r>
      <w:r w:rsidRPr="006E26CC">
        <w:rPr>
          <w:u w:val="single"/>
        </w:rPr>
        <w:t>maximaler Anteil an erneuerbarer Energie</w:t>
      </w:r>
      <w:r>
        <w:rPr>
          <w:u w:val="single"/>
        </w:rPr>
        <w:t xml:space="preserve"> (solare Deckung)</w:t>
      </w:r>
      <w:r>
        <w:t>.</w:t>
      </w:r>
    </w:p>
    <w:p w14:paraId="35A48E7D" w14:textId="50071CE2" w:rsidR="005678D1" w:rsidRPr="000B2369" w:rsidRDefault="005678D1" w:rsidP="005678D1">
      <w:pPr>
        <w:jc w:val="both"/>
        <w:rPr>
          <w:b/>
          <w:bCs/>
        </w:rPr>
      </w:pPr>
      <w:r w:rsidRPr="000B2369">
        <w:rPr>
          <w:b/>
          <w:bCs/>
        </w:rPr>
        <w:t>Aufgabe 1:</w:t>
      </w:r>
    </w:p>
    <w:p w14:paraId="04FB251C" w14:textId="77777777" w:rsidR="005678D1" w:rsidRPr="001D522D" w:rsidRDefault="005678D1" w:rsidP="005678D1">
      <w:pPr>
        <w:jc w:val="both"/>
        <w:rPr>
          <w:sz w:val="20"/>
          <w:szCs w:val="20"/>
        </w:rPr>
      </w:pPr>
      <w:r w:rsidRPr="001D522D">
        <w:rPr>
          <w:sz w:val="20"/>
          <w:szCs w:val="20"/>
        </w:rPr>
        <w:t xml:space="preserve">Fasse deinen Auftrag in Stichworten zusammen. Notiere Dir ebenso die notwendigen Informationen aus der Beschreibung oben.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678D1" w14:paraId="31434596" w14:textId="77777777" w:rsidTr="000A503D">
        <w:tc>
          <w:tcPr>
            <w:tcW w:w="9062" w:type="dxa"/>
          </w:tcPr>
          <w:p w14:paraId="31CB5287" w14:textId="77777777" w:rsidR="005678D1" w:rsidRDefault="005678D1" w:rsidP="000A503D">
            <w:pPr>
              <w:pStyle w:val="TableCell"/>
              <w:rPr>
                <w:b/>
              </w:rPr>
            </w:pPr>
            <w:r w:rsidRPr="004C7ECC">
              <w:rPr>
                <w:b/>
              </w:rPr>
              <w:t>Auftrag:</w:t>
            </w:r>
          </w:p>
          <w:p w14:paraId="6029D716" w14:textId="77777777" w:rsidR="005678D1" w:rsidRDefault="005678D1" w:rsidP="000A503D">
            <w:pPr>
              <w:pStyle w:val="TableCell"/>
              <w:rPr>
                <w:b/>
              </w:rPr>
            </w:pPr>
          </w:p>
          <w:p w14:paraId="402D6339" w14:textId="77777777" w:rsidR="005678D1" w:rsidRDefault="005678D1" w:rsidP="000A503D">
            <w:pPr>
              <w:pStyle w:val="TableCell"/>
              <w:rPr>
                <w:b/>
              </w:rPr>
            </w:pPr>
          </w:p>
          <w:p w14:paraId="284461B1" w14:textId="77777777" w:rsidR="005678D1" w:rsidRDefault="005678D1" w:rsidP="000A503D">
            <w:pPr>
              <w:pStyle w:val="TableCell"/>
              <w:rPr>
                <w:b/>
              </w:rPr>
            </w:pPr>
          </w:p>
          <w:p w14:paraId="626490ED" w14:textId="77777777" w:rsidR="005678D1" w:rsidRDefault="005678D1" w:rsidP="000A503D">
            <w:pPr>
              <w:pStyle w:val="TableCell"/>
              <w:rPr>
                <w:b/>
              </w:rPr>
            </w:pPr>
          </w:p>
          <w:p w14:paraId="4718B4D4" w14:textId="77777777" w:rsidR="005678D1" w:rsidRDefault="005678D1" w:rsidP="000A503D">
            <w:pPr>
              <w:pStyle w:val="TableCell"/>
              <w:rPr>
                <w:b/>
              </w:rPr>
            </w:pPr>
          </w:p>
          <w:p w14:paraId="19DE15F7" w14:textId="77777777" w:rsidR="005678D1" w:rsidRDefault="005678D1" w:rsidP="000A503D">
            <w:pPr>
              <w:pStyle w:val="TableCell"/>
              <w:rPr>
                <w:b/>
              </w:rPr>
            </w:pPr>
          </w:p>
          <w:p w14:paraId="77FD5C40" w14:textId="77777777" w:rsidR="005678D1" w:rsidRDefault="005678D1" w:rsidP="000A503D">
            <w:pPr>
              <w:pStyle w:val="TableCell"/>
              <w:rPr>
                <w:b/>
              </w:rPr>
            </w:pPr>
          </w:p>
          <w:p w14:paraId="4DC8F3F1" w14:textId="77777777" w:rsidR="005678D1" w:rsidRPr="004C7ECC" w:rsidRDefault="005678D1" w:rsidP="000A503D">
            <w:pPr>
              <w:pStyle w:val="TableCell"/>
              <w:rPr>
                <w:b/>
              </w:rPr>
            </w:pPr>
          </w:p>
        </w:tc>
      </w:tr>
    </w:tbl>
    <w:p w14:paraId="7CD14795" w14:textId="77777777" w:rsidR="005678D1" w:rsidRDefault="005678D1" w:rsidP="005678D1">
      <w:pPr>
        <w:jc w:val="both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678D1" w14:paraId="0CE96810" w14:textId="77777777" w:rsidTr="000A503D">
        <w:tc>
          <w:tcPr>
            <w:tcW w:w="9062" w:type="dxa"/>
          </w:tcPr>
          <w:p w14:paraId="03B412E6" w14:textId="77777777" w:rsidR="005678D1" w:rsidRDefault="005678D1" w:rsidP="000A503D">
            <w:pPr>
              <w:pStyle w:val="TableCell"/>
              <w:rPr>
                <w:b/>
              </w:rPr>
            </w:pPr>
            <w:r>
              <w:rPr>
                <w:b/>
              </w:rPr>
              <w:t>Informationen</w:t>
            </w:r>
            <w:r w:rsidRPr="004C7ECC">
              <w:rPr>
                <w:b/>
              </w:rPr>
              <w:t>:</w:t>
            </w:r>
          </w:p>
          <w:p w14:paraId="2E45A718" w14:textId="77777777" w:rsidR="005678D1" w:rsidRDefault="005678D1" w:rsidP="000A503D">
            <w:pPr>
              <w:pStyle w:val="TableCell"/>
              <w:rPr>
                <w:b/>
              </w:rPr>
            </w:pPr>
          </w:p>
          <w:p w14:paraId="41281DA2" w14:textId="77777777" w:rsidR="005678D1" w:rsidRDefault="005678D1" w:rsidP="000A503D">
            <w:pPr>
              <w:pStyle w:val="TableCell"/>
              <w:rPr>
                <w:b/>
              </w:rPr>
            </w:pPr>
          </w:p>
          <w:p w14:paraId="3B05A87E" w14:textId="77777777" w:rsidR="005678D1" w:rsidRDefault="005678D1" w:rsidP="000A503D">
            <w:pPr>
              <w:pStyle w:val="TableCell"/>
              <w:rPr>
                <w:b/>
              </w:rPr>
            </w:pPr>
          </w:p>
          <w:p w14:paraId="631DBF0A" w14:textId="77777777" w:rsidR="005678D1" w:rsidRDefault="005678D1" w:rsidP="000A503D">
            <w:pPr>
              <w:pStyle w:val="TableCell"/>
              <w:rPr>
                <w:b/>
              </w:rPr>
            </w:pPr>
          </w:p>
          <w:p w14:paraId="0736D79A" w14:textId="77777777" w:rsidR="005678D1" w:rsidRDefault="005678D1" w:rsidP="000A503D">
            <w:pPr>
              <w:pStyle w:val="TableCell"/>
              <w:rPr>
                <w:b/>
              </w:rPr>
            </w:pPr>
          </w:p>
          <w:p w14:paraId="5DF9D0D0" w14:textId="77777777" w:rsidR="005678D1" w:rsidRDefault="005678D1" w:rsidP="000A503D">
            <w:pPr>
              <w:pStyle w:val="TableCell"/>
              <w:rPr>
                <w:b/>
              </w:rPr>
            </w:pPr>
          </w:p>
          <w:p w14:paraId="53CC994C" w14:textId="77777777" w:rsidR="005678D1" w:rsidRDefault="005678D1" w:rsidP="000A503D">
            <w:pPr>
              <w:pStyle w:val="TableCell"/>
              <w:rPr>
                <w:b/>
              </w:rPr>
            </w:pPr>
          </w:p>
          <w:p w14:paraId="6B21DB5D" w14:textId="77777777" w:rsidR="005678D1" w:rsidRPr="004C7ECC" w:rsidRDefault="005678D1" w:rsidP="000A503D">
            <w:pPr>
              <w:pStyle w:val="TableCell"/>
              <w:rPr>
                <w:b/>
              </w:rPr>
            </w:pPr>
          </w:p>
        </w:tc>
      </w:tr>
    </w:tbl>
    <w:p w14:paraId="7149E93A" w14:textId="24420CB9" w:rsidR="005678D1" w:rsidRPr="005678D1" w:rsidRDefault="001D522D" w:rsidP="005678D1">
      <w:pPr>
        <w:jc w:val="both"/>
        <w:rPr>
          <w:b/>
          <w:bCs/>
        </w:rPr>
      </w:pPr>
      <w:r w:rsidRPr="005678D1">
        <w:rPr>
          <w:rFonts w:cstheme="minorHAnsi"/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06C42BFF" wp14:editId="3D3B4F89">
            <wp:simplePos x="0" y="0"/>
            <wp:positionH relativeFrom="margin">
              <wp:posOffset>4510405</wp:posOffset>
            </wp:positionH>
            <wp:positionV relativeFrom="paragraph">
              <wp:posOffset>296122</wp:posOffset>
            </wp:positionV>
            <wp:extent cx="1431925" cy="1431925"/>
            <wp:effectExtent l="0" t="0" r="0" b="0"/>
            <wp:wrapSquare wrapText="bothSides"/>
            <wp:docPr id="144610218" name="Grafik 1" descr="Ein Bild, das Muster, Quadrat, Kunst, Symmetri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610218" name="Grafik 1" descr="Ein Bild, das Muster, Quadrat, Kunst, Symmetrie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925" cy="143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678D1" w:rsidRPr="005678D1">
        <w:rPr>
          <w:b/>
          <w:bCs/>
        </w:rPr>
        <w:t>Aufgabe 2:</w:t>
      </w:r>
    </w:p>
    <w:p w14:paraId="3B8557D9" w14:textId="6A38AF54" w:rsidR="005678D1" w:rsidRDefault="005678D1" w:rsidP="005678D1">
      <w:pPr>
        <w:pStyle w:val="StandardWeb"/>
        <w:rPr>
          <w:rFonts w:ascii="Mulish" w:hAnsi="Mulish" w:cstheme="minorHAnsi"/>
          <w:sz w:val="20"/>
          <w:szCs w:val="20"/>
        </w:rPr>
      </w:pPr>
      <w:r w:rsidRPr="005678D1">
        <w:rPr>
          <w:rFonts w:ascii="Mulish" w:hAnsi="Mulish" w:cstheme="minorHAnsi"/>
          <w:sz w:val="20"/>
          <w:szCs w:val="20"/>
        </w:rPr>
        <w:t xml:space="preserve">Nutze folgendes Simulationsprogramm (vgl. QR-Code oder Link), um für den Kunden ein optimales Solarthermie-System zu finden. Gib in das Programm die relevanten Rahmenbedingungen ein. Teste verschiedene Varianten (Kollektoren, Speicher) aus, um einen maximalen Anteil erneuerbarer Energien (solare Deckung) zu erreichen. </w:t>
      </w:r>
    </w:p>
    <w:p w14:paraId="76D11FCC" w14:textId="22363FFC" w:rsidR="001D522D" w:rsidRPr="00F65FF3" w:rsidRDefault="004F1079" w:rsidP="001D522D">
      <w:pPr>
        <w:pStyle w:val="Beschriftung"/>
        <w:rPr>
          <w:rFonts w:ascii="Times New Roman" w:eastAsia="Times New Roman" w:hAnsi="Times New Roman" w:cs="Times New Roman"/>
          <w:noProof/>
        </w:rPr>
      </w:pPr>
      <w:r>
        <w:t>QR-Code:</w:t>
      </w:r>
      <w:r w:rsidR="001D522D">
        <w:t xml:space="preserve"> </w:t>
      </w:r>
      <w:hyperlink r:id="rId14" w:history="1">
        <w:r w:rsidR="001D522D">
          <w:rPr>
            <w:rStyle w:val="Hyperlink"/>
          </w:rPr>
          <w:t>T*SOL online | Kostenloser Solarthermie-Rechner (tsol.de)</w:t>
        </w:r>
      </w:hyperlink>
    </w:p>
    <w:p w14:paraId="310BC605" w14:textId="77777777" w:rsidR="004F1079" w:rsidRDefault="004F1079" w:rsidP="005678D1">
      <w:pPr>
        <w:jc w:val="both"/>
        <w:rPr>
          <w:sz w:val="20"/>
          <w:szCs w:val="20"/>
        </w:rPr>
      </w:pPr>
    </w:p>
    <w:p w14:paraId="54232F39" w14:textId="4752080D" w:rsidR="005678D1" w:rsidRPr="00806648" w:rsidRDefault="005678D1" w:rsidP="005678D1">
      <w:pPr>
        <w:jc w:val="both"/>
        <w:rPr>
          <w:sz w:val="20"/>
          <w:szCs w:val="20"/>
        </w:rPr>
      </w:pPr>
      <w:r w:rsidRPr="00806648">
        <w:rPr>
          <w:sz w:val="20"/>
          <w:szCs w:val="20"/>
        </w:rPr>
        <w:t>Wähle bei der Herstellerauswahl des Kollektors und des Speichers jeweils bitte „Standard“ aus.</w:t>
      </w:r>
    </w:p>
    <w:p w14:paraId="64D79298" w14:textId="77777777" w:rsidR="005678D1" w:rsidRPr="00806648" w:rsidRDefault="005678D1" w:rsidP="005678D1">
      <w:pPr>
        <w:jc w:val="both"/>
        <w:rPr>
          <w:sz w:val="20"/>
          <w:szCs w:val="20"/>
        </w:rPr>
      </w:pPr>
      <w:r w:rsidRPr="00806648">
        <w:rPr>
          <w:sz w:val="20"/>
          <w:szCs w:val="20"/>
        </w:rPr>
        <w:t>Ermittle folgende Größen:</w:t>
      </w:r>
    </w:p>
    <w:tbl>
      <w:tblPr>
        <w:tblStyle w:val="Tabellenraster"/>
        <w:tblW w:w="9067" w:type="dxa"/>
        <w:tblLook w:val="04A0" w:firstRow="1" w:lastRow="0" w:firstColumn="1" w:lastColumn="0" w:noHBand="0" w:noVBand="1"/>
      </w:tblPr>
      <w:tblGrid>
        <w:gridCol w:w="7225"/>
        <w:gridCol w:w="1842"/>
      </w:tblGrid>
      <w:tr w:rsidR="005678D1" w14:paraId="62C90A88" w14:textId="77777777" w:rsidTr="000A503D">
        <w:trPr>
          <w:trHeight w:val="624"/>
        </w:trPr>
        <w:tc>
          <w:tcPr>
            <w:tcW w:w="7225" w:type="dxa"/>
            <w:vAlign w:val="center"/>
          </w:tcPr>
          <w:p w14:paraId="3D1FB8D8" w14:textId="77777777" w:rsidR="005678D1" w:rsidRPr="00806648" w:rsidRDefault="005678D1" w:rsidP="000A503D">
            <w:pPr>
              <w:pStyle w:val="TableCell"/>
              <w:ind w:left="31"/>
              <w:jc w:val="right"/>
              <w:rPr>
                <w:rFonts w:ascii="Mulish" w:hAnsi="Mulish" w:cstheme="minorHAnsi"/>
                <w:i/>
                <w:iCs/>
                <w:sz w:val="18"/>
                <w:szCs w:val="18"/>
              </w:rPr>
            </w:pPr>
            <w:r w:rsidRPr="00806648">
              <w:rPr>
                <w:rFonts w:ascii="Mulish" w:hAnsi="Mulish" w:cstheme="minorHAnsi"/>
                <w:i/>
                <w:iCs/>
                <w:sz w:val="18"/>
                <w:szCs w:val="18"/>
              </w:rPr>
              <w:t>Jahresheizwärmebedarf in kWh/a</w:t>
            </w:r>
          </w:p>
        </w:tc>
        <w:tc>
          <w:tcPr>
            <w:tcW w:w="1842" w:type="dxa"/>
          </w:tcPr>
          <w:p w14:paraId="05031854" w14:textId="77777777" w:rsidR="005678D1" w:rsidRPr="00863AE5" w:rsidRDefault="005678D1" w:rsidP="000A503D">
            <w:pPr>
              <w:pStyle w:val="TableCell"/>
              <w:ind w:left="31"/>
            </w:pPr>
          </w:p>
        </w:tc>
      </w:tr>
      <w:tr w:rsidR="005678D1" w14:paraId="51FE6CAD" w14:textId="77777777" w:rsidTr="000A503D">
        <w:trPr>
          <w:trHeight w:val="624"/>
        </w:trPr>
        <w:tc>
          <w:tcPr>
            <w:tcW w:w="7225" w:type="dxa"/>
            <w:vAlign w:val="center"/>
          </w:tcPr>
          <w:p w14:paraId="55A5F033" w14:textId="77777777" w:rsidR="005678D1" w:rsidRPr="00806648" w:rsidRDefault="005678D1" w:rsidP="000A503D">
            <w:pPr>
              <w:pStyle w:val="TableCell"/>
              <w:ind w:left="31"/>
              <w:jc w:val="right"/>
              <w:rPr>
                <w:rFonts w:ascii="Mulish" w:hAnsi="Mulish" w:cstheme="minorHAnsi"/>
                <w:i/>
                <w:iCs/>
                <w:sz w:val="18"/>
                <w:szCs w:val="18"/>
              </w:rPr>
            </w:pPr>
            <w:r w:rsidRPr="00806648">
              <w:rPr>
                <w:rFonts w:ascii="Mulish" w:hAnsi="Mulish" w:cstheme="minorHAnsi"/>
                <w:i/>
                <w:iCs/>
                <w:sz w:val="18"/>
                <w:szCs w:val="18"/>
              </w:rPr>
              <w:t>Spezifischer Jahresheizwärmebedarf in W/m²</w:t>
            </w:r>
          </w:p>
        </w:tc>
        <w:tc>
          <w:tcPr>
            <w:tcW w:w="1842" w:type="dxa"/>
          </w:tcPr>
          <w:p w14:paraId="59FCCAD6" w14:textId="77777777" w:rsidR="005678D1" w:rsidRPr="00017E52" w:rsidRDefault="005678D1" w:rsidP="000A503D">
            <w:pPr>
              <w:pStyle w:val="TableCell"/>
              <w:ind w:left="31"/>
            </w:pPr>
          </w:p>
        </w:tc>
      </w:tr>
      <w:tr w:rsidR="005678D1" w14:paraId="63462BA8" w14:textId="77777777" w:rsidTr="000A503D">
        <w:trPr>
          <w:trHeight w:val="624"/>
        </w:trPr>
        <w:tc>
          <w:tcPr>
            <w:tcW w:w="7225" w:type="dxa"/>
            <w:vAlign w:val="center"/>
          </w:tcPr>
          <w:p w14:paraId="289C0922" w14:textId="77777777" w:rsidR="005678D1" w:rsidRPr="00806648" w:rsidRDefault="005678D1" w:rsidP="000A503D">
            <w:pPr>
              <w:pStyle w:val="TableCell"/>
              <w:ind w:left="31"/>
              <w:jc w:val="right"/>
              <w:rPr>
                <w:rFonts w:ascii="Mulish" w:hAnsi="Mulish" w:cstheme="minorHAnsi"/>
                <w:i/>
                <w:iCs/>
                <w:sz w:val="18"/>
                <w:szCs w:val="18"/>
              </w:rPr>
            </w:pPr>
            <w:r w:rsidRPr="00806648">
              <w:rPr>
                <w:rFonts w:ascii="Mulish" w:hAnsi="Mulish" w:cstheme="minorHAnsi"/>
                <w:i/>
                <w:iCs/>
                <w:sz w:val="18"/>
                <w:szCs w:val="18"/>
              </w:rPr>
              <w:t>Jährliche globale Strahlung am Standort Eltville in kWh/m²:</w:t>
            </w:r>
          </w:p>
        </w:tc>
        <w:tc>
          <w:tcPr>
            <w:tcW w:w="1842" w:type="dxa"/>
          </w:tcPr>
          <w:p w14:paraId="0517207E" w14:textId="77777777" w:rsidR="005678D1" w:rsidRPr="00863AE5" w:rsidRDefault="005678D1" w:rsidP="000A503D">
            <w:pPr>
              <w:pStyle w:val="TableCell"/>
              <w:ind w:left="31"/>
            </w:pPr>
          </w:p>
        </w:tc>
      </w:tr>
      <w:tr w:rsidR="005678D1" w14:paraId="5DBE2BE5" w14:textId="77777777" w:rsidTr="000A503D">
        <w:trPr>
          <w:trHeight w:val="624"/>
        </w:trPr>
        <w:tc>
          <w:tcPr>
            <w:tcW w:w="7225" w:type="dxa"/>
            <w:vAlign w:val="center"/>
          </w:tcPr>
          <w:p w14:paraId="1605BA7A" w14:textId="77777777" w:rsidR="005678D1" w:rsidRPr="00806648" w:rsidRDefault="005678D1" w:rsidP="000A503D">
            <w:pPr>
              <w:pStyle w:val="TableCell"/>
              <w:ind w:left="31"/>
              <w:jc w:val="right"/>
              <w:rPr>
                <w:rFonts w:ascii="Mulish" w:hAnsi="Mulish" w:cstheme="minorHAnsi"/>
                <w:i/>
                <w:iCs/>
                <w:sz w:val="18"/>
                <w:szCs w:val="18"/>
              </w:rPr>
            </w:pPr>
            <w:r w:rsidRPr="00806648">
              <w:rPr>
                <w:rFonts w:ascii="Mulish" w:hAnsi="Mulish" w:cstheme="minorHAnsi"/>
                <w:i/>
                <w:iCs/>
                <w:sz w:val="18"/>
                <w:szCs w:val="18"/>
              </w:rPr>
              <w:t>Einstrahlung in kWh:</w:t>
            </w:r>
          </w:p>
        </w:tc>
        <w:tc>
          <w:tcPr>
            <w:tcW w:w="1842" w:type="dxa"/>
          </w:tcPr>
          <w:p w14:paraId="74CFAA1E" w14:textId="77777777" w:rsidR="005678D1" w:rsidRPr="00863AE5" w:rsidRDefault="005678D1" w:rsidP="000A503D">
            <w:pPr>
              <w:pStyle w:val="TableCell"/>
              <w:ind w:left="31"/>
            </w:pPr>
          </w:p>
        </w:tc>
      </w:tr>
      <w:tr w:rsidR="005678D1" w14:paraId="08D227BB" w14:textId="77777777" w:rsidTr="000A503D">
        <w:trPr>
          <w:trHeight w:val="624"/>
        </w:trPr>
        <w:tc>
          <w:tcPr>
            <w:tcW w:w="7225" w:type="dxa"/>
            <w:vAlign w:val="center"/>
          </w:tcPr>
          <w:p w14:paraId="63A6D8B7" w14:textId="77777777" w:rsidR="005678D1" w:rsidRPr="00806648" w:rsidRDefault="005678D1" w:rsidP="000A503D">
            <w:pPr>
              <w:pStyle w:val="TableCell"/>
              <w:ind w:left="31"/>
              <w:jc w:val="right"/>
              <w:rPr>
                <w:rFonts w:ascii="Mulish" w:hAnsi="Mulish" w:cstheme="minorHAnsi"/>
                <w:i/>
                <w:iCs/>
                <w:sz w:val="18"/>
                <w:szCs w:val="18"/>
              </w:rPr>
            </w:pPr>
            <w:r w:rsidRPr="00806648">
              <w:rPr>
                <w:rFonts w:ascii="Mulish" w:hAnsi="Mulish" w:cstheme="minorHAnsi"/>
                <w:i/>
                <w:iCs/>
                <w:sz w:val="18"/>
                <w:szCs w:val="18"/>
              </w:rPr>
              <w:t>Solarertrag in kWh:</w:t>
            </w:r>
          </w:p>
        </w:tc>
        <w:tc>
          <w:tcPr>
            <w:tcW w:w="1842" w:type="dxa"/>
          </w:tcPr>
          <w:p w14:paraId="12D4CD3C" w14:textId="77777777" w:rsidR="005678D1" w:rsidRPr="00863AE5" w:rsidRDefault="005678D1" w:rsidP="000A503D">
            <w:pPr>
              <w:pStyle w:val="TableCell"/>
              <w:ind w:left="31"/>
            </w:pPr>
          </w:p>
        </w:tc>
      </w:tr>
      <w:tr w:rsidR="005678D1" w14:paraId="62DE1813" w14:textId="77777777" w:rsidTr="000A503D">
        <w:trPr>
          <w:trHeight w:val="624"/>
        </w:trPr>
        <w:tc>
          <w:tcPr>
            <w:tcW w:w="7225" w:type="dxa"/>
            <w:vAlign w:val="center"/>
          </w:tcPr>
          <w:p w14:paraId="014AD581" w14:textId="77777777" w:rsidR="005678D1" w:rsidRPr="00806648" w:rsidRDefault="005678D1" w:rsidP="000A503D">
            <w:pPr>
              <w:pStyle w:val="TableCell"/>
              <w:ind w:left="31"/>
              <w:jc w:val="right"/>
              <w:rPr>
                <w:rFonts w:ascii="Mulish" w:hAnsi="Mulish" w:cstheme="minorHAnsi"/>
                <w:i/>
                <w:iCs/>
                <w:sz w:val="18"/>
                <w:szCs w:val="18"/>
              </w:rPr>
            </w:pPr>
            <w:r w:rsidRPr="00806648">
              <w:rPr>
                <w:rFonts w:ascii="Mulish" w:hAnsi="Mulish" w:cstheme="minorHAnsi"/>
                <w:i/>
                <w:iCs/>
                <w:sz w:val="18"/>
                <w:szCs w:val="18"/>
              </w:rPr>
              <w:t>Anteil (Solare Deckung) in %:</w:t>
            </w:r>
          </w:p>
        </w:tc>
        <w:tc>
          <w:tcPr>
            <w:tcW w:w="1842" w:type="dxa"/>
          </w:tcPr>
          <w:p w14:paraId="2EED5B8E" w14:textId="77777777" w:rsidR="005678D1" w:rsidRPr="00863AE5" w:rsidRDefault="005678D1" w:rsidP="000A503D">
            <w:pPr>
              <w:pStyle w:val="TableCell"/>
              <w:ind w:left="31"/>
            </w:pPr>
          </w:p>
        </w:tc>
      </w:tr>
      <w:tr w:rsidR="005678D1" w14:paraId="4F8871FB" w14:textId="77777777" w:rsidTr="000A503D">
        <w:trPr>
          <w:trHeight w:val="624"/>
        </w:trPr>
        <w:tc>
          <w:tcPr>
            <w:tcW w:w="7225" w:type="dxa"/>
            <w:vAlign w:val="center"/>
          </w:tcPr>
          <w:p w14:paraId="7D4E6CCC" w14:textId="77777777" w:rsidR="005678D1" w:rsidRPr="00806648" w:rsidRDefault="005678D1" w:rsidP="000A503D">
            <w:pPr>
              <w:pStyle w:val="TableCell"/>
              <w:ind w:left="31"/>
              <w:jc w:val="right"/>
              <w:rPr>
                <w:rFonts w:ascii="Mulish" w:hAnsi="Mulish" w:cstheme="minorHAnsi"/>
                <w:i/>
                <w:iCs/>
                <w:sz w:val="18"/>
                <w:szCs w:val="18"/>
              </w:rPr>
            </w:pPr>
            <w:r w:rsidRPr="00806648">
              <w:rPr>
                <w:rFonts w:ascii="Mulish" w:hAnsi="Mulish" w:cstheme="minorHAnsi"/>
                <w:i/>
                <w:iCs/>
                <w:sz w:val="18"/>
                <w:szCs w:val="18"/>
              </w:rPr>
              <w:t>Abgegeben Energie Kessel in kWh:</w:t>
            </w:r>
          </w:p>
        </w:tc>
        <w:tc>
          <w:tcPr>
            <w:tcW w:w="1842" w:type="dxa"/>
          </w:tcPr>
          <w:p w14:paraId="44B0D92D" w14:textId="77777777" w:rsidR="005678D1" w:rsidRPr="00161821" w:rsidRDefault="005678D1" w:rsidP="000A503D">
            <w:pPr>
              <w:pStyle w:val="TableCell"/>
              <w:ind w:left="31"/>
            </w:pPr>
          </w:p>
        </w:tc>
      </w:tr>
      <w:tr w:rsidR="005678D1" w14:paraId="0AC8EA85" w14:textId="77777777" w:rsidTr="000A503D">
        <w:trPr>
          <w:trHeight w:val="624"/>
        </w:trPr>
        <w:tc>
          <w:tcPr>
            <w:tcW w:w="7225" w:type="dxa"/>
            <w:vAlign w:val="center"/>
          </w:tcPr>
          <w:p w14:paraId="408993D5" w14:textId="77777777" w:rsidR="005678D1" w:rsidRPr="00806648" w:rsidRDefault="005678D1" w:rsidP="000A503D">
            <w:pPr>
              <w:pStyle w:val="TableCell"/>
              <w:ind w:left="31"/>
              <w:jc w:val="right"/>
              <w:rPr>
                <w:rFonts w:ascii="Mulish" w:hAnsi="Mulish" w:cstheme="minorHAnsi"/>
                <w:i/>
                <w:iCs/>
                <w:sz w:val="18"/>
                <w:szCs w:val="18"/>
              </w:rPr>
            </w:pPr>
            <w:r w:rsidRPr="00806648">
              <w:rPr>
                <w:rFonts w:ascii="Mulish" w:hAnsi="Mulish" w:cstheme="minorHAnsi"/>
                <w:i/>
                <w:iCs/>
                <w:sz w:val="18"/>
                <w:szCs w:val="18"/>
              </w:rPr>
              <w:t>Anteil Kessel in %:</w:t>
            </w:r>
          </w:p>
        </w:tc>
        <w:tc>
          <w:tcPr>
            <w:tcW w:w="1842" w:type="dxa"/>
          </w:tcPr>
          <w:p w14:paraId="78F93090" w14:textId="77777777" w:rsidR="005678D1" w:rsidRPr="00161821" w:rsidRDefault="005678D1" w:rsidP="000A503D">
            <w:pPr>
              <w:pStyle w:val="TableCell"/>
              <w:ind w:left="31"/>
            </w:pPr>
          </w:p>
        </w:tc>
      </w:tr>
    </w:tbl>
    <w:p w14:paraId="58D99A80" w14:textId="77777777" w:rsidR="005678D1" w:rsidRDefault="005678D1" w:rsidP="005678D1">
      <w:pPr>
        <w:jc w:val="both"/>
      </w:pPr>
    </w:p>
    <w:p w14:paraId="2F090475" w14:textId="77777777" w:rsidR="005678D1" w:rsidRPr="00806648" w:rsidRDefault="005678D1" w:rsidP="005678D1">
      <w:pPr>
        <w:jc w:val="both"/>
        <w:rPr>
          <w:b/>
          <w:bCs/>
          <w:sz w:val="20"/>
          <w:szCs w:val="20"/>
        </w:rPr>
      </w:pPr>
      <w:r w:rsidRPr="00806648">
        <w:rPr>
          <w:b/>
          <w:bCs/>
          <w:sz w:val="20"/>
          <w:szCs w:val="20"/>
        </w:rPr>
        <w:t>Aufgabe 3:</w:t>
      </w:r>
    </w:p>
    <w:p w14:paraId="07FCBBD2" w14:textId="77777777" w:rsidR="005678D1" w:rsidRPr="00806648" w:rsidRDefault="005678D1" w:rsidP="005678D1">
      <w:pPr>
        <w:jc w:val="both"/>
        <w:rPr>
          <w:sz w:val="20"/>
          <w:szCs w:val="20"/>
        </w:rPr>
      </w:pPr>
      <w:r w:rsidRPr="00806648">
        <w:rPr>
          <w:sz w:val="20"/>
          <w:szCs w:val="20"/>
        </w:rPr>
        <w:t>Beantworte zudem folgende Fragen bzw. erledige folgende Aufgaben:</w:t>
      </w:r>
    </w:p>
    <w:p w14:paraId="05BE2D6D" w14:textId="77777777" w:rsidR="005678D1" w:rsidRPr="00806648" w:rsidRDefault="005678D1" w:rsidP="005678D1">
      <w:pPr>
        <w:pStyle w:val="Listenabsatz"/>
        <w:numPr>
          <w:ilvl w:val="0"/>
          <w:numId w:val="27"/>
        </w:numPr>
        <w:spacing w:after="200" w:line="276" w:lineRule="auto"/>
        <w:ind w:left="426"/>
        <w:contextualSpacing/>
        <w:jc w:val="both"/>
        <w:rPr>
          <w:sz w:val="20"/>
          <w:szCs w:val="20"/>
        </w:rPr>
      </w:pPr>
      <w:r w:rsidRPr="00806648">
        <w:rPr>
          <w:sz w:val="20"/>
          <w:szCs w:val="20"/>
        </w:rPr>
        <w:t xml:space="preserve">Wie kommt der große Unterschied zwischen der Einstrahlung und dem Solarertrag zustande? </w:t>
      </w:r>
    </w:p>
    <w:p w14:paraId="6BE162AC" w14:textId="77777777" w:rsidR="005678D1" w:rsidRPr="00806648" w:rsidRDefault="005678D1" w:rsidP="005678D1">
      <w:pPr>
        <w:pStyle w:val="Listenabsatz"/>
        <w:numPr>
          <w:ilvl w:val="0"/>
          <w:numId w:val="27"/>
        </w:numPr>
        <w:spacing w:after="200" w:line="276" w:lineRule="auto"/>
        <w:ind w:left="426"/>
        <w:contextualSpacing/>
        <w:jc w:val="both"/>
        <w:rPr>
          <w:sz w:val="20"/>
          <w:szCs w:val="20"/>
        </w:rPr>
      </w:pPr>
      <w:r w:rsidRPr="00806648">
        <w:rPr>
          <w:sz w:val="20"/>
          <w:szCs w:val="20"/>
        </w:rPr>
        <w:t>Wie unterscheiden sich die Solarerträge von Röhren- und Flachkollektoren?</w:t>
      </w:r>
    </w:p>
    <w:p w14:paraId="4093438A" w14:textId="77777777" w:rsidR="005678D1" w:rsidRPr="00806648" w:rsidRDefault="005678D1" w:rsidP="005678D1">
      <w:pPr>
        <w:pStyle w:val="Listenabsatz"/>
        <w:numPr>
          <w:ilvl w:val="0"/>
          <w:numId w:val="27"/>
        </w:numPr>
        <w:spacing w:after="200" w:line="276" w:lineRule="auto"/>
        <w:ind w:left="426"/>
        <w:contextualSpacing/>
        <w:jc w:val="both"/>
        <w:rPr>
          <w:sz w:val="20"/>
          <w:szCs w:val="20"/>
        </w:rPr>
      </w:pPr>
      <w:r w:rsidRPr="00806648">
        <w:rPr>
          <w:sz w:val="20"/>
          <w:szCs w:val="20"/>
        </w:rPr>
        <w:t>Welchen Einfluss haben verschiedene Solarkollektoren auf die solare Deckung?</w:t>
      </w:r>
    </w:p>
    <w:p w14:paraId="6C92E411" w14:textId="77777777" w:rsidR="005678D1" w:rsidRPr="00806648" w:rsidRDefault="005678D1" w:rsidP="005678D1">
      <w:pPr>
        <w:pStyle w:val="Listenabsatz"/>
        <w:numPr>
          <w:ilvl w:val="0"/>
          <w:numId w:val="27"/>
        </w:numPr>
        <w:spacing w:after="200" w:line="276" w:lineRule="auto"/>
        <w:ind w:left="426"/>
        <w:contextualSpacing/>
        <w:jc w:val="both"/>
        <w:rPr>
          <w:sz w:val="20"/>
          <w:szCs w:val="20"/>
        </w:rPr>
      </w:pPr>
      <w:r w:rsidRPr="00806648">
        <w:rPr>
          <w:sz w:val="20"/>
          <w:szCs w:val="20"/>
        </w:rPr>
        <w:t>Welchen Einfluss haben verschiedene Speichergrößen (Heizungspuffer) auf die solare Deckung?</w:t>
      </w:r>
    </w:p>
    <w:p w14:paraId="5A443F55" w14:textId="77777777" w:rsidR="005678D1" w:rsidRPr="00806648" w:rsidRDefault="005678D1" w:rsidP="005678D1">
      <w:pPr>
        <w:pStyle w:val="Listenabsatz"/>
        <w:numPr>
          <w:ilvl w:val="0"/>
          <w:numId w:val="27"/>
        </w:numPr>
        <w:spacing w:after="200" w:line="276" w:lineRule="auto"/>
        <w:ind w:left="426"/>
        <w:contextualSpacing/>
        <w:jc w:val="both"/>
        <w:rPr>
          <w:sz w:val="20"/>
          <w:szCs w:val="20"/>
        </w:rPr>
      </w:pPr>
      <w:r w:rsidRPr="00806648">
        <w:rPr>
          <w:sz w:val="20"/>
          <w:szCs w:val="20"/>
        </w:rPr>
        <w:t xml:space="preserve">Verändere die Eckdaten des Hauses (Ausrichtung und Neigung des Daches; Wohnfläche; Dämmstandard), um zu testen, ob eine noch höhere solare Deckung erreicht werden kann. </w:t>
      </w:r>
    </w:p>
    <w:p w14:paraId="073E9419" w14:textId="77777777" w:rsidR="005678D1" w:rsidRPr="00806648" w:rsidRDefault="005678D1" w:rsidP="005678D1">
      <w:pPr>
        <w:pStyle w:val="Listenabsatz"/>
        <w:numPr>
          <w:ilvl w:val="0"/>
          <w:numId w:val="27"/>
        </w:numPr>
        <w:spacing w:after="200" w:line="276" w:lineRule="auto"/>
        <w:ind w:left="426"/>
        <w:contextualSpacing/>
        <w:jc w:val="both"/>
        <w:rPr>
          <w:sz w:val="20"/>
          <w:szCs w:val="20"/>
        </w:rPr>
      </w:pPr>
      <w:r w:rsidRPr="00806648">
        <w:rPr>
          <w:sz w:val="20"/>
          <w:szCs w:val="20"/>
        </w:rPr>
        <w:t>Welche solare Deckung erreicht ihr maximal?</w:t>
      </w:r>
    </w:p>
    <w:p w14:paraId="155A7E83" w14:textId="10C34E42" w:rsidR="00216369" w:rsidRPr="00806648" w:rsidRDefault="00216369" w:rsidP="00FC48D5">
      <w:pPr>
        <w:rPr>
          <w:sz w:val="20"/>
          <w:szCs w:val="20"/>
        </w:rPr>
      </w:pPr>
    </w:p>
    <w:sectPr w:rsidR="00216369" w:rsidRPr="00806648" w:rsidSect="009825DB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134" w:right="1134" w:bottom="1134" w:left="1134" w:header="567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306D8D" w14:textId="77777777" w:rsidR="00251D20" w:rsidRDefault="00251D20" w:rsidP="009057CB">
      <w:r>
        <w:separator/>
      </w:r>
    </w:p>
  </w:endnote>
  <w:endnote w:type="continuationSeparator" w:id="0">
    <w:p w14:paraId="5697BF6B" w14:textId="77777777" w:rsidR="00251D20" w:rsidRDefault="00251D20" w:rsidP="009057CB">
      <w:r>
        <w:continuationSeparator/>
      </w:r>
    </w:p>
  </w:endnote>
  <w:endnote w:type="continuationNotice" w:id="1">
    <w:p w14:paraId="483F9BEA" w14:textId="77777777" w:rsidR="00251D20" w:rsidRDefault="00251D2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Mulish">
    <w:altName w:val="Calibri"/>
    <w:charset w:val="00"/>
    <w:family w:val="auto"/>
    <w:pitch w:val="variable"/>
    <w:sig w:usb0="A00002FF" w:usb1="5000204B" w:usb2="00000000" w:usb3="00000000" w:csb0="00000197" w:csb1="00000000"/>
  </w:font>
  <w:font w:name="Auto 3 Regular">
    <w:altName w:val="Calibri"/>
    <w:charset w:val="4D"/>
    <w:family w:val="swiss"/>
    <w:pitch w:val="variable"/>
    <w:sig w:usb0="800000AF" w:usb1="4000204A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buntu Medium">
    <w:charset w:val="00"/>
    <w:family w:val="swiss"/>
    <w:pitch w:val="variable"/>
    <w:sig w:usb0="E00002FF" w:usb1="5000205B" w:usb2="00000000" w:usb3="00000000" w:csb0="0000009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Geogrotesque Rg">
    <w:altName w:val="Calibri"/>
    <w:panose1 w:val="00000000000000000000"/>
    <w:charset w:val="00"/>
    <w:family w:val="modern"/>
    <w:notTrueType/>
    <w:pitch w:val="variable"/>
    <w:sig w:usb0="A00000AF" w:usb1="4000204A" w:usb2="00000000" w:usb3="00000000" w:csb0="00000193" w:csb1="00000000"/>
  </w:font>
  <w:font w:name="Geogrotesque Regular">
    <w:charset w:val="4D"/>
    <w:family w:val="auto"/>
    <w:pitch w:val="variable"/>
    <w:sig w:usb0="A00000AF" w:usb1="4000204A" w:usb2="00000000" w:usb3="00000000" w:csb0="00000193" w:csb1="00000000"/>
  </w:font>
  <w:font w:name="MinionPro-Regular">
    <w:altName w:val="Cambria"/>
    <w:charset w:val="00"/>
    <w:family w:val="roman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buntu-Medium">
    <w:altName w:val="Ubuntu"/>
    <w:charset w:val="00"/>
    <w:family w:val="swiss"/>
    <w:pitch w:val="variable"/>
    <w:sig w:usb0="00000001" w:usb1="5000205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imes Bold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Mulish-ExtraLight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2674EF" w14:textId="6E1E9639" w:rsidR="00735097" w:rsidRDefault="00735097">
    <w:pPr>
      <w:pStyle w:val="Fuzeile"/>
    </w:pPr>
    <w:r>
      <w:rPr>
        <w:noProof/>
        <w14:ligatures w14:val="none"/>
      </w:rPr>
      <w:drawing>
        <wp:anchor distT="0" distB="0" distL="114300" distR="114300" simplePos="0" relativeHeight="251660288" behindDoc="0" locked="0" layoutInCell="1" allowOverlap="1" wp14:anchorId="4B21D34D" wp14:editId="3936F97B">
          <wp:simplePos x="0" y="0"/>
          <wp:positionH relativeFrom="margin">
            <wp:posOffset>5278120</wp:posOffset>
          </wp:positionH>
          <wp:positionV relativeFrom="paragraph">
            <wp:posOffset>0</wp:posOffset>
          </wp:positionV>
          <wp:extent cx="845820" cy="502920"/>
          <wp:effectExtent l="0" t="0" r="0" b="0"/>
          <wp:wrapNone/>
          <wp:docPr id="1331824531" name="Grafik 3" descr="Ein Bild, das Text, Grafiken, Schrift, Grafik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1072181" name="Grafik 3" descr="Ein Bild, das Text, Grafiken, Schrift, Grafikdesig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5820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14:ligatures w14:val="none"/>
      </w:rPr>
      <w:drawing>
        <wp:anchor distT="0" distB="0" distL="114300" distR="114300" simplePos="0" relativeHeight="251662336" behindDoc="1" locked="0" layoutInCell="1" allowOverlap="1" wp14:anchorId="78375AE4" wp14:editId="28F0CEB7">
          <wp:simplePos x="0" y="0"/>
          <wp:positionH relativeFrom="column">
            <wp:posOffset>3436620</wp:posOffset>
          </wp:positionH>
          <wp:positionV relativeFrom="paragraph">
            <wp:posOffset>58420</wp:posOffset>
          </wp:positionV>
          <wp:extent cx="1264920" cy="444500"/>
          <wp:effectExtent l="0" t="0" r="0" b="0"/>
          <wp:wrapNone/>
          <wp:docPr id="696161225" name="Grafik 2" descr="Ein Bild, das Text, Schrift, Screenshot, Symbol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49744007" name="Grafik 2" descr="Ein Bild, das Text, Schrift, Screenshot, Symbol enthält.&#10;&#10;Automatisch generierte Beschreibu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4920" cy="444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14:ligatures w14:val="none"/>
      </w:rPr>
      <w:drawing>
        <wp:anchor distT="0" distB="0" distL="114300" distR="114300" simplePos="0" relativeHeight="251664384" behindDoc="1" locked="0" layoutInCell="1" allowOverlap="1" wp14:anchorId="615ADA95" wp14:editId="081BAE0D">
          <wp:simplePos x="0" y="0"/>
          <wp:positionH relativeFrom="column">
            <wp:posOffset>1394460</wp:posOffset>
          </wp:positionH>
          <wp:positionV relativeFrom="paragraph">
            <wp:posOffset>210820</wp:posOffset>
          </wp:positionV>
          <wp:extent cx="1447800" cy="212090"/>
          <wp:effectExtent l="0" t="0" r="0" b="0"/>
          <wp:wrapNone/>
          <wp:docPr id="455108860" name="Grafik 1" descr="Ein Bild, das Schrift, Grafiken, Grafikdesign, Logo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7699459" name="Grafik 1" descr="Ein Bild, das Schrift, Grafiken, Grafikdesign, Logo enthält.&#10;&#10;Automatisch generierte Beschreibu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7800" cy="2120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F3A0F6" w14:textId="0514A2A8" w:rsidR="00735097" w:rsidRPr="00141A1D" w:rsidRDefault="00141A1D">
    <w:pPr>
      <w:pStyle w:val="Fuzeile"/>
      <w:rPr>
        <w:sz w:val="24"/>
        <w:szCs w:val="24"/>
      </w:rPr>
    </w:pPr>
    <w:r w:rsidRPr="00DB17BD">
      <w:rPr>
        <w:rFonts w:ascii="Mulish-ExtraLight" w:hAnsi="Mulish-ExtraLight"/>
        <w:color w:val="0153A0"/>
        <w:sz w:val="14"/>
        <w:szCs w:val="14"/>
      </w:rPr>
      <w:t>Arbeitsmaterial für Berufsschülerinnen und -schüler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CABE69" w14:textId="77777777" w:rsidR="000914E5" w:rsidRDefault="0018469C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4144" behindDoc="0" locked="1" layoutInCell="1" allowOverlap="1" wp14:anchorId="078B9ED4" wp14:editId="7DE2A0D4">
              <wp:simplePos x="0" y="0"/>
              <wp:positionH relativeFrom="page">
                <wp:posOffset>5041900</wp:posOffset>
              </wp:positionH>
              <wp:positionV relativeFrom="page">
                <wp:posOffset>10117455</wp:posOffset>
              </wp:positionV>
              <wp:extent cx="1800225" cy="15875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800225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B31818" w14:textId="77777777" w:rsidR="000914E5" w:rsidRPr="0001699D" w:rsidRDefault="000914E5" w:rsidP="000914E5">
                          <w:pPr>
                            <w:pStyle w:val="xSeitenzahl"/>
                          </w:pPr>
                          <w:r w:rsidRPr="0001699D">
                            <w:t xml:space="preserve">Seite </w:t>
                          </w:r>
                          <w:r w:rsidRPr="0001699D">
                            <w:fldChar w:fldCharType="begin"/>
                          </w:r>
                          <w:r w:rsidRPr="0001699D">
                            <w:instrText>PAGE  \* Arabic  \* MERGEFORMAT</w:instrText>
                          </w:r>
                          <w:r w:rsidRPr="0001699D"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 w:rsidRPr="0001699D">
                            <w:fldChar w:fldCharType="end"/>
                          </w:r>
                          <w:r w:rsidRPr="0001699D">
                            <w:t xml:space="preserve"> von </w:t>
                          </w:r>
                          <w:fldSimple w:instr="NUMPAGES  \* Arabic  \* MERGEFORMAT">
                            <w:r w:rsidR="00216C26">
                              <w:rPr>
                                <w:noProof/>
                              </w:rPr>
                              <w:t>2</w:t>
                            </w:r>
                          </w:fldSimple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8B9ED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397pt;margin-top:796.65pt;width:141.75pt;height:12.5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" filled="f" stroked="f">
              <v:path arrowok="t"/>
              <v:textbox inset="0,0,0,0">
                <w:txbxContent>
                  <w:p w14:paraId="73B31818" w14:textId="77777777" w:rsidR="000914E5" w:rsidRPr="0001699D" w:rsidRDefault="000914E5" w:rsidP="000914E5">
                    <w:pPr>
                      <w:pStyle w:val="xSeitenzahl"/>
                    </w:pPr>
                    <w:r w:rsidRPr="0001699D">
                      <w:t xml:space="preserve">Seite </w:t>
                    </w:r>
                    <w:r w:rsidRPr="0001699D">
                      <w:fldChar w:fldCharType="begin"/>
                    </w:r>
                    <w:r w:rsidRPr="0001699D">
                      <w:instrText>PAGE  \* Arabic  \* MERGEFORMAT</w:instrText>
                    </w:r>
                    <w:r w:rsidRPr="0001699D"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 w:rsidRPr="0001699D">
                      <w:fldChar w:fldCharType="end"/>
                    </w:r>
                    <w:r w:rsidRPr="0001699D">
                      <w:t xml:space="preserve"> von </w:t>
                    </w:r>
                    <w:fldSimple w:instr="NUMPAGES  \* Arabic  \* MERGEFORMAT">
                      <w:r w:rsidR="00216C26">
                        <w:rPr>
                          <w:noProof/>
                        </w:rPr>
                        <w:t>2</w:t>
                      </w:r>
                    </w:fldSimple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0914E5" w:rsidRPr="00CF7F0D">
      <w:t>www.medienblau.de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19CB8B" w14:textId="77777777" w:rsidR="00251D20" w:rsidRDefault="00251D20" w:rsidP="009057CB">
      <w:r>
        <w:separator/>
      </w:r>
    </w:p>
  </w:footnote>
  <w:footnote w:type="continuationSeparator" w:id="0">
    <w:p w14:paraId="183E7C7A" w14:textId="77777777" w:rsidR="00251D20" w:rsidRDefault="00251D20" w:rsidP="009057CB">
      <w:r>
        <w:continuationSeparator/>
      </w:r>
    </w:p>
  </w:footnote>
  <w:footnote w:type="continuationNotice" w:id="1">
    <w:p w14:paraId="3EC83D95" w14:textId="77777777" w:rsidR="00251D20" w:rsidRDefault="00251D20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CC4746" w14:textId="5B24C81E" w:rsidR="002D5958" w:rsidRDefault="002D5958" w:rsidP="002D5958">
    <w:pPr>
      <w:pStyle w:val="Kopfzeile"/>
      <w:jc w:val="right"/>
      <w:rPr>
        <w:sz w:val="16"/>
        <w:szCs w:val="16"/>
      </w:rPr>
    </w:pPr>
    <w:r>
      <w:rPr>
        <w:noProof/>
        <w14:ligatures w14:val="non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6C46843" wp14:editId="6E238624">
              <wp:simplePos x="0" y="0"/>
              <wp:positionH relativeFrom="margin">
                <wp:posOffset>0</wp:posOffset>
              </wp:positionH>
              <wp:positionV relativeFrom="paragraph">
                <wp:posOffset>-358775</wp:posOffset>
              </wp:positionV>
              <wp:extent cx="358140" cy="1150620"/>
              <wp:effectExtent l="0" t="0" r="3810" b="0"/>
              <wp:wrapSquare wrapText="bothSides"/>
              <wp:docPr id="996776834" name="Rechteck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58140" cy="1150620"/>
                      </a:xfrm>
                      <a:prstGeom prst="rect">
                        <a:avLst/>
                      </a:prstGeom>
                      <a:solidFill>
                        <a:schemeClr val="accent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B55484F" w14:textId="77777777" w:rsidR="002D5958" w:rsidRDefault="002D5958" w:rsidP="002D5958">
                          <w:pPr>
                            <w:jc w:val="center"/>
                          </w:pPr>
                        </w:p>
                        <w:p w14:paraId="71C3F6BB" w14:textId="77777777" w:rsidR="002D5958" w:rsidRDefault="002D5958" w:rsidP="002D5958">
                          <w:pPr>
                            <w:jc w:val="center"/>
                          </w:pPr>
                        </w:p>
                        <w:p w14:paraId="05DD63B1" w14:textId="77777777" w:rsidR="002D5958" w:rsidRDefault="002D5958" w:rsidP="002D5958">
                          <w:pPr>
                            <w:jc w:val="center"/>
                          </w:pPr>
                        </w:p>
                        <w:p w14:paraId="1946253E" w14:textId="77777777" w:rsidR="002D5958" w:rsidRPr="00F729F9" w:rsidRDefault="002D5958" w:rsidP="002D5958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F729F9">
                            <w:rPr>
                              <w:sz w:val="20"/>
                              <w:szCs w:val="20"/>
                            </w:rPr>
                            <w:fldChar w:fldCharType="begin"/>
                          </w:r>
                          <w:r w:rsidRPr="00F729F9">
                            <w:rPr>
                              <w:sz w:val="20"/>
                              <w:szCs w:val="20"/>
                            </w:rPr>
                            <w:instrText>PAGE   \* MERGEFORMAT</w:instrText>
                          </w:r>
                          <w:r w:rsidRPr="00F729F9">
                            <w:rPr>
                              <w:sz w:val="20"/>
                              <w:szCs w:val="20"/>
                            </w:rPr>
                            <w:fldChar w:fldCharType="separate"/>
                          </w:r>
                          <w:r w:rsidRPr="00F729F9">
                            <w:rPr>
                              <w:sz w:val="20"/>
                              <w:szCs w:val="20"/>
                            </w:rPr>
                            <w:t>1</w:t>
                          </w:r>
                          <w:r w:rsidRPr="00F729F9">
                            <w:rPr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6C46843" id="Rechteck 2" o:spid="_x0000_s1026" style="position:absolute;left:0;text-align:left;margin-left:0;margin-top:-28.25pt;width:28.2pt;height:90.6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" fillcolor="#ffc000 [3207]" stroked="f" strokeweight="1pt">
              <v:textbox>
                <w:txbxContent>
                  <w:p w14:paraId="5B55484F" w14:textId="77777777" w:rsidR="002D5958" w:rsidRDefault="002D5958" w:rsidP="002D5958">
                    <w:pPr>
                      <w:jc w:val="center"/>
                    </w:pPr>
                  </w:p>
                  <w:p w14:paraId="71C3F6BB" w14:textId="77777777" w:rsidR="002D5958" w:rsidRDefault="002D5958" w:rsidP="002D5958">
                    <w:pPr>
                      <w:jc w:val="center"/>
                    </w:pPr>
                  </w:p>
                  <w:p w14:paraId="05DD63B1" w14:textId="77777777" w:rsidR="002D5958" w:rsidRDefault="002D5958" w:rsidP="002D5958">
                    <w:pPr>
                      <w:jc w:val="center"/>
                    </w:pPr>
                  </w:p>
                  <w:p w14:paraId="1946253E" w14:textId="77777777" w:rsidR="002D5958" w:rsidRPr="00F729F9" w:rsidRDefault="002D5958" w:rsidP="002D5958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F729F9">
                      <w:rPr>
                        <w:sz w:val="20"/>
                        <w:szCs w:val="20"/>
                      </w:rPr>
                      <w:fldChar w:fldCharType="begin"/>
                    </w:r>
                    <w:r w:rsidRPr="00F729F9">
                      <w:rPr>
                        <w:sz w:val="20"/>
                        <w:szCs w:val="20"/>
                      </w:rPr>
                      <w:instrText>PAGE   \* MERGEFORMAT</w:instrText>
                    </w:r>
                    <w:r w:rsidRPr="00F729F9">
                      <w:rPr>
                        <w:sz w:val="20"/>
                        <w:szCs w:val="20"/>
                      </w:rPr>
                      <w:fldChar w:fldCharType="separate"/>
                    </w:r>
                    <w:r w:rsidRPr="00F729F9">
                      <w:rPr>
                        <w:sz w:val="20"/>
                        <w:szCs w:val="20"/>
                      </w:rPr>
                      <w:t>1</w:t>
                    </w:r>
                    <w:r w:rsidRPr="00F729F9">
                      <w:rPr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  <w:r>
      <w:rPr>
        <w:noProof/>
        <w14:ligatures w14:val="none"/>
      </w:rPr>
      <w:drawing>
        <wp:inline distT="0" distB="0" distL="0" distR="0" wp14:anchorId="1CC493B8" wp14:editId="704567CB">
          <wp:extent cx="1614362" cy="762000"/>
          <wp:effectExtent l="0" t="0" r="5080" b="0"/>
          <wp:docPr id="1348084825" name="Grafik 1" descr="Ein Bild, das Text, Schrift, Grafiken, Grafik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6851217" name="Grafik 1" descr="Ein Bild, das Text, Schrift, Grafiken, Grafikdesig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2192" cy="7656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E44C2FC" w14:textId="77777777" w:rsidR="002D5958" w:rsidRPr="002D5958" w:rsidRDefault="002D5958" w:rsidP="002D5958">
    <w:pPr>
      <w:pStyle w:val="Kopfzeile"/>
      <w:jc w:val="right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FFE0A9" w14:textId="7F5ABEFB" w:rsidR="002D5958" w:rsidRDefault="00484118" w:rsidP="00484118">
    <w:pPr>
      <w:tabs>
        <w:tab w:val="left" w:pos="7501"/>
      </w:tabs>
      <w:ind w:right="-568"/>
      <w:rPr>
        <w:sz w:val="16"/>
        <w:szCs w:val="16"/>
      </w:rPr>
    </w:pPr>
    <w:r>
      <w:rPr>
        <w:noProof/>
        <w14:ligatures w14:val="none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EEEC460" wp14:editId="5C88D3C1">
              <wp:simplePos x="0" y="0"/>
              <wp:positionH relativeFrom="margin">
                <wp:align>right</wp:align>
              </wp:positionH>
              <wp:positionV relativeFrom="paragraph">
                <wp:posOffset>-450215</wp:posOffset>
              </wp:positionV>
              <wp:extent cx="358140" cy="1150620"/>
              <wp:effectExtent l="0" t="0" r="3810" b="0"/>
              <wp:wrapSquare wrapText="bothSides"/>
              <wp:docPr id="202" name="Rechteck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58140" cy="1150620"/>
                      </a:xfrm>
                      <a:prstGeom prst="rect">
                        <a:avLst/>
                      </a:prstGeom>
                      <a:solidFill>
                        <a:schemeClr val="accent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B60EDE2" w14:textId="77777777" w:rsidR="00484118" w:rsidRDefault="00484118" w:rsidP="00484118">
                          <w:pPr>
                            <w:jc w:val="center"/>
                          </w:pPr>
                        </w:p>
                        <w:p w14:paraId="1D776781" w14:textId="77777777" w:rsidR="00484118" w:rsidRDefault="00484118" w:rsidP="00484118">
                          <w:pPr>
                            <w:jc w:val="center"/>
                          </w:pPr>
                        </w:p>
                        <w:p w14:paraId="5C0AB302" w14:textId="77777777" w:rsidR="00484118" w:rsidRDefault="00484118" w:rsidP="00484118">
                          <w:pPr>
                            <w:jc w:val="center"/>
                          </w:pPr>
                        </w:p>
                        <w:p w14:paraId="75F6F68A" w14:textId="16B3464D" w:rsidR="00484118" w:rsidRPr="00F729F9" w:rsidRDefault="00484118" w:rsidP="00484118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F729F9">
                            <w:rPr>
                              <w:sz w:val="20"/>
                              <w:szCs w:val="20"/>
                            </w:rPr>
                            <w:fldChar w:fldCharType="begin"/>
                          </w:r>
                          <w:r w:rsidRPr="00F729F9">
                            <w:rPr>
                              <w:sz w:val="20"/>
                              <w:szCs w:val="20"/>
                            </w:rPr>
                            <w:instrText>PAGE   \* MERGEFORMAT</w:instrText>
                          </w:r>
                          <w:r w:rsidRPr="00F729F9">
                            <w:rPr>
                              <w:sz w:val="20"/>
                              <w:szCs w:val="20"/>
                            </w:rPr>
                            <w:fldChar w:fldCharType="separate"/>
                          </w:r>
                          <w:r w:rsidRPr="00F729F9">
                            <w:rPr>
                              <w:sz w:val="20"/>
                              <w:szCs w:val="20"/>
                            </w:rPr>
                            <w:t>1</w:t>
                          </w:r>
                          <w:r w:rsidRPr="00F729F9">
                            <w:rPr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EEEC460" id="_x0000_s1027" style="position:absolute;margin-left:-23pt;margin-top:-35.45pt;width:28.2pt;height:90.6pt;z-index:2516561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" fillcolor="#ffc000 [3207]" stroked="f" strokeweight="1pt">
              <v:textbox>
                <w:txbxContent>
                  <w:p w14:paraId="6B60EDE2" w14:textId="77777777" w:rsidR="00484118" w:rsidRDefault="00484118" w:rsidP="00484118">
                    <w:pPr>
                      <w:jc w:val="center"/>
                    </w:pPr>
                  </w:p>
                  <w:p w14:paraId="1D776781" w14:textId="77777777" w:rsidR="00484118" w:rsidRDefault="00484118" w:rsidP="00484118">
                    <w:pPr>
                      <w:jc w:val="center"/>
                    </w:pPr>
                  </w:p>
                  <w:p w14:paraId="5C0AB302" w14:textId="77777777" w:rsidR="00484118" w:rsidRDefault="00484118" w:rsidP="00484118">
                    <w:pPr>
                      <w:jc w:val="center"/>
                    </w:pPr>
                  </w:p>
                  <w:p w14:paraId="75F6F68A" w14:textId="16B3464D" w:rsidR="00484118" w:rsidRPr="00F729F9" w:rsidRDefault="00484118" w:rsidP="00484118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F729F9">
                      <w:rPr>
                        <w:sz w:val="20"/>
                        <w:szCs w:val="20"/>
                      </w:rPr>
                      <w:fldChar w:fldCharType="begin"/>
                    </w:r>
                    <w:r w:rsidRPr="00F729F9">
                      <w:rPr>
                        <w:sz w:val="20"/>
                        <w:szCs w:val="20"/>
                      </w:rPr>
                      <w:instrText>PAGE   \* MERGEFORMAT</w:instrText>
                    </w:r>
                    <w:r w:rsidRPr="00F729F9">
                      <w:rPr>
                        <w:sz w:val="20"/>
                        <w:szCs w:val="20"/>
                      </w:rPr>
                      <w:fldChar w:fldCharType="separate"/>
                    </w:r>
                    <w:r w:rsidRPr="00F729F9">
                      <w:rPr>
                        <w:sz w:val="20"/>
                        <w:szCs w:val="20"/>
                      </w:rPr>
                      <w:t>1</w:t>
                    </w:r>
                    <w:r w:rsidRPr="00F729F9">
                      <w:rPr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  <w:r>
      <w:rPr>
        <w:noProof/>
        <w14:ligatures w14:val="none"/>
      </w:rPr>
      <w:drawing>
        <wp:inline distT="0" distB="0" distL="0" distR="0" wp14:anchorId="2A83BE7C" wp14:editId="6A9694E5">
          <wp:extent cx="1614362" cy="762000"/>
          <wp:effectExtent l="0" t="0" r="5080" b="0"/>
          <wp:docPr id="1906866844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1003377" name="Grafik 26100337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2192" cy="7656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78F23AC" w14:textId="77777777" w:rsidR="002D5958" w:rsidRPr="002D5958" w:rsidRDefault="002D5958" w:rsidP="00484118">
    <w:pPr>
      <w:tabs>
        <w:tab w:val="left" w:pos="7501"/>
      </w:tabs>
      <w:ind w:right="-568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71A13A" w14:textId="77777777" w:rsidR="00866FCE" w:rsidRDefault="0018469C" w:rsidP="009057CB">
    <w:pPr>
      <w:pStyle w:val="Kopfzeile"/>
    </w:pPr>
    <w:r>
      <w:rPr>
        <w:noProof/>
      </w:rPr>
      <w:drawing>
        <wp:anchor distT="0" distB="0" distL="114300" distR="114300" simplePos="0" relativeHeight="251652096" behindDoc="1" locked="1" layoutInCell="1" allowOverlap="1" wp14:anchorId="2BDE2FFC" wp14:editId="002DF37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310" cy="10684510"/>
          <wp:effectExtent l="0" t="0" r="0" b="0"/>
          <wp:wrapNone/>
          <wp:docPr id="620451629" name="Picture 51502310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4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684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F41DE"/>
    <w:multiLevelType w:val="hybridMultilevel"/>
    <w:tmpl w:val="89EA4F9C"/>
    <w:lvl w:ilvl="0" w:tplc="8A56670A">
      <w:start w:val="3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AA1F0D"/>
    <w:multiLevelType w:val="hybridMultilevel"/>
    <w:tmpl w:val="755490DA"/>
    <w:lvl w:ilvl="0" w:tplc="2D78DB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C7D22"/>
    <w:multiLevelType w:val="hybridMultilevel"/>
    <w:tmpl w:val="91C23A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05C1F"/>
    <w:multiLevelType w:val="hybridMultilevel"/>
    <w:tmpl w:val="F8C080A8"/>
    <w:lvl w:ilvl="0" w:tplc="33A0033E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A96376"/>
    <w:multiLevelType w:val="hybridMultilevel"/>
    <w:tmpl w:val="D30AB58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B75DA"/>
    <w:multiLevelType w:val="hybridMultilevel"/>
    <w:tmpl w:val="327C405E"/>
    <w:lvl w:ilvl="0" w:tplc="04070017">
      <w:start w:val="1"/>
      <w:numFmt w:val="lowerLetter"/>
      <w:lvlText w:val="%1)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FCB604E"/>
    <w:multiLevelType w:val="hybridMultilevel"/>
    <w:tmpl w:val="6F46435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A5585"/>
    <w:multiLevelType w:val="hybridMultilevel"/>
    <w:tmpl w:val="FFFFFFFF"/>
    <w:lvl w:ilvl="0" w:tplc="029A215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AE07B2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EE27B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1ACB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1EA22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CAA64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50F8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EC604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938C5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5E3D5B"/>
    <w:multiLevelType w:val="hybridMultilevel"/>
    <w:tmpl w:val="7D441AF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326888"/>
    <w:multiLevelType w:val="hybridMultilevel"/>
    <w:tmpl w:val="0BE26316"/>
    <w:lvl w:ilvl="0" w:tplc="BB263C48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4A47EC"/>
    <w:multiLevelType w:val="hybridMultilevel"/>
    <w:tmpl w:val="BB703DF2"/>
    <w:lvl w:ilvl="0" w:tplc="5BF06F00">
      <w:start w:val="2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914106"/>
    <w:multiLevelType w:val="hybridMultilevel"/>
    <w:tmpl w:val="C548EB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CF1B02"/>
    <w:multiLevelType w:val="hybridMultilevel"/>
    <w:tmpl w:val="0F080FC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2D39CE"/>
    <w:multiLevelType w:val="hybridMultilevel"/>
    <w:tmpl w:val="CCF09AA8"/>
    <w:lvl w:ilvl="0" w:tplc="97F61DE6">
      <w:start w:val="1"/>
      <w:numFmt w:val="bullet"/>
      <w:pStyle w:val="Aufzhlung10p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91086D"/>
    <w:multiLevelType w:val="hybridMultilevel"/>
    <w:tmpl w:val="BC5E07A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0F36F4"/>
    <w:multiLevelType w:val="hybridMultilevel"/>
    <w:tmpl w:val="DA4AE0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300FB"/>
    <w:multiLevelType w:val="hybridMultilevel"/>
    <w:tmpl w:val="3508DC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7D12AC"/>
    <w:multiLevelType w:val="hybridMultilevel"/>
    <w:tmpl w:val="665673AA"/>
    <w:lvl w:ilvl="0" w:tplc="D7A8F04E">
      <w:start w:val="1"/>
      <w:numFmt w:val="bullet"/>
      <w:lvlText w:val=""/>
      <w:lvlJc w:val="left"/>
      <w:pPr>
        <w:ind w:left="720" w:hanging="360"/>
      </w:pPr>
      <w:rPr>
        <w:rFonts w:ascii="Wingdings" w:eastAsia="Times New Roman" w:hAnsi="Wingdings" w:cstheme="maj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095EC3"/>
    <w:multiLevelType w:val="hybridMultilevel"/>
    <w:tmpl w:val="C284CB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994168"/>
    <w:multiLevelType w:val="hybridMultilevel"/>
    <w:tmpl w:val="594A00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A02899"/>
    <w:multiLevelType w:val="hybridMultilevel"/>
    <w:tmpl w:val="3EACBBF4"/>
    <w:lvl w:ilvl="0" w:tplc="F6C213BA">
      <w:start w:val="30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aj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D50BCF"/>
    <w:multiLevelType w:val="hybridMultilevel"/>
    <w:tmpl w:val="07B27586"/>
    <w:lvl w:ilvl="0" w:tplc="50B46C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B26183"/>
    <w:multiLevelType w:val="hybridMultilevel"/>
    <w:tmpl w:val="8E8AC29E"/>
    <w:lvl w:ilvl="0" w:tplc="AB18395A">
      <w:start w:val="33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aj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483051"/>
    <w:multiLevelType w:val="hybridMultilevel"/>
    <w:tmpl w:val="BFACA0B0"/>
    <w:lvl w:ilvl="0" w:tplc="D32CCB32">
      <w:start w:val="25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aj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C560C2"/>
    <w:multiLevelType w:val="hybridMultilevel"/>
    <w:tmpl w:val="23CE0C34"/>
    <w:lvl w:ilvl="0" w:tplc="50B46C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393706"/>
    <w:multiLevelType w:val="hybridMultilevel"/>
    <w:tmpl w:val="3680447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AF20AF"/>
    <w:multiLevelType w:val="hybridMultilevel"/>
    <w:tmpl w:val="2A66D6B4"/>
    <w:lvl w:ilvl="0" w:tplc="EBEC62B4">
      <w:start w:val="1"/>
      <w:numFmt w:val="decimal"/>
      <w:pStyle w:val="3Nummerierung"/>
      <w:lvlText w:val="%1."/>
      <w:lvlJc w:val="left"/>
      <w:pPr>
        <w:ind w:left="1114" w:hanging="360"/>
      </w:pPr>
      <w:rPr>
        <w:rFonts w:ascii="Ubuntu Light" w:hAnsi="Ubuntu Light" w:hint="default"/>
      </w:rPr>
    </w:lvl>
    <w:lvl w:ilvl="1" w:tplc="04070019" w:tentative="1">
      <w:start w:val="1"/>
      <w:numFmt w:val="lowerLetter"/>
      <w:lvlText w:val="%2."/>
      <w:lvlJc w:val="left"/>
      <w:pPr>
        <w:ind w:left="3916" w:hanging="360"/>
      </w:pPr>
    </w:lvl>
    <w:lvl w:ilvl="2" w:tplc="0407001B" w:tentative="1">
      <w:start w:val="1"/>
      <w:numFmt w:val="lowerRoman"/>
      <w:lvlText w:val="%3."/>
      <w:lvlJc w:val="right"/>
      <w:pPr>
        <w:ind w:left="4636" w:hanging="180"/>
      </w:pPr>
    </w:lvl>
    <w:lvl w:ilvl="3" w:tplc="0407000F" w:tentative="1">
      <w:start w:val="1"/>
      <w:numFmt w:val="decimal"/>
      <w:lvlText w:val="%4."/>
      <w:lvlJc w:val="left"/>
      <w:pPr>
        <w:ind w:left="5356" w:hanging="360"/>
      </w:pPr>
    </w:lvl>
    <w:lvl w:ilvl="4" w:tplc="04070019" w:tentative="1">
      <w:start w:val="1"/>
      <w:numFmt w:val="lowerLetter"/>
      <w:lvlText w:val="%5."/>
      <w:lvlJc w:val="left"/>
      <w:pPr>
        <w:ind w:left="6076" w:hanging="360"/>
      </w:pPr>
    </w:lvl>
    <w:lvl w:ilvl="5" w:tplc="0407001B" w:tentative="1">
      <w:start w:val="1"/>
      <w:numFmt w:val="lowerRoman"/>
      <w:lvlText w:val="%6."/>
      <w:lvlJc w:val="right"/>
      <w:pPr>
        <w:ind w:left="6796" w:hanging="180"/>
      </w:pPr>
    </w:lvl>
    <w:lvl w:ilvl="6" w:tplc="0407000F" w:tentative="1">
      <w:start w:val="1"/>
      <w:numFmt w:val="decimal"/>
      <w:lvlText w:val="%7."/>
      <w:lvlJc w:val="left"/>
      <w:pPr>
        <w:ind w:left="7516" w:hanging="360"/>
      </w:pPr>
    </w:lvl>
    <w:lvl w:ilvl="7" w:tplc="04070019" w:tentative="1">
      <w:start w:val="1"/>
      <w:numFmt w:val="lowerLetter"/>
      <w:lvlText w:val="%8."/>
      <w:lvlJc w:val="left"/>
      <w:pPr>
        <w:ind w:left="8236" w:hanging="360"/>
      </w:pPr>
    </w:lvl>
    <w:lvl w:ilvl="8" w:tplc="0407001B" w:tentative="1">
      <w:start w:val="1"/>
      <w:numFmt w:val="lowerRoman"/>
      <w:lvlText w:val="%9."/>
      <w:lvlJc w:val="right"/>
      <w:pPr>
        <w:ind w:left="8956" w:hanging="180"/>
      </w:pPr>
    </w:lvl>
  </w:abstractNum>
  <w:num w:numId="1" w16cid:durableId="450326280">
    <w:abstractNumId w:val="7"/>
  </w:num>
  <w:num w:numId="2" w16cid:durableId="40440723">
    <w:abstractNumId w:val="3"/>
  </w:num>
  <w:num w:numId="3" w16cid:durableId="666251674">
    <w:abstractNumId w:val="26"/>
  </w:num>
  <w:num w:numId="4" w16cid:durableId="747385050">
    <w:abstractNumId w:val="5"/>
  </w:num>
  <w:num w:numId="5" w16cid:durableId="517934469">
    <w:abstractNumId w:val="16"/>
  </w:num>
  <w:num w:numId="6" w16cid:durableId="901407267">
    <w:abstractNumId w:val="11"/>
  </w:num>
  <w:num w:numId="7" w16cid:durableId="741753403">
    <w:abstractNumId w:val="1"/>
  </w:num>
  <w:num w:numId="8" w16cid:durableId="875240097">
    <w:abstractNumId w:val="19"/>
  </w:num>
  <w:num w:numId="9" w16cid:durableId="707529443">
    <w:abstractNumId w:val="18"/>
  </w:num>
  <w:num w:numId="10" w16cid:durableId="850535212">
    <w:abstractNumId w:val="15"/>
  </w:num>
  <w:num w:numId="11" w16cid:durableId="1179083925">
    <w:abstractNumId w:val="21"/>
  </w:num>
  <w:num w:numId="12" w16cid:durableId="1323388945">
    <w:abstractNumId w:val="17"/>
  </w:num>
  <w:num w:numId="13" w16cid:durableId="975065964">
    <w:abstractNumId w:val="24"/>
  </w:num>
  <w:num w:numId="14" w16cid:durableId="1908412474">
    <w:abstractNumId w:val="0"/>
  </w:num>
  <w:num w:numId="15" w16cid:durableId="424421452">
    <w:abstractNumId w:val="10"/>
  </w:num>
  <w:num w:numId="16" w16cid:durableId="669915721">
    <w:abstractNumId w:val="25"/>
  </w:num>
  <w:num w:numId="17" w16cid:durableId="292099843">
    <w:abstractNumId w:val="20"/>
  </w:num>
  <w:num w:numId="18" w16cid:durableId="874539469">
    <w:abstractNumId w:val="6"/>
  </w:num>
  <w:num w:numId="19" w16cid:durableId="960693449">
    <w:abstractNumId w:val="22"/>
  </w:num>
  <w:num w:numId="20" w16cid:durableId="920673478">
    <w:abstractNumId w:val="9"/>
  </w:num>
  <w:num w:numId="21" w16cid:durableId="174804540">
    <w:abstractNumId w:val="12"/>
  </w:num>
  <w:num w:numId="22" w16cid:durableId="644428632">
    <w:abstractNumId w:val="23"/>
  </w:num>
  <w:num w:numId="23" w16cid:durableId="1729766393">
    <w:abstractNumId w:val="13"/>
  </w:num>
  <w:num w:numId="24" w16cid:durableId="1209149804">
    <w:abstractNumId w:val="14"/>
  </w:num>
  <w:num w:numId="25" w16cid:durableId="207230650">
    <w:abstractNumId w:val="4"/>
  </w:num>
  <w:num w:numId="26" w16cid:durableId="275985062">
    <w:abstractNumId w:val="2"/>
  </w:num>
  <w:num w:numId="27" w16cid:durableId="30169030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2050" style="mso-position-horizontal-relative:page;mso-position-vertical-relative:page;mso-width-relative:margin;mso-height-relative:margin" fill="f" fillcolor="white" stroke="f">
      <v:fill color="white" on="f"/>
      <v:stroke on="f"/>
      <v:textbox inset="0,0,0,0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5596"/>
    <w:rsid w:val="0000052E"/>
    <w:rsid w:val="00001755"/>
    <w:rsid w:val="00002B7D"/>
    <w:rsid w:val="000049A9"/>
    <w:rsid w:val="000064D5"/>
    <w:rsid w:val="00007CF4"/>
    <w:rsid w:val="00011058"/>
    <w:rsid w:val="000124AA"/>
    <w:rsid w:val="00015E28"/>
    <w:rsid w:val="00016695"/>
    <w:rsid w:val="0001699D"/>
    <w:rsid w:val="000214D2"/>
    <w:rsid w:val="0002341F"/>
    <w:rsid w:val="00027B3F"/>
    <w:rsid w:val="000300B2"/>
    <w:rsid w:val="000300FA"/>
    <w:rsid w:val="00030306"/>
    <w:rsid w:val="000319D2"/>
    <w:rsid w:val="000331C9"/>
    <w:rsid w:val="00034CE0"/>
    <w:rsid w:val="00036F38"/>
    <w:rsid w:val="000377F8"/>
    <w:rsid w:val="0004083C"/>
    <w:rsid w:val="000419B0"/>
    <w:rsid w:val="000424A2"/>
    <w:rsid w:val="00042F4B"/>
    <w:rsid w:val="00046D28"/>
    <w:rsid w:val="000479AF"/>
    <w:rsid w:val="00047A19"/>
    <w:rsid w:val="00050C2F"/>
    <w:rsid w:val="000524C7"/>
    <w:rsid w:val="0005294F"/>
    <w:rsid w:val="00052AE6"/>
    <w:rsid w:val="00053A28"/>
    <w:rsid w:val="0005587E"/>
    <w:rsid w:val="00055BEA"/>
    <w:rsid w:val="00055DBA"/>
    <w:rsid w:val="00056BFC"/>
    <w:rsid w:val="0005789D"/>
    <w:rsid w:val="0006212F"/>
    <w:rsid w:val="000652F3"/>
    <w:rsid w:val="000656F0"/>
    <w:rsid w:val="0007082D"/>
    <w:rsid w:val="000716A3"/>
    <w:rsid w:val="00073448"/>
    <w:rsid w:val="0007454F"/>
    <w:rsid w:val="000753A8"/>
    <w:rsid w:val="00077F9B"/>
    <w:rsid w:val="00082B6E"/>
    <w:rsid w:val="00083B0B"/>
    <w:rsid w:val="0009078E"/>
    <w:rsid w:val="00090A39"/>
    <w:rsid w:val="00090B5F"/>
    <w:rsid w:val="000914E5"/>
    <w:rsid w:val="00093835"/>
    <w:rsid w:val="00094030"/>
    <w:rsid w:val="0009435F"/>
    <w:rsid w:val="00095A2B"/>
    <w:rsid w:val="000A07B5"/>
    <w:rsid w:val="000A1514"/>
    <w:rsid w:val="000A3533"/>
    <w:rsid w:val="000A417C"/>
    <w:rsid w:val="000A7966"/>
    <w:rsid w:val="000A7D6F"/>
    <w:rsid w:val="000A7DE3"/>
    <w:rsid w:val="000B1764"/>
    <w:rsid w:val="000B236C"/>
    <w:rsid w:val="000B4677"/>
    <w:rsid w:val="000B46F7"/>
    <w:rsid w:val="000B4BB9"/>
    <w:rsid w:val="000B5274"/>
    <w:rsid w:val="000B74F0"/>
    <w:rsid w:val="000C133D"/>
    <w:rsid w:val="000C1978"/>
    <w:rsid w:val="000C27FF"/>
    <w:rsid w:val="000C402F"/>
    <w:rsid w:val="000C458A"/>
    <w:rsid w:val="000C4B5C"/>
    <w:rsid w:val="000C66E7"/>
    <w:rsid w:val="000C7C8A"/>
    <w:rsid w:val="000C7F35"/>
    <w:rsid w:val="000D11AB"/>
    <w:rsid w:val="000D3B09"/>
    <w:rsid w:val="000D478C"/>
    <w:rsid w:val="000D5473"/>
    <w:rsid w:val="000E3F7E"/>
    <w:rsid w:val="000E5600"/>
    <w:rsid w:val="000E5864"/>
    <w:rsid w:val="000E673D"/>
    <w:rsid w:val="000E7ADA"/>
    <w:rsid w:val="000E7D1F"/>
    <w:rsid w:val="000E7F38"/>
    <w:rsid w:val="000F2BFB"/>
    <w:rsid w:val="000F4F27"/>
    <w:rsid w:val="000F5F68"/>
    <w:rsid w:val="000F6C1F"/>
    <w:rsid w:val="000F6F2A"/>
    <w:rsid w:val="001004D7"/>
    <w:rsid w:val="00102BBE"/>
    <w:rsid w:val="00103388"/>
    <w:rsid w:val="00106EB0"/>
    <w:rsid w:val="00110CFD"/>
    <w:rsid w:val="001121D5"/>
    <w:rsid w:val="001134B0"/>
    <w:rsid w:val="00117AEA"/>
    <w:rsid w:val="00125046"/>
    <w:rsid w:val="00126977"/>
    <w:rsid w:val="00127364"/>
    <w:rsid w:val="00130CCC"/>
    <w:rsid w:val="0013335F"/>
    <w:rsid w:val="00133465"/>
    <w:rsid w:val="00133DD5"/>
    <w:rsid w:val="00136978"/>
    <w:rsid w:val="001370D9"/>
    <w:rsid w:val="001410CE"/>
    <w:rsid w:val="00141A1D"/>
    <w:rsid w:val="00143CE9"/>
    <w:rsid w:val="00143DAE"/>
    <w:rsid w:val="00146005"/>
    <w:rsid w:val="001471BC"/>
    <w:rsid w:val="00150DB9"/>
    <w:rsid w:val="001523E0"/>
    <w:rsid w:val="0015540E"/>
    <w:rsid w:val="00160856"/>
    <w:rsid w:val="00163B6D"/>
    <w:rsid w:val="0017214A"/>
    <w:rsid w:val="00172371"/>
    <w:rsid w:val="0017295D"/>
    <w:rsid w:val="001729F9"/>
    <w:rsid w:val="00177D7C"/>
    <w:rsid w:val="00180FEE"/>
    <w:rsid w:val="00182F0F"/>
    <w:rsid w:val="0018469C"/>
    <w:rsid w:val="00184D3E"/>
    <w:rsid w:val="001874DA"/>
    <w:rsid w:val="00191287"/>
    <w:rsid w:val="001919A9"/>
    <w:rsid w:val="00194B05"/>
    <w:rsid w:val="001A2340"/>
    <w:rsid w:val="001A5B2C"/>
    <w:rsid w:val="001A5BCA"/>
    <w:rsid w:val="001A7650"/>
    <w:rsid w:val="001B3FAA"/>
    <w:rsid w:val="001B6189"/>
    <w:rsid w:val="001C14E3"/>
    <w:rsid w:val="001C24FA"/>
    <w:rsid w:val="001C51AF"/>
    <w:rsid w:val="001C64F7"/>
    <w:rsid w:val="001C779D"/>
    <w:rsid w:val="001C7ED4"/>
    <w:rsid w:val="001D1246"/>
    <w:rsid w:val="001D1915"/>
    <w:rsid w:val="001D1EB5"/>
    <w:rsid w:val="001D2B0F"/>
    <w:rsid w:val="001D3AF0"/>
    <w:rsid w:val="001D3B9A"/>
    <w:rsid w:val="001D522D"/>
    <w:rsid w:val="001D5D1D"/>
    <w:rsid w:val="001E16F1"/>
    <w:rsid w:val="001E1C11"/>
    <w:rsid w:val="001E3301"/>
    <w:rsid w:val="001E3ECA"/>
    <w:rsid w:val="001F0A76"/>
    <w:rsid w:val="001F12CD"/>
    <w:rsid w:val="001F174E"/>
    <w:rsid w:val="001F2BF5"/>
    <w:rsid w:val="00201804"/>
    <w:rsid w:val="00201D50"/>
    <w:rsid w:val="00205A32"/>
    <w:rsid w:val="0020638F"/>
    <w:rsid w:val="00216369"/>
    <w:rsid w:val="00216C26"/>
    <w:rsid w:val="00217DD8"/>
    <w:rsid w:val="00222841"/>
    <w:rsid w:val="00223076"/>
    <w:rsid w:val="00223300"/>
    <w:rsid w:val="00224713"/>
    <w:rsid w:val="002272BD"/>
    <w:rsid w:val="002340D0"/>
    <w:rsid w:val="0023461D"/>
    <w:rsid w:val="002423C9"/>
    <w:rsid w:val="002443F9"/>
    <w:rsid w:val="002444F4"/>
    <w:rsid w:val="00246E86"/>
    <w:rsid w:val="00247294"/>
    <w:rsid w:val="002510A6"/>
    <w:rsid w:val="00251D20"/>
    <w:rsid w:val="00257305"/>
    <w:rsid w:val="00261879"/>
    <w:rsid w:val="00263E10"/>
    <w:rsid w:val="00264019"/>
    <w:rsid w:val="0026406D"/>
    <w:rsid w:val="00270426"/>
    <w:rsid w:val="00270AAD"/>
    <w:rsid w:val="00275026"/>
    <w:rsid w:val="0027655F"/>
    <w:rsid w:val="0027779B"/>
    <w:rsid w:val="002854BE"/>
    <w:rsid w:val="00285F9E"/>
    <w:rsid w:val="00286705"/>
    <w:rsid w:val="00286B11"/>
    <w:rsid w:val="00287642"/>
    <w:rsid w:val="0028796C"/>
    <w:rsid w:val="00297567"/>
    <w:rsid w:val="002A086D"/>
    <w:rsid w:val="002A31AD"/>
    <w:rsid w:val="002A67B1"/>
    <w:rsid w:val="002A6CF1"/>
    <w:rsid w:val="002A74D5"/>
    <w:rsid w:val="002B0292"/>
    <w:rsid w:val="002B6A0B"/>
    <w:rsid w:val="002C1D80"/>
    <w:rsid w:val="002C3B9B"/>
    <w:rsid w:val="002C4472"/>
    <w:rsid w:val="002C6A75"/>
    <w:rsid w:val="002D0949"/>
    <w:rsid w:val="002D23FB"/>
    <w:rsid w:val="002D3607"/>
    <w:rsid w:val="002D3929"/>
    <w:rsid w:val="002D4EF5"/>
    <w:rsid w:val="002D557C"/>
    <w:rsid w:val="002D5958"/>
    <w:rsid w:val="002D77D6"/>
    <w:rsid w:val="002D7E18"/>
    <w:rsid w:val="002E0078"/>
    <w:rsid w:val="002E2EA7"/>
    <w:rsid w:val="002E6174"/>
    <w:rsid w:val="002F06F6"/>
    <w:rsid w:val="002F13A0"/>
    <w:rsid w:val="002F194F"/>
    <w:rsid w:val="002F250B"/>
    <w:rsid w:val="002F2B9A"/>
    <w:rsid w:val="002F3804"/>
    <w:rsid w:val="002F3C14"/>
    <w:rsid w:val="002F5CB9"/>
    <w:rsid w:val="003055DD"/>
    <w:rsid w:val="00305D36"/>
    <w:rsid w:val="003073E2"/>
    <w:rsid w:val="00311AC5"/>
    <w:rsid w:val="00322BA7"/>
    <w:rsid w:val="00325AC8"/>
    <w:rsid w:val="00325D93"/>
    <w:rsid w:val="0032603F"/>
    <w:rsid w:val="00326F19"/>
    <w:rsid w:val="0032789C"/>
    <w:rsid w:val="00330493"/>
    <w:rsid w:val="00330B05"/>
    <w:rsid w:val="003326CB"/>
    <w:rsid w:val="00333A09"/>
    <w:rsid w:val="0033417A"/>
    <w:rsid w:val="0033597C"/>
    <w:rsid w:val="0033628E"/>
    <w:rsid w:val="00337D69"/>
    <w:rsid w:val="00344ED0"/>
    <w:rsid w:val="00346376"/>
    <w:rsid w:val="003505D6"/>
    <w:rsid w:val="0035095F"/>
    <w:rsid w:val="003616E3"/>
    <w:rsid w:val="00361965"/>
    <w:rsid w:val="0036425F"/>
    <w:rsid w:val="00365823"/>
    <w:rsid w:val="00372877"/>
    <w:rsid w:val="00373A79"/>
    <w:rsid w:val="003763AA"/>
    <w:rsid w:val="00377B39"/>
    <w:rsid w:val="00381295"/>
    <w:rsid w:val="003815F2"/>
    <w:rsid w:val="0038205F"/>
    <w:rsid w:val="00382967"/>
    <w:rsid w:val="00385151"/>
    <w:rsid w:val="00385CEB"/>
    <w:rsid w:val="00392657"/>
    <w:rsid w:val="00392C19"/>
    <w:rsid w:val="0039346E"/>
    <w:rsid w:val="0039572C"/>
    <w:rsid w:val="0039614C"/>
    <w:rsid w:val="00396EE2"/>
    <w:rsid w:val="003A07F3"/>
    <w:rsid w:val="003A2D40"/>
    <w:rsid w:val="003A3D4A"/>
    <w:rsid w:val="003A48A6"/>
    <w:rsid w:val="003A4DD3"/>
    <w:rsid w:val="003A5812"/>
    <w:rsid w:val="003A7E2B"/>
    <w:rsid w:val="003B3D4D"/>
    <w:rsid w:val="003B3FF4"/>
    <w:rsid w:val="003B73EA"/>
    <w:rsid w:val="003C15FD"/>
    <w:rsid w:val="003C18A7"/>
    <w:rsid w:val="003C3101"/>
    <w:rsid w:val="003C71DA"/>
    <w:rsid w:val="003C796B"/>
    <w:rsid w:val="003D6BCC"/>
    <w:rsid w:val="003E068A"/>
    <w:rsid w:val="003E1BC3"/>
    <w:rsid w:val="003E24CF"/>
    <w:rsid w:val="003E62BA"/>
    <w:rsid w:val="003E6601"/>
    <w:rsid w:val="003F2642"/>
    <w:rsid w:val="003F2A77"/>
    <w:rsid w:val="003F5918"/>
    <w:rsid w:val="003F7027"/>
    <w:rsid w:val="00401FF3"/>
    <w:rsid w:val="004029E2"/>
    <w:rsid w:val="004041EC"/>
    <w:rsid w:val="004066F0"/>
    <w:rsid w:val="00410FBB"/>
    <w:rsid w:val="00412C5D"/>
    <w:rsid w:val="00412EFA"/>
    <w:rsid w:val="004154DA"/>
    <w:rsid w:val="00415B98"/>
    <w:rsid w:val="00424D89"/>
    <w:rsid w:val="00425D4F"/>
    <w:rsid w:val="00425FE8"/>
    <w:rsid w:val="00427CA3"/>
    <w:rsid w:val="00430890"/>
    <w:rsid w:val="004313B3"/>
    <w:rsid w:val="00435406"/>
    <w:rsid w:val="00440756"/>
    <w:rsid w:val="00440CA7"/>
    <w:rsid w:val="00442AB5"/>
    <w:rsid w:val="004430EC"/>
    <w:rsid w:val="004437DB"/>
    <w:rsid w:val="004449E8"/>
    <w:rsid w:val="00447725"/>
    <w:rsid w:val="00447BEC"/>
    <w:rsid w:val="004502FA"/>
    <w:rsid w:val="00451A62"/>
    <w:rsid w:val="00451F50"/>
    <w:rsid w:val="00452736"/>
    <w:rsid w:val="00453B71"/>
    <w:rsid w:val="0045609A"/>
    <w:rsid w:val="0045681C"/>
    <w:rsid w:val="00457D01"/>
    <w:rsid w:val="0046134E"/>
    <w:rsid w:val="00464AD3"/>
    <w:rsid w:val="00464FFF"/>
    <w:rsid w:val="004654D9"/>
    <w:rsid w:val="00467532"/>
    <w:rsid w:val="00470192"/>
    <w:rsid w:val="0048216D"/>
    <w:rsid w:val="00483037"/>
    <w:rsid w:val="00484118"/>
    <w:rsid w:val="00486D25"/>
    <w:rsid w:val="0048E908"/>
    <w:rsid w:val="00490386"/>
    <w:rsid w:val="0049123C"/>
    <w:rsid w:val="00492BE7"/>
    <w:rsid w:val="00493AAE"/>
    <w:rsid w:val="004944CE"/>
    <w:rsid w:val="004A02FE"/>
    <w:rsid w:val="004A0C99"/>
    <w:rsid w:val="004A1423"/>
    <w:rsid w:val="004A398A"/>
    <w:rsid w:val="004A5E1E"/>
    <w:rsid w:val="004B00B8"/>
    <w:rsid w:val="004B4426"/>
    <w:rsid w:val="004B7B53"/>
    <w:rsid w:val="004C0A24"/>
    <w:rsid w:val="004C130B"/>
    <w:rsid w:val="004C18AB"/>
    <w:rsid w:val="004C2189"/>
    <w:rsid w:val="004C2560"/>
    <w:rsid w:val="004C3852"/>
    <w:rsid w:val="004C395B"/>
    <w:rsid w:val="004C3AD5"/>
    <w:rsid w:val="004C4B4E"/>
    <w:rsid w:val="004C6F8D"/>
    <w:rsid w:val="004C7807"/>
    <w:rsid w:val="004C7DF2"/>
    <w:rsid w:val="004D213A"/>
    <w:rsid w:val="004D2B6B"/>
    <w:rsid w:val="004D407D"/>
    <w:rsid w:val="004D6B3D"/>
    <w:rsid w:val="004D7798"/>
    <w:rsid w:val="004E182F"/>
    <w:rsid w:val="004E1AC7"/>
    <w:rsid w:val="004E4000"/>
    <w:rsid w:val="004E5BA1"/>
    <w:rsid w:val="004E622C"/>
    <w:rsid w:val="004E6D36"/>
    <w:rsid w:val="004F1079"/>
    <w:rsid w:val="004F3E6C"/>
    <w:rsid w:val="004F48DE"/>
    <w:rsid w:val="004F67BD"/>
    <w:rsid w:val="004F681C"/>
    <w:rsid w:val="004F68AF"/>
    <w:rsid w:val="004F718A"/>
    <w:rsid w:val="004F7E8D"/>
    <w:rsid w:val="005028BE"/>
    <w:rsid w:val="0050295A"/>
    <w:rsid w:val="00503271"/>
    <w:rsid w:val="005032CF"/>
    <w:rsid w:val="005033C9"/>
    <w:rsid w:val="00503773"/>
    <w:rsid w:val="00506BCF"/>
    <w:rsid w:val="00515192"/>
    <w:rsid w:val="00521468"/>
    <w:rsid w:val="005238E9"/>
    <w:rsid w:val="00523EB4"/>
    <w:rsid w:val="00525F88"/>
    <w:rsid w:val="0052762E"/>
    <w:rsid w:val="00530118"/>
    <w:rsid w:val="0053225A"/>
    <w:rsid w:val="00534012"/>
    <w:rsid w:val="0054014C"/>
    <w:rsid w:val="00542061"/>
    <w:rsid w:val="0054308D"/>
    <w:rsid w:val="0054594A"/>
    <w:rsid w:val="005462DF"/>
    <w:rsid w:val="00546E01"/>
    <w:rsid w:val="00550CE9"/>
    <w:rsid w:val="00551CBE"/>
    <w:rsid w:val="00554142"/>
    <w:rsid w:val="00557145"/>
    <w:rsid w:val="005605A3"/>
    <w:rsid w:val="00561144"/>
    <w:rsid w:val="00562177"/>
    <w:rsid w:val="00566B30"/>
    <w:rsid w:val="005678D1"/>
    <w:rsid w:val="005703E6"/>
    <w:rsid w:val="005733CC"/>
    <w:rsid w:val="0057765D"/>
    <w:rsid w:val="00577D76"/>
    <w:rsid w:val="00581B72"/>
    <w:rsid w:val="0058248B"/>
    <w:rsid w:val="00582A89"/>
    <w:rsid w:val="0058404B"/>
    <w:rsid w:val="005842F2"/>
    <w:rsid w:val="00584ED9"/>
    <w:rsid w:val="0058753B"/>
    <w:rsid w:val="00591C69"/>
    <w:rsid w:val="005948C2"/>
    <w:rsid w:val="00595D5D"/>
    <w:rsid w:val="00597F76"/>
    <w:rsid w:val="005A453B"/>
    <w:rsid w:val="005A461D"/>
    <w:rsid w:val="005A469C"/>
    <w:rsid w:val="005B1B6E"/>
    <w:rsid w:val="005B1F5C"/>
    <w:rsid w:val="005B2C77"/>
    <w:rsid w:val="005B3044"/>
    <w:rsid w:val="005B499F"/>
    <w:rsid w:val="005B49F7"/>
    <w:rsid w:val="005B797C"/>
    <w:rsid w:val="005D19A4"/>
    <w:rsid w:val="005D4B3D"/>
    <w:rsid w:val="005E0A44"/>
    <w:rsid w:val="005E1C9B"/>
    <w:rsid w:val="005E45F5"/>
    <w:rsid w:val="005E5E5A"/>
    <w:rsid w:val="005F1E49"/>
    <w:rsid w:val="005F558F"/>
    <w:rsid w:val="005F6A77"/>
    <w:rsid w:val="005F784C"/>
    <w:rsid w:val="00600FD4"/>
    <w:rsid w:val="00601752"/>
    <w:rsid w:val="006049D6"/>
    <w:rsid w:val="00607493"/>
    <w:rsid w:val="00612137"/>
    <w:rsid w:val="00613EE4"/>
    <w:rsid w:val="00616ACF"/>
    <w:rsid w:val="00621CDE"/>
    <w:rsid w:val="00623B6D"/>
    <w:rsid w:val="00623D8B"/>
    <w:rsid w:val="006378E4"/>
    <w:rsid w:val="0064141B"/>
    <w:rsid w:val="00642C58"/>
    <w:rsid w:val="00643A41"/>
    <w:rsid w:val="00644A61"/>
    <w:rsid w:val="006455E2"/>
    <w:rsid w:val="00647806"/>
    <w:rsid w:val="0065258E"/>
    <w:rsid w:val="0065278D"/>
    <w:rsid w:val="00652F75"/>
    <w:rsid w:val="00653AD6"/>
    <w:rsid w:val="006568BD"/>
    <w:rsid w:val="006572B4"/>
    <w:rsid w:val="006573C3"/>
    <w:rsid w:val="00660CED"/>
    <w:rsid w:val="006612FC"/>
    <w:rsid w:val="00662E42"/>
    <w:rsid w:val="006634C3"/>
    <w:rsid w:val="00663E83"/>
    <w:rsid w:val="00664E33"/>
    <w:rsid w:val="0066504D"/>
    <w:rsid w:val="00666EB3"/>
    <w:rsid w:val="00672D41"/>
    <w:rsid w:val="00675A7B"/>
    <w:rsid w:val="0067747B"/>
    <w:rsid w:val="006778E3"/>
    <w:rsid w:val="006802FC"/>
    <w:rsid w:val="0068381F"/>
    <w:rsid w:val="0068504D"/>
    <w:rsid w:val="00685AFE"/>
    <w:rsid w:val="00686417"/>
    <w:rsid w:val="00687716"/>
    <w:rsid w:val="00687ECB"/>
    <w:rsid w:val="0069255B"/>
    <w:rsid w:val="00692C20"/>
    <w:rsid w:val="00692E16"/>
    <w:rsid w:val="00696DE9"/>
    <w:rsid w:val="00697471"/>
    <w:rsid w:val="006A0E83"/>
    <w:rsid w:val="006A1E08"/>
    <w:rsid w:val="006A3AA3"/>
    <w:rsid w:val="006A50E4"/>
    <w:rsid w:val="006A5BAE"/>
    <w:rsid w:val="006A644A"/>
    <w:rsid w:val="006A7ADF"/>
    <w:rsid w:val="006B1FB5"/>
    <w:rsid w:val="006B2322"/>
    <w:rsid w:val="006B355F"/>
    <w:rsid w:val="006B3676"/>
    <w:rsid w:val="006C123C"/>
    <w:rsid w:val="006C2208"/>
    <w:rsid w:val="006C38DA"/>
    <w:rsid w:val="006C6E1D"/>
    <w:rsid w:val="006C79D2"/>
    <w:rsid w:val="006D03F9"/>
    <w:rsid w:val="006D472C"/>
    <w:rsid w:val="006D58EC"/>
    <w:rsid w:val="006D60A7"/>
    <w:rsid w:val="006D771D"/>
    <w:rsid w:val="006E3EFC"/>
    <w:rsid w:val="006E410B"/>
    <w:rsid w:val="006E46EF"/>
    <w:rsid w:val="006E4AB6"/>
    <w:rsid w:val="006F0D6F"/>
    <w:rsid w:val="006F2E62"/>
    <w:rsid w:val="006F3EDD"/>
    <w:rsid w:val="006F4A56"/>
    <w:rsid w:val="006F6B79"/>
    <w:rsid w:val="006F6F56"/>
    <w:rsid w:val="007002A7"/>
    <w:rsid w:val="0070190F"/>
    <w:rsid w:val="0070438F"/>
    <w:rsid w:val="00704CEE"/>
    <w:rsid w:val="007071B1"/>
    <w:rsid w:val="007101A2"/>
    <w:rsid w:val="00711751"/>
    <w:rsid w:val="00712634"/>
    <w:rsid w:val="007178CE"/>
    <w:rsid w:val="00717F6B"/>
    <w:rsid w:val="007209AC"/>
    <w:rsid w:val="00724E4E"/>
    <w:rsid w:val="007276F8"/>
    <w:rsid w:val="00730056"/>
    <w:rsid w:val="007300E9"/>
    <w:rsid w:val="00734CAE"/>
    <w:rsid w:val="00735097"/>
    <w:rsid w:val="00735CB7"/>
    <w:rsid w:val="00737570"/>
    <w:rsid w:val="00737AA2"/>
    <w:rsid w:val="00740888"/>
    <w:rsid w:val="0074299A"/>
    <w:rsid w:val="00742A0A"/>
    <w:rsid w:val="00743647"/>
    <w:rsid w:val="007449C7"/>
    <w:rsid w:val="00745664"/>
    <w:rsid w:val="007464FB"/>
    <w:rsid w:val="00746C79"/>
    <w:rsid w:val="00746DE0"/>
    <w:rsid w:val="00761DA2"/>
    <w:rsid w:val="00762C76"/>
    <w:rsid w:val="00765C10"/>
    <w:rsid w:val="00766458"/>
    <w:rsid w:val="0077112E"/>
    <w:rsid w:val="007718C0"/>
    <w:rsid w:val="00771BFC"/>
    <w:rsid w:val="00780551"/>
    <w:rsid w:val="007840A7"/>
    <w:rsid w:val="007871DF"/>
    <w:rsid w:val="00792BDD"/>
    <w:rsid w:val="00797CD3"/>
    <w:rsid w:val="007A01AA"/>
    <w:rsid w:val="007A1439"/>
    <w:rsid w:val="007A3F22"/>
    <w:rsid w:val="007A6D34"/>
    <w:rsid w:val="007A6E76"/>
    <w:rsid w:val="007B174C"/>
    <w:rsid w:val="007B44A4"/>
    <w:rsid w:val="007B54BB"/>
    <w:rsid w:val="007C4F08"/>
    <w:rsid w:val="007D0B93"/>
    <w:rsid w:val="007D1354"/>
    <w:rsid w:val="007D1FE4"/>
    <w:rsid w:val="007D4704"/>
    <w:rsid w:val="007D6296"/>
    <w:rsid w:val="007E04ED"/>
    <w:rsid w:val="007E3DF0"/>
    <w:rsid w:val="007F5A09"/>
    <w:rsid w:val="007F6A16"/>
    <w:rsid w:val="007F6BD6"/>
    <w:rsid w:val="00800741"/>
    <w:rsid w:val="008017BE"/>
    <w:rsid w:val="00802F1B"/>
    <w:rsid w:val="00806648"/>
    <w:rsid w:val="008110AE"/>
    <w:rsid w:val="00813B6D"/>
    <w:rsid w:val="00814B42"/>
    <w:rsid w:val="00821DFC"/>
    <w:rsid w:val="00824B49"/>
    <w:rsid w:val="00826E3C"/>
    <w:rsid w:val="00831769"/>
    <w:rsid w:val="008319D3"/>
    <w:rsid w:val="00831AA6"/>
    <w:rsid w:val="00834252"/>
    <w:rsid w:val="008354BF"/>
    <w:rsid w:val="008361D3"/>
    <w:rsid w:val="00836FEF"/>
    <w:rsid w:val="00843F28"/>
    <w:rsid w:val="0084488A"/>
    <w:rsid w:val="008450EA"/>
    <w:rsid w:val="00850266"/>
    <w:rsid w:val="00850C85"/>
    <w:rsid w:val="008521ED"/>
    <w:rsid w:val="00853343"/>
    <w:rsid w:val="00854922"/>
    <w:rsid w:val="00860187"/>
    <w:rsid w:val="00860F27"/>
    <w:rsid w:val="00864633"/>
    <w:rsid w:val="00866FCE"/>
    <w:rsid w:val="0086741F"/>
    <w:rsid w:val="00867DA0"/>
    <w:rsid w:val="008715ED"/>
    <w:rsid w:val="00874D5C"/>
    <w:rsid w:val="0087539F"/>
    <w:rsid w:val="008758DD"/>
    <w:rsid w:val="008763F7"/>
    <w:rsid w:val="008767A6"/>
    <w:rsid w:val="0087684F"/>
    <w:rsid w:val="008809AF"/>
    <w:rsid w:val="0088147A"/>
    <w:rsid w:val="008822BA"/>
    <w:rsid w:val="008838D9"/>
    <w:rsid w:val="0088413C"/>
    <w:rsid w:val="008844A2"/>
    <w:rsid w:val="008848EE"/>
    <w:rsid w:val="00884E68"/>
    <w:rsid w:val="0088621F"/>
    <w:rsid w:val="00892A71"/>
    <w:rsid w:val="008A03FC"/>
    <w:rsid w:val="008A3659"/>
    <w:rsid w:val="008A3B32"/>
    <w:rsid w:val="008A3C63"/>
    <w:rsid w:val="008B281D"/>
    <w:rsid w:val="008B3561"/>
    <w:rsid w:val="008B4372"/>
    <w:rsid w:val="008B43A2"/>
    <w:rsid w:val="008B5DD5"/>
    <w:rsid w:val="008B6665"/>
    <w:rsid w:val="008B71D4"/>
    <w:rsid w:val="008B7E21"/>
    <w:rsid w:val="008C19B7"/>
    <w:rsid w:val="008C29A9"/>
    <w:rsid w:val="008C2AA2"/>
    <w:rsid w:val="008C3DF2"/>
    <w:rsid w:val="008C4DA3"/>
    <w:rsid w:val="008C53D8"/>
    <w:rsid w:val="008D13A2"/>
    <w:rsid w:val="008D4F18"/>
    <w:rsid w:val="008D5708"/>
    <w:rsid w:val="008D638D"/>
    <w:rsid w:val="008D7984"/>
    <w:rsid w:val="008D7D62"/>
    <w:rsid w:val="008E0D64"/>
    <w:rsid w:val="008E20AB"/>
    <w:rsid w:val="008E2A7A"/>
    <w:rsid w:val="008E3441"/>
    <w:rsid w:val="008E37CC"/>
    <w:rsid w:val="008E5902"/>
    <w:rsid w:val="008E7321"/>
    <w:rsid w:val="008E7D8C"/>
    <w:rsid w:val="008F003A"/>
    <w:rsid w:val="008F17B4"/>
    <w:rsid w:val="008F2CCE"/>
    <w:rsid w:val="008F4D11"/>
    <w:rsid w:val="008F5ACD"/>
    <w:rsid w:val="008F646F"/>
    <w:rsid w:val="008F6B9D"/>
    <w:rsid w:val="00900768"/>
    <w:rsid w:val="00904124"/>
    <w:rsid w:val="009057CB"/>
    <w:rsid w:val="00906604"/>
    <w:rsid w:val="009070EF"/>
    <w:rsid w:val="0091300B"/>
    <w:rsid w:val="00921A4C"/>
    <w:rsid w:val="009252ED"/>
    <w:rsid w:val="00930225"/>
    <w:rsid w:val="00931885"/>
    <w:rsid w:val="009320F9"/>
    <w:rsid w:val="0093685A"/>
    <w:rsid w:val="00937C00"/>
    <w:rsid w:val="0094058C"/>
    <w:rsid w:val="009427B3"/>
    <w:rsid w:val="00943BA8"/>
    <w:rsid w:val="00944932"/>
    <w:rsid w:val="009459C9"/>
    <w:rsid w:val="0094780E"/>
    <w:rsid w:val="009535C1"/>
    <w:rsid w:val="00955457"/>
    <w:rsid w:val="00956A20"/>
    <w:rsid w:val="00962414"/>
    <w:rsid w:val="009637DE"/>
    <w:rsid w:val="0096435C"/>
    <w:rsid w:val="00964B96"/>
    <w:rsid w:val="009717D8"/>
    <w:rsid w:val="009756E0"/>
    <w:rsid w:val="0097603A"/>
    <w:rsid w:val="00977FE5"/>
    <w:rsid w:val="00980451"/>
    <w:rsid w:val="00980C45"/>
    <w:rsid w:val="009812E8"/>
    <w:rsid w:val="009821B9"/>
    <w:rsid w:val="009825DB"/>
    <w:rsid w:val="009850E6"/>
    <w:rsid w:val="009850EE"/>
    <w:rsid w:val="009850F4"/>
    <w:rsid w:val="00987A83"/>
    <w:rsid w:val="009903F0"/>
    <w:rsid w:val="009916F9"/>
    <w:rsid w:val="009A0467"/>
    <w:rsid w:val="009A0976"/>
    <w:rsid w:val="009A46C0"/>
    <w:rsid w:val="009A4A73"/>
    <w:rsid w:val="009A5BC0"/>
    <w:rsid w:val="009A606D"/>
    <w:rsid w:val="009A6572"/>
    <w:rsid w:val="009B11FF"/>
    <w:rsid w:val="009B22D1"/>
    <w:rsid w:val="009B477B"/>
    <w:rsid w:val="009B4D67"/>
    <w:rsid w:val="009B553B"/>
    <w:rsid w:val="009B5BB3"/>
    <w:rsid w:val="009B7DF4"/>
    <w:rsid w:val="009B7F2F"/>
    <w:rsid w:val="009C0F01"/>
    <w:rsid w:val="009C485F"/>
    <w:rsid w:val="009C595E"/>
    <w:rsid w:val="009C6393"/>
    <w:rsid w:val="009C71F6"/>
    <w:rsid w:val="009C7BC2"/>
    <w:rsid w:val="009C7F2F"/>
    <w:rsid w:val="009D00AB"/>
    <w:rsid w:val="009D276C"/>
    <w:rsid w:val="009D2CE2"/>
    <w:rsid w:val="009E2AAB"/>
    <w:rsid w:val="009E34B7"/>
    <w:rsid w:val="009E6277"/>
    <w:rsid w:val="009E6BAC"/>
    <w:rsid w:val="009E71C1"/>
    <w:rsid w:val="009E777C"/>
    <w:rsid w:val="009F408D"/>
    <w:rsid w:val="009F5682"/>
    <w:rsid w:val="00A023FB"/>
    <w:rsid w:val="00A04E47"/>
    <w:rsid w:val="00A05B68"/>
    <w:rsid w:val="00A06090"/>
    <w:rsid w:val="00A076CC"/>
    <w:rsid w:val="00A1028A"/>
    <w:rsid w:val="00A10B34"/>
    <w:rsid w:val="00A119B9"/>
    <w:rsid w:val="00A12D17"/>
    <w:rsid w:val="00A13755"/>
    <w:rsid w:val="00A14256"/>
    <w:rsid w:val="00A17BA1"/>
    <w:rsid w:val="00A21735"/>
    <w:rsid w:val="00A243BB"/>
    <w:rsid w:val="00A25B27"/>
    <w:rsid w:val="00A26250"/>
    <w:rsid w:val="00A30AF3"/>
    <w:rsid w:val="00A34B2E"/>
    <w:rsid w:val="00A365C0"/>
    <w:rsid w:val="00A41433"/>
    <w:rsid w:val="00A507E5"/>
    <w:rsid w:val="00A509C6"/>
    <w:rsid w:val="00A5572E"/>
    <w:rsid w:val="00A57419"/>
    <w:rsid w:val="00A5741B"/>
    <w:rsid w:val="00A57BAA"/>
    <w:rsid w:val="00A57D48"/>
    <w:rsid w:val="00A57F33"/>
    <w:rsid w:val="00A63B02"/>
    <w:rsid w:val="00A6442E"/>
    <w:rsid w:val="00A64616"/>
    <w:rsid w:val="00A65430"/>
    <w:rsid w:val="00A65D3D"/>
    <w:rsid w:val="00A672D4"/>
    <w:rsid w:val="00A70466"/>
    <w:rsid w:val="00A71EE6"/>
    <w:rsid w:val="00A8159A"/>
    <w:rsid w:val="00A83D60"/>
    <w:rsid w:val="00A84531"/>
    <w:rsid w:val="00A84EB6"/>
    <w:rsid w:val="00A8598B"/>
    <w:rsid w:val="00A92EC5"/>
    <w:rsid w:val="00A93854"/>
    <w:rsid w:val="00A95994"/>
    <w:rsid w:val="00A95E34"/>
    <w:rsid w:val="00A96565"/>
    <w:rsid w:val="00AA3000"/>
    <w:rsid w:val="00AB087A"/>
    <w:rsid w:val="00AB27DF"/>
    <w:rsid w:val="00AB3E32"/>
    <w:rsid w:val="00AB45B4"/>
    <w:rsid w:val="00AB538B"/>
    <w:rsid w:val="00AC1BD6"/>
    <w:rsid w:val="00AC351C"/>
    <w:rsid w:val="00AC3822"/>
    <w:rsid w:val="00AC7610"/>
    <w:rsid w:val="00AD1FF2"/>
    <w:rsid w:val="00AD472B"/>
    <w:rsid w:val="00AD5D4B"/>
    <w:rsid w:val="00AD6080"/>
    <w:rsid w:val="00AE0E4F"/>
    <w:rsid w:val="00AE2800"/>
    <w:rsid w:val="00AE2C3D"/>
    <w:rsid w:val="00AE2D70"/>
    <w:rsid w:val="00AE32AB"/>
    <w:rsid w:val="00AF0ECD"/>
    <w:rsid w:val="00AF33A5"/>
    <w:rsid w:val="00AF3445"/>
    <w:rsid w:val="00AF369E"/>
    <w:rsid w:val="00AF623A"/>
    <w:rsid w:val="00B00C04"/>
    <w:rsid w:val="00B05DE4"/>
    <w:rsid w:val="00B06C8F"/>
    <w:rsid w:val="00B1114C"/>
    <w:rsid w:val="00B11483"/>
    <w:rsid w:val="00B11C40"/>
    <w:rsid w:val="00B12E72"/>
    <w:rsid w:val="00B205A2"/>
    <w:rsid w:val="00B21D19"/>
    <w:rsid w:val="00B21EE0"/>
    <w:rsid w:val="00B30CDD"/>
    <w:rsid w:val="00B31119"/>
    <w:rsid w:val="00B379B5"/>
    <w:rsid w:val="00B4219E"/>
    <w:rsid w:val="00B46299"/>
    <w:rsid w:val="00B50F45"/>
    <w:rsid w:val="00B518FE"/>
    <w:rsid w:val="00B5271B"/>
    <w:rsid w:val="00B532FB"/>
    <w:rsid w:val="00B57E4D"/>
    <w:rsid w:val="00B65D94"/>
    <w:rsid w:val="00B65EB0"/>
    <w:rsid w:val="00B66B92"/>
    <w:rsid w:val="00B71BBF"/>
    <w:rsid w:val="00B73B7A"/>
    <w:rsid w:val="00B73DC4"/>
    <w:rsid w:val="00B741B0"/>
    <w:rsid w:val="00B7771F"/>
    <w:rsid w:val="00B80F6D"/>
    <w:rsid w:val="00B817BA"/>
    <w:rsid w:val="00B829DA"/>
    <w:rsid w:val="00B83B9A"/>
    <w:rsid w:val="00B9135F"/>
    <w:rsid w:val="00B9165F"/>
    <w:rsid w:val="00B9565A"/>
    <w:rsid w:val="00B96CB8"/>
    <w:rsid w:val="00B9722E"/>
    <w:rsid w:val="00BA20EC"/>
    <w:rsid w:val="00BA724A"/>
    <w:rsid w:val="00BA7679"/>
    <w:rsid w:val="00BB08F5"/>
    <w:rsid w:val="00BB1BE9"/>
    <w:rsid w:val="00BB2C09"/>
    <w:rsid w:val="00BB3E04"/>
    <w:rsid w:val="00BB5DFE"/>
    <w:rsid w:val="00BB77C7"/>
    <w:rsid w:val="00BB791E"/>
    <w:rsid w:val="00BB7D9E"/>
    <w:rsid w:val="00BC06C7"/>
    <w:rsid w:val="00BC1B04"/>
    <w:rsid w:val="00BC2F85"/>
    <w:rsid w:val="00BC4531"/>
    <w:rsid w:val="00BC69BD"/>
    <w:rsid w:val="00BD2CCC"/>
    <w:rsid w:val="00BD3EF5"/>
    <w:rsid w:val="00BD6840"/>
    <w:rsid w:val="00BD74FE"/>
    <w:rsid w:val="00BD7624"/>
    <w:rsid w:val="00BD7D67"/>
    <w:rsid w:val="00BE03C8"/>
    <w:rsid w:val="00BE0DF7"/>
    <w:rsid w:val="00BE4FB9"/>
    <w:rsid w:val="00BF0EE8"/>
    <w:rsid w:val="00BF0F98"/>
    <w:rsid w:val="00BF1A07"/>
    <w:rsid w:val="00BF2CDB"/>
    <w:rsid w:val="00C00424"/>
    <w:rsid w:val="00C02A60"/>
    <w:rsid w:val="00C061F3"/>
    <w:rsid w:val="00C068A5"/>
    <w:rsid w:val="00C07CD4"/>
    <w:rsid w:val="00C10F48"/>
    <w:rsid w:val="00C1190C"/>
    <w:rsid w:val="00C122E9"/>
    <w:rsid w:val="00C17C00"/>
    <w:rsid w:val="00C21AA3"/>
    <w:rsid w:val="00C21AE7"/>
    <w:rsid w:val="00C248F4"/>
    <w:rsid w:val="00C25747"/>
    <w:rsid w:val="00C273B5"/>
    <w:rsid w:val="00C3380F"/>
    <w:rsid w:val="00C3565F"/>
    <w:rsid w:val="00C36615"/>
    <w:rsid w:val="00C40B2E"/>
    <w:rsid w:val="00C510C9"/>
    <w:rsid w:val="00C512A1"/>
    <w:rsid w:val="00C52C73"/>
    <w:rsid w:val="00C548B1"/>
    <w:rsid w:val="00C65A4F"/>
    <w:rsid w:val="00C70664"/>
    <w:rsid w:val="00C7420C"/>
    <w:rsid w:val="00C74EDA"/>
    <w:rsid w:val="00C7599C"/>
    <w:rsid w:val="00C76BF7"/>
    <w:rsid w:val="00C772BC"/>
    <w:rsid w:val="00C83680"/>
    <w:rsid w:val="00C8415A"/>
    <w:rsid w:val="00C87F38"/>
    <w:rsid w:val="00C90087"/>
    <w:rsid w:val="00C95E2D"/>
    <w:rsid w:val="00CA24CD"/>
    <w:rsid w:val="00CA2E94"/>
    <w:rsid w:val="00CA35CA"/>
    <w:rsid w:val="00CA4DA8"/>
    <w:rsid w:val="00CA5292"/>
    <w:rsid w:val="00CA6654"/>
    <w:rsid w:val="00CB0AF7"/>
    <w:rsid w:val="00CC1268"/>
    <w:rsid w:val="00CC1706"/>
    <w:rsid w:val="00CC1937"/>
    <w:rsid w:val="00CC2983"/>
    <w:rsid w:val="00CC4120"/>
    <w:rsid w:val="00CD209D"/>
    <w:rsid w:val="00CD5A40"/>
    <w:rsid w:val="00CE2065"/>
    <w:rsid w:val="00CE23F5"/>
    <w:rsid w:val="00CE2A3C"/>
    <w:rsid w:val="00CE4AC4"/>
    <w:rsid w:val="00CE78D4"/>
    <w:rsid w:val="00CE7A6B"/>
    <w:rsid w:val="00CF1090"/>
    <w:rsid w:val="00CF1EAF"/>
    <w:rsid w:val="00CF4DBA"/>
    <w:rsid w:val="00CF76C0"/>
    <w:rsid w:val="00CF7F0D"/>
    <w:rsid w:val="00D016A3"/>
    <w:rsid w:val="00D018D0"/>
    <w:rsid w:val="00D04E22"/>
    <w:rsid w:val="00D052AD"/>
    <w:rsid w:val="00D07397"/>
    <w:rsid w:val="00D079F7"/>
    <w:rsid w:val="00D112A2"/>
    <w:rsid w:val="00D114DD"/>
    <w:rsid w:val="00D14D40"/>
    <w:rsid w:val="00D15795"/>
    <w:rsid w:val="00D174F0"/>
    <w:rsid w:val="00D21C99"/>
    <w:rsid w:val="00D236FB"/>
    <w:rsid w:val="00D24073"/>
    <w:rsid w:val="00D31403"/>
    <w:rsid w:val="00D34C2C"/>
    <w:rsid w:val="00D37D14"/>
    <w:rsid w:val="00D425AB"/>
    <w:rsid w:val="00D43F31"/>
    <w:rsid w:val="00D4529B"/>
    <w:rsid w:val="00D45D33"/>
    <w:rsid w:val="00D50581"/>
    <w:rsid w:val="00D52E3D"/>
    <w:rsid w:val="00D5339C"/>
    <w:rsid w:val="00D53E3E"/>
    <w:rsid w:val="00D54673"/>
    <w:rsid w:val="00D54DA1"/>
    <w:rsid w:val="00D550B3"/>
    <w:rsid w:val="00D56403"/>
    <w:rsid w:val="00D5667D"/>
    <w:rsid w:val="00D620EF"/>
    <w:rsid w:val="00D62FB9"/>
    <w:rsid w:val="00D632FA"/>
    <w:rsid w:val="00D63365"/>
    <w:rsid w:val="00D63CCE"/>
    <w:rsid w:val="00D64D7B"/>
    <w:rsid w:val="00D6733B"/>
    <w:rsid w:val="00D7109D"/>
    <w:rsid w:val="00D71527"/>
    <w:rsid w:val="00D73653"/>
    <w:rsid w:val="00D763AE"/>
    <w:rsid w:val="00D76471"/>
    <w:rsid w:val="00D84B43"/>
    <w:rsid w:val="00D872F9"/>
    <w:rsid w:val="00D8760C"/>
    <w:rsid w:val="00D8764F"/>
    <w:rsid w:val="00D9012E"/>
    <w:rsid w:val="00D90635"/>
    <w:rsid w:val="00DA0297"/>
    <w:rsid w:val="00DA38F8"/>
    <w:rsid w:val="00DA3C62"/>
    <w:rsid w:val="00DA69FA"/>
    <w:rsid w:val="00DB1A30"/>
    <w:rsid w:val="00DB2830"/>
    <w:rsid w:val="00DC01C5"/>
    <w:rsid w:val="00DC13DF"/>
    <w:rsid w:val="00DC43F1"/>
    <w:rsid w:val="00DC6D34"/>
    <w:rsid w:val="00DD0A19"/>
    <w:rsid w:val="00DD1A2B"/>
    <w:rsid w:val="00DD1B0D"/>
    <w:rsid w:val="00DD3285"/>
    <w:rsid w:val="00DD5ECC"/>
    <w:rsid w:val="00DD6F15"/>
    <w:rsid w:val="00DE02A9"/>
    <w:rsid w:val="00DE1E22"/>
    <w:rsid w:val="00DE35C0"/>
    <w:rsid w:val="00DE44E7"/>
    <w:rsid w:val="00DE690B"/>
    <w:rsid w:val="00DE6C74"/>
    <w:rsid w:val="00DF19DB"/>
    <w:rsid w:val="00DF54F1"/>
    <w:rsid w:val="00E002B5"/>
    <w:rsid w:val="00E0043C"/>
    <w:rsid w:val="00E04064"/>
    <w:rsid w:val="00E06D2A"/>
    <w:rsid w:val="00E10B38"/>
    <w:rsid w:val="00E13CCD"/>
    <w:rsid w:val="00E1657B"/>
    <w:rsid w:val="00E16AFE"/>
    <w:rsid w:val="00E204F6"/>
    <w:rsid w:val="00E21FDB"/>
    <w:rsid w:val="00E237FA"/>
    <w:rsid w:val="00E25D42"/>
    <w:rsid w:val="00E334A8"/>
    <w:rsid w:val="00E367A8"/>
    <w:rsid w:val="00E41F33"/>
    <w:rsid w:val="00E462CF"/>
    <w:rsid w:val="00E474A6"/>
    <w:rsid w:val="00E4798D"/>
    <w:rsid w:val="00E50C82"/>
    <w:rsid w:val="00E51397"/>
    <w:rsid w:val="00E52BE6"/>
    <w:rsid w:val="00E546FB"/>
    <w:rsid w:val="00E61613"/>
    <w:rsid w:val="00E63C2D"/>
    <w:rsid w:val="00E65596"/>
    <w:rsid w:val="00E74884"/>
    <w:rsid w:val="00E768F9"/>
    <w:rsid w:val="00E76D2E"/>
    <w:rsid w:val="00E77E34"/>
    <w:rsid w:val="00E82F9A"/>
    <w:rsid w:val="00E852EE"/>
    <w:rsid w:val="00E94CB8"/>
    <w:rsid w:val="00E96E56"/>
    <w:rsid w:val="00E96E8D"/>
    <w:rsid w:val="00E96F00"/>
    <w:rsid w:val="00EA289B"/>
    <w:rsid w:val="00EA3458"/>
    <w:rsid w:val="00EA419D"/>
    <w:rsid w:val="00EA512E"/>
    <w:rsid w:val="00EB0003"/>
    <w:rsid w:val="00EB123C"/>
    <w:rsid w:val="00EB5474"/>
    <w:rsid w:val="00EB6CBF"/>
    <w:rsid w:val="00EB770E"/>
    <w:rsid w:val="00EB7772"/>
    <w:rsid w:val="00EB7F98"/>
    <w:rsid w:val="00EC0AE7"/>
    <w:rsid w:val="00EC0CB2"/>
    <w:rsid w:val="00EC0DB1"/>
    <w:rsid w:val="00EC69D1"/>
    <w:rsid w:val="00EC6A16"/>
    <w:rsid w:val="00EC7F49"/>
    <w:rsid w:val="00ED538D"/>
    <w:rsid w:val="00EE019B"/>
    <w:rsid w:val="00EE2DB9"/>
    <w:rsid w:val="00EE481F"/>
    <w:rsid w:val="00EE5B9F"/>
    <w:rsid w:val="00EE5F50"/>
    <w:rsid w:val="00EF3DFD"/>
    <w:rsid w:val="00EF4ADD"/>
    <w:rsid w:val="00EF6F7C"/>
    <w:rsid w:val="00F03BBD"/>
    <w:rsid w:val="00F047C8"/>
    <w:rsid w:val="00F06175"/>
    <w:rsid w:val="00F134E5"/>
    <w:rsid w:val="00F1401B"/>
    <w:rsid w:val="00F1491B"/>
    <w:rsid w:val="00F1632A"/>
    <w:rsid w:val="00F21172"/>
    <w:rsid w:val="00F21F08"/>
    <w:rsid w:val="00F22261"/>
    <w:rsid w:val="00F23F3B"/>
    <w:rsid w:val="00F26E95"/>
    <w:rsid w:val="00F30440"/>
    <w:rsid w:val="00F32A3D"/>
    <w:rsid w:val="00F33637"/>
    <w:rsid w:val="00F340A8"/>
    <w:rsid w:val="00F34993"/>
    <w:rsid w:val="00F35279"/>
    <w:rsid w:val="00F363CF"/>
    <w:rsid w:val="00F37A98"/>
    <w:rsid w:val="00F40840"/>
    <w:rsid w:val="00F40EAE"/>
    <w:rsid w:val="00F4329F"/>
    <w:rsid w:val="00F43842"/>
    <w:rsid w:val="00F4678A"/>
    <w:rsid w:val="00F52FF6"/>
    <w:rsid w:val="00F5367B"/>
    <w:rsid w:val="00F53AC3"/>
    <w:rsid w:val="00F53F64"/>
    <w:rsid w:val="00F54B1F"/>
    <w:rsid w:val="00F65397"/>
    <w:rsid w:val="00F66B1F"/>
    <w:rsid w:val="00F6766A"/>
    <w:rsid w:val="00F72700"/>
    <w:rsid w:val="00F729F9"/>
    <w:rsid w:val="00F74554"/>
    <w:rsid w:val="00F747B9"/>
    <w:rsid w:val="00F76D87"/>
    <w:rsid w:val="00F77133"/>
    <w:rsid w:val="00F77AF3"/>
    <w:rsid w:val="00F8201C"/>
    <w:rsid w:val="00F834F0"/>
    <w:rsid w:val="00F83D49"/>
    <w:rsid w:val="00F86E72"/>
    <w:rsid w:val="00F9054E"/>
    <w:rsid w:val="00F913E9"/>
    <w:rsid w:val="00F916BB"/>
    <w:rsid w:val="00F9572D"/>
    <w:rsid w:val="00F9713D"/>
    <w:rsid w:val="00F97F82"/>
    <w:rsid w:val="00FA0063"/>
    <w:rsid w:val="00FA0389"/>
    <w:rsid w:val="00FA0B4F"/>
    <w:rsid w:val="00FA2EDD"/>
    <w:rsid w:val="00FA39B2"/>
    <w:rsid w:val="00FB566E"/>
    <w:rsid w:val="00FB570D"/>
    <w:rsid w:val="00FC1F64"/>
    <w:rsid w:val="00FC288D"/>
    <w:rsid w:val="00FC48D5"/>
    <w:rsid w:val="00FC4CD7"/>
    <w:rsid w:val="00FC5623"/>
    <w:rsid w:val="00FD2156"/>
    <w:rsid w:val="00FD71AA"/>
    <w:rsid w:val="00FE0859"/>
    <w:rsid w:val="00FE0AA0"/>
    <w:rsid w:val="00FE1AC4"/>
    <w:rsid w:val="00FE28A9"/>
    <w:rsid w:val="00FE33BE"/>
    <w:rsid w:val="00FE3EE3"/>
    <w:rsid w:val="00FE73A9"/>
    <w:rsid w:val="00FF3AF6"/>
    <w:rsid w:val="00FF433E"/>
    <w:rsid w:val="00FF4DBC"/>
    <w:rsid w:val="00FF6B5C"/>
    <w:rsid w:val="00FF6C79"/>
    <w:rsid w:val="012ABB64"/>
    <w:rsid w:val="0277299F"/>
    <w:rsid w:val="037943C9"/>
    <w:rsid w:val="03A3D811"/>
    <w:rsid w:val="05E5042A"/>
    <w:rsid w:val="0648A923"/>
    <w:rsid w:val="07021FA5"/>
    <w:rsid w:val="078A33D5"/>
    <w:rsid w:val="0A7BA22C"/>
    <w:rsid w:val="0CC72D40"/>
    <w:rsid w:val="0D574141"/>
    <w:rsid w:val="0DD5E9C5"/>
    <w:rsid w:val="0EC108B2"/>
    <w:rsid w:val="0F5317BF"/>
    <w:rsid w:val="124186DA"/>
    <w:rsid w:val="14B48D3A"/>
    <w:rsid w:val="150F5287"/>
    <w:rsid w:val="15633C17"/>
    <w:rsid w:val="1637A627"/>
    <w:rsid w:val="16863AA5"/>
    <w:rsid w:val="16CF1966"/>
    <w:rsid w:val="17A1C63C"/>
    <w:rsid w:val="186AD039"/>
    <w:rsid w:val="18893B42"/>
    <w:rsid w:val="190DDD28"/>
    <w:rsid w:val="1A21D92E"/>
    <w:rsid w:val="1A4BF069"/>
    <w:rsid w:val="1AA54E18"/>
    <w:rsid w:val="1BA588E4"/>
    <w:rsid w:val="1CDA51BE"/>
    <w:rsid w:val="1CFD58AB"/>
    <w:rsid w:val="1D9E5F91"/>
    <w:rsid w:val="1EF24217"/>
    <w:rsid w:val="20F9C299"/>
    <w:rsid w:val="224FC74E"/>
    <w:rsid w:val="227E0CFE"/>
    <w:rsid w:val="22E4F006"/>
    <w:rsid w:val="2313EC03"/>
    <w:rsid w:val="2462C0F9"/>
    <w:rsid w:val="2498E62D"/>
    <w:rsid w:val="249CD5B7"/>
    <w:rsid w:val="24E9647E"/>
    <w:rsid w:val="25C51915"/>
    <w:rsid w:val="25FE8D63"/>
    <w:rsid w:val="2655D980"/>
    <w:rsid w:val="26852BEB"/>
    <w:rsid w:val="26B9A669"/>
    <w:rsid w:val="26EAFE72"/>
    <w:rsid w:val="271764F6"/>
    <w:rsid w:val="27AD4EF0"/>
    <w:rsid w:val="27CDB8DE"/>
    <w:rsid w:val="27F66841"/>
    <w:rsid w:val="28293CA8"/>
    <w:rsid w:val="291503D9"/>
    <w:rsid w:val="2948391E"/>
    <w:rsid w:val="295C2D72"/>
    <w:rsid w:val="2B933AEB"/>
    <w:rsid w:val="2C4D8316"/>
    <w:rsid w:val="2D64DB00"/>
    <w:rsid w:val="2DBA196D"/>
    <w:rsid w:val="2F5E8CDC"/>
    <w:rsid w:val="3004B543"/>
    <w:rsid w:val="3199D921"/>
    <w:rsid w:val="33543384"/>
    <w:rsid w:val="34995D9E"/>
    <w:rsid w:val="3520BC57"/>
    <w:rsid w:val="3535DDD9"/>
    <w:rsid w:val="356E2743"/>
    <w:rsid w:val="3591CC80"/>
    <w:rsid w:val="362F4A57"/>
    <w:rsid w:val="370D3B0B"/>
    <w:rsid w:val="37592435"/>
    <w:rsid w:val="3861A139"/>
    <w:rsid w:val="38A5C805"/>
    <w:rsid w:val="38B2D171"/>
    <w:rsid w:val="3971F626"/>
    <w:rsid w:val="399419D9"/>
    <w:rsid w:val="3AF2B330"/>
    <w:rsid w:val="3B301E45"/>
    <w:rsid w:val="3BD0BAFC"/>
    <w:rsid w:val="3BF35FFD"/>
    <w:rsid w:val="3D0149C7"/>
    <w:rsid w:val="3E157CD1"/>
    <w:rsid w:val="3E824995"/>
    <w:rsid w:val="3F0F0B83"/>
    <w:rsid w:val="3F890502"/>
    <w:rsid w:val="41AE22D6"/>
    <w:rsid w:val="43E0BFF7"/>
    <w:rsid w:val="440F7F31"/>
    <w:rsid w:val="44D1FBF4"/>
    <w:rsid w:val="456F799F"/>
    <w:rsid w:val="45A0869C"/>
    <w:rsid w:val="46D70D8F"/>
    <w:rsid w:val="4924EA6B"/>
    <w:rsid w:val="49618C3B"/>
    <w:rsid w:val="49B99F5B"/>
    <w:rsid w:val="4ABD1C93"/>
    <w:rsid w:val="4AF72F2D"/>
    <w:rsid w:val="4B5AFBC4"/>
    <w:rsid w:val="4BD400D2"/>
    <w:rsid w:val="4C117D48"/>
    <w:rsid w:val="4D120363"/>
    <w:rsid w:val="5005C7E9"/>
    <w:rsid w:val="50993B83"/>
    <w:rsid w:val="51470C87"/>
    <w:rsid w:val="51B4858D"/>
    <w:rsid w:val="51E4F947"/>
    <w:rsid w:val="527813AC"/>
    <w:rsid w:val="5302F6F8"/>
    <w:rsid w:val="534ED653"/>
    <w:rsid w:val="545738B4"/>
    <w:rsid w:val="54DE12A6"/>
    <w:rsid w:val="569CE9F0"/>
    <w:rsid w:val="56F5A8FF"/>
    <w:rsid w:val="57D02501"/>
    <w:rsid w:val="58F2D738"/>
    <w:rsid w:val="591DED96"/>
    <w:rsid w:val="5A33E9C3"/>
    <w:rsid w:val="5AC81907"/>
    <w:rsid w:val="5BF459FA"/>
    <w:rsid w:val="5CCA3FC0"/>
    <w:rsid w:val="5D2A8F24"/>
    <w:rsid w:val="6126BA2F"/>
    <w:rsid w:val="61D13C99"/>
    <w:rsid w:val="6368A01F"/>
    <w:rsid w:val="643AA19D"/>
    <w:rsid w:val="67683F83"/>
    <w:rsid w:val="67E93B3D"/>
    <w:rsid w:val="69607F0E"/>
    <w:rsid w:val="69F79753"/>
    <w:rsid w:val="6CAB986F"/>
    <w:rsid w:val="6CE837FE"/>
    <w:rsid w:val="6E240458"/>
    <w:rsid w:val="6EEED95A"/>
    <w:rsid w:val="700AF449"/>
    <w:rsid w:val="7032424E"/>
    <w:rsid w:val="708AA9BB"/>
    <w:rsid w:val="70F3593A"/>
    <w:rsid w:val="711E90E7"/>
    <w:rsid w:val="717E7719"/>
    <w:rsid w:val="72B64C04"/>
    <w:rsid w:val="7481D834"/>
    <w:rsid w:val="74FFA810"/>
    <w:rsid w:val="77A84483"/>
    <w:rsid w:val="77F1720C"/>
    <w:rsid w:val="788F41CE"/>
    <w:rsid w:val="7AE528F3"/>
    <w:rsid w:val="7BA6ABDF"/>
    <w:rsid w:val="7C3433FA"/>
    <w:rsid w:val="7C4DCDFE"/>
    <w:rsid w:val="7CA4F803"/>
    <w:rsid w:val="7CAE0672"/>
    <w:rsid w:val="7ED6F757"/>
    <w:rsid w:val="7F1BA162"/>
    <w:rsid w:val="7F79FCA3"/>
    <w:rsid w:val="7F7FE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-relative:page;mso-position-vertical-relative:page;mso-width-relative:margin;mso-height-relative:margin" fill="f" fillcolor="white" stroke="f">
      <v:fill color="white" on="f"/>
      <v:stroke on="f"/>
      <v:textbox inset="0,0,0,0"/>
    </o:shapedefaults>
    <o:shapelayout v:ext="edit">
      <o:idmap v:ext="edit" data="2"/>
    </o:shapelayout>
  </w:shapeDefaults>
  <w:decimalSymbol w:val=","/>
  <w:listSeparator w:val=";"/>
  <w14:docId w14:val="4DFE86D3"/>
  <w15:chartTrackingRefBased/>
  <w15:docId w15:val="{6A251E92-7C89-40F4-9B6E-DB88D102C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Standard energize"/>
    <w:rsid w:val="001410CE"/>
    <w:pPr>
      <w:spacing w:after="160" w:line="259" w:lineRule="auto"/>
    </w:pPr>
    <w:rPr>
      <w:rFonts w:ascii="Mulish" w:eastAsiaTheme="minorHAnsi" w:hAnsi="Mulish" w:cstheme="minorBidi"/>
      <w:kern w:val="2"/>
      <w:sz w:val="22"/>
      <w:szCs w:val="22"/>
      <w:lang w:eastAsia="en-US"/>
      <w14:ligatures w14:val="standardContextual"/>
    </w:rPr>
  </w:style>
  <w:style w:type="paragraph" w:styleId="berschrift1">
    <w:name w:val="heading 1"/>
    <w:basedOn w:val="Standard"/>
    <w:next w:val="Standard"/>
    <w:link w:val="berschrift1Zchn"/>
    <w:uiPriority w:val="9"/>
    <w:rsid w:val="009F408D"/>
    <w:pPr>
      <w:spacing w:before="60" w:after="60" w:line="240" w:lineRule="auto"/>
      <w:outlineLvl w:val="0"/>
    </w:pPr>
    <w:rPr>
      <w:rFonts w:ascii="Auto 3 Regular" w:eastAsia="Cambria" w:hAnsi="Auto 3 Regular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rsid w:val="00892A7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4C7DF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3berschrift14pt">
    <w:name w:val="3 Überschrift 14 pt"/>
    <w:basedOn w:val="berschriftdunkelblau14PtkeineVersalien"/>
    <w:link w:val="3berschrift14ptZchn"/>
    <w:qFormat/>
    <w:rsid w:val="006C6E1D"/>
    <w:pPr>
      <w:spacing w:before="0" w:after="0"/>
    </w:pPr>
  </w:style>
  <w:style w:type="paragraph" w:styleId="Kopfzeile">
    <w:name w:val="header"/>
    <w:basedOn w:val="Standard"/>
    <w:link w:val="KopfzeileZchn"/>
    <w:uiPriority w:val="99"/>
    <w:rsid w:val="002A74D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2A74D5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38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380F"/>
    <w:rPr>
      <w:rFonts w:ascii="Tahoma" w:hAnsi="Tahoma" w:cs="Tahoma"/>
      <w:sz w:val="16"/>
      <w:szCs w:val="16"/>
    </w:rPr>
  </w:style>
  <w:style w:type="character" w:customStyle="1" w:styleId="FuzeileZchn">
    <w:name w:val="Fußzeile Zchn"/>
    <w:link w:val="Fuzeile"/>
    <w:uiPriority w:val="99"/>
    <w:rsid w:val="006C38DA"/>
    <w:rPr>
      <w:sz w:val="24"/>
      <w:szCs w:val="24"/>
    </w:rPr>
  </w:style>
  <w:style w:type="character" w:customStyle="1" w:styleId="KopfzeileZchn">
    <w:name w:val="Kopfzeile Zchn"/>
    <w:link w:val="Kopfzeile"/>
    <w:uiPriority w:val="99"/>
    <w:rsid w:val="006C38DA"/>
    <w:rPr>
      <w:sz w:val="24"/>
      <w:szCs w:val="24"/>
    </w:rPr>
  </w:style>
  <w:style w:type="paragraph" w:customStyle="1" w:styleId="xAnschrift">
    <w:name w:val="x Anschrift"/>
    <w:rsid w:val="00CF7F0D"/>
    <w:pPr>
      <w:spacing w:line="260" w:lineRule="exact"/>
    </w:pPr>
    <w:rPr>
      <w:rFonts w:ascii="Ubuntu Medium" w:hAnsi="Ubuntu Medium"/>
      <w:b/>
      <w:color w:val="000000"/>
      <w:sz w:val="18"/>
      <w:szCs w:val="18"/>
    </w:rPr>
  </w:style>
  <w:style w:type="paragraph" w:customStyle="1" w:styleId="xBetreff">
    <w:name w:val="x Betreff"/>
    <w:rsid w:val="009057CB"/>
    <w:pPr>
      <w:tabs>
        <w:tab w:val="left" w:pos="6804"/>
      </w:tabs>
      <w:spacing w:before="3800"/>
      <w:contextualSpacing/>
    </w:pPr>
    <w:rPr>
      <w:rFonts w:ascii="Ubuntu" w:hAnsi="Ubuntu"/>
      <w:b/>
      <w:caps/>
      <w:noProof/>
      <w:sz w:val="24"/>
      <w:szCs w:val="24"/>
    </w:rPr>
  </w:style>
  <w:style w:type="paragraph" w:customStyle="1" w:styleId="xBetreffUnterzeile">
    <w:name w:val="x Betreff Unterzeile"/>
    <w:basedOn w:val="xBetreff"/>
    <w:rsid w:val="009057CB"/>
    <w:pPr>
      <w:spacing w:before="60" w:line="264" w:lineRule="auto"/>
    </w:pPr>
    <w:rPr>
      <w:b w:val="0"/>
      <w:caps w:val="0"/>
      <w:sz w:val="22"/>
      <w:szCs w:val="22"/>
    </w:rPr>
  </w:style>
  <w:style w:type="character" w:customStyle="1" w:styleId="4berschriftHauptblauZchn">
    <w:name w:val="4 Überschrift Haupt blau Zchn"/>
    <w:basedOn w:val="Absatz-Standardschriftart"/>
    <w:link w:val="4berschriftHauptblau"/>
    <w:rsid w:val="00440CA7"/>
    <w:rPr>
      <w:rFonts w:ascii="Mulish" w:eastAsiaTheme="minorHAnsi" w:hAnsi="Mulish" w:cstheme="minorBidi"/>
      <w:b/>
      <w:caps/>
      <w:color w:val="0091CC"/>
      <w:kern w:val="2"/>
      <w:sz w:val="24"/>
      <w:szCs w:val="22"/>
      <w:lang w:eastAsia="en-US"/>
      <w14:ligatures w14:val="standardContextual"/>
    </w:rPr>
  </w:style>
  <w:style w:type="paragraph" w:styleId="Datum">
    <w:name w:val="Date"/>
    <w:next w:val="Standard"/>
    <w:link w:val="DatumZchn"/>
    <w:uiPriority w:val="99"/>
    <w:unhideWhenUsed/>
    <w:rsid w:val="00A84EB6"/>
    <w:pPr>
      <w:spacing w:line="264" w:lineRule="auto"/>
    </w:pPr>
    <w:rPr>
      <w:rFonts w:ascii="Geogrotesque Rg" w:hAnsi="Geogrotesque Rg"/>
      <w:color w:val="000000"/>
      <w:sz w:val="18"/>
      <w:szCs w:val="24"/>
    </w:rPr>
  </w:style>
  <w:style w:type="character" w:customStyle="1" w:styleId="DatumZchn">
    <w:name w:val="Datum Zchn"/>
    <w:link w:val="Datum"/>
    <w:uiPriority w:val="99"/>
    <w:rsid w:val="00A84EB6"/>
    <w:rPr>
      <w:rFonts w:ascii="Geogrotesque Rg" w:hAnsi="Geogrotesque Rg"/>
      <w:color w:val="000000"/>
      <w:sz w:val="18"/>
      <w:szCs w:val="24"/>
    </w:rPr>
  </w:style>
  <w:style w:type="paragraph" w:customStyle="1" w:styleId="4berschriftHauptblau">
    <w:name w:val="4 Überschrift Haupt blau"/>
    <w:basedOn w:val="Standard"/>
    <w:next w:val="Standard"/>
    <w:link w:val="4berschriftHauptblauZchn"/>
    <w:rsid w:val="000A7966"/>
    <w:pPr>
      <w:tabs>
        <w:tab w:val="left" w:pos="0"/>
        <w:tab w:val="left" w:pos="7979"/>
      </w:tabs>
      <w:spacing w:before="320" w:after="200"/>
      <w:contextualSpacing/>
    </w:pPr>
    <w:rPr>
      <w:b/>
      <w:caps/>
      <w:color w:val="0091CC"/>
      <w:sz w:val="24"/>
    </w:rPr>
  </w:style>
  <w:style w:type="character" w:customStyle="1" w:styleId="berschrift1Zchn">
    <w:name w:val="Überschrift 1 Zchn"/>
    <w:link w:val="berschrift1"/>
    <w:uiPriority w:val="9"/>
    <w:rsid w:val="009F408D"/>
    <w:rPr>
      <w:rFonts w:ascii="Auto 3 Regular" w:eastAsia="Cambria" w:hAnsi="Auto 3 Regular"/>
      <w:sz w:val="18"/>
      <w:szCs w:val="24"/>
    </w:rPr>
  </w:style>
  <w:style w:type="paragraph" w:customStyle="1" w:styleId="Kostenberschrift">
    <w:name w:val="Kosten Überschrift"/>
    <w:rsid w:val="00F53F64"/>
    <w:pPr>
      <w:tabs>
        <w:tab w:val="right" w:pos="7938"/>
      </w:tabs>
      <w:spacing w:before="120" w:line="264" w:lineRule="auto"/>
      <w:ind w:left="709"/>
    </w:pPr>
    <w:rPr>
      <w:rFonts w:ascii="Geogrotesque Rg" w:eastAsia="Cambria" w:hAnsi="Geogrotesque Rg"/>
      <w:b/>
      <w:color w:val="000000"/>
      <w:sz w:val="22"/>
      <w:szCs w:val="18"/>
      <w:lang w:eastAsia="en-US"/>
    </w:rPr>
  </w:style>
  <w:style w:type="paragraph" w:customStyle="1" w:styleId="KostenBeschreibung">
    <w:name w:val="Kosten Beschreibung"/>
    <w:link w:val="KostenBeschreibungZchn"/>
    <w:rsid w:val="008C19B7"/>
    <w:pPr>
      <w:tabs>
        <w:tab w:val="left" w:pos="0"/>
        <w:tab w:val="right" w:pos="7371"/>
      </w:tabs>
      <w:spacing w:before="40" w:line="264" w:lineRule="auto"/>
      <w:ind w:left="1134"/>
      <w:contextualSpacing/>
    </w:pPr>
    <w:rPr>
      <w:rFonts w:ascii="Ubuntu Light" w:eastAsia="Cambria" w:hAnsi="Ubuntu Light"/>
      <w:color w:val="000000"/>
      <w:sz w:val="18"/>
      <w:szCs w:val="18"/>
      <w:lang w:eastAsia="en-US"/>
    </w:rPr>
  </w:style>
  <w:style w:type="paragraph" w:styleId="Funotentext">
    <w:name w:val="footnote text"/>
    <w:basedOn w:val="Standard"/>
    <w:link w:val="FunotentextZchn"/>
    <w:uiPriority w:val="99"/>
    <w:rsid w:val="008E2A7A"/>
    <w:pPr>
      <w:spacing w:line="240" w:lineRule="auto"/>
    </w:pPr>
    <w:rPr>
      <w:rFonts w:ascii="Times New Roman" w:hAnsi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8E2A7A"/>
  </w:style>
  <w:style w:type="character" w:customStyle="1" w:styleId="berschriftdunkelblau14PtkeineVersalienZchn">
    <w:name w:val="Überschrift dunkelblau + 14 Pt. keine Versalien Zchn"/>
    <w:basedOn w:val="4berschriftHauptblauZchn"/>
    <w:link w:val="berschriftdunkelblau14PtkeineVersalien"/>
    <w:rsid w:val="00440CA7"/>
    <w:rPr>
      <w:rFonts w:ascii="Mulish" w:eastAsiaTheme="minorHAnsi" w:hAnsi="Mulish" w:cstheme="minorBidi"/>
      <w:b/>
      <w:bCs/>
      <w:caps w:val="0"/>
      <w:color w:val="004996"/>
      <w:kern w:val="2"/>
      <w:sz w:val="28"/>
      <w:szCs w:val="22"/>
      <w:lang w:eastAsia="en-US"/>
      <w14:ligatures w14:val="standardContextual"/>
    </w:rPr>
  </w:style>
  <w:style w:type="paragraph" w:customStyle="1" w:styleId="KostenGesamtnetto">
    <w:name w:val="Kosten Gesamt netto"/>
    <w:link w:val="KostenGesamtnettoZchn"/>
    <w:rsid w:val="008C19B7"/>
    <w:pPr>
      <w:tabs>
        <w:tab w:val="right" w:pos="6804"/>
        <w:tab w:val="right" w:pos="7938"/>
      </w:tabs>
      <w:spacing w:before="320" w:line="264" w:lineRule="auto"/>
    </w:pPr>
    <w:rPr>
      <w:rFonts w:ascii="Ubuntu" w:eastAsia="Cambria" w:hAnsi="Ubuntu"/>
      <w:b/>
      <w:lang w:eastAsia="en-US"/>
    </w:rPr>
  </w:style>
  <w:style w:type="paragraph" w:styleId="Listenabsatz">
    <w:name w:val="List Paragraph"/>
    <w:basedOn w:val="Standard"/>
    <w:uiPriority w:val="34"/>
    <w:qFormat/>
    <w:rsid w:val="00C512A1"/>
    <w:pPr>
      <w:ind w:left="708"/>
    </w:pPr>
  </w:style>
  <w:style w:type="character" w:styleId="Buchtitel">
    <w:name w:val="Book Title"/>
    <w:uiPriority w:val="33"/>
    <w:rsid w:val="00C512A1"/>
    <w:rPr>
      <w:b/>
      <w:bCs/>
      <w:smallCaps/>
      <w:spacing w:val="5"/>
    </w:rPr>
  </w:style>
  <w:style w:type="paragraph" w:customStyle="1" w:styleId="Flietext">
    <w:name w:val="Fließtext"/>
    <w:rsid w:val="00523EB4"/>
    <w:pPr>
      <w:spacing w:line="360" w:lineRule="auto"/>
    </w:pPr>
    <w:rPr>
      <w:rFonts w:ascii="Geogrotesque Regular" w:eastAsia="Cambria" w:hAnsi="Geogrotesque Regular"/>
      <w:sz w:val="18"/>
      <w:szCs w:val="24"/>
    </w:rPr>
  </w:style>
  <w:style w:type="paragraph" w:customStyle="1" w:styleId="berschriftdunkelblau11pt">
    <w:name w:val="Überschrift dunkelblau 11pt"/>
    <w:basedOn w:val="berschriftdunkelblau18Pt"/>
    <w:next w:val="Standard"/>
    <w:rsid w:val="00BD74FE"/>
    <w:pPr>
      <w:spacing w:before="240" w:after="80"/>
    </w:pPr>
    <w:rPr>
      <w:rFonts w:eastAsia="Cambria"/>
      <w:caps w:val="0"/>
      <w:sz w:val="22"/>
    </w:rPr>
  </w:style>
  <w:style w:type="paragraph" w:customStyle="1" w:styleId="3Nummerierung">
    <w:name w:val="3 Nummerierung"/>
    <w:basedOn w:val="Standard"/>
    <w:rsid w:val="001410CE"/>
    <w:pPr>
      <w:numPr>
        <w:numId w:val="3"/>
      </w:numPr>
      <w:spacing w:before="80" w:after="0" w:line="240" w:lineRule="auto"/>
      <w:ind w:left="465" w:right="284" w:hanging="278"/>
    </w:pPr>
    <w:rPr>
      <w:rFonts w:ascii="Ubuntu Light" w:eastAsia="Times New Roman" w:hAnsi="Ubuntu Light" w:cs="Times New Roman"/>
      <w:color w:val="000000"/>
      <w:kern w:val="0"/>
      <w:sz w:val="18"/>
      <w:szCs w:val="18"/>
      <w:lang w:eastAsia="de-DE"/>
      <w14:ligatures w14:val="none"/>
    </w:rPr>
  </w:style>
  <w:style w:type="paragraph" w:customStyle="1" w:styleId="KostenMwst">
    <w:name w:val="Kosten Mwst"/>
    <w:basedOn w:val="Standard"/>
    <w:rsid w:val="008C19B7"/>
    <w:pPr>
      <w:tabs>
        <w:tab w:val="right" w:pos="7938"/>
      </w:tabs>
      <w:spacing w:before="20" w:after="40"/>
    </w:pPr>
    <w:rPr>
      <w:sz w:val="16"/>
      <w:szCs w:val="16"/>
    </w:rPr>
  </w:style>
  <w:style w:type="paragraph" w:customStyle="1" w:styleId="KostenTagessatz">
    <w:name w:val="Kosten Tagessatz"/>
    <w:basedOn w:val="KostenBeschreibung"/>
    <w:link w:val="KostenTagessatzZchn"/>
    <w:rsid w:val="00325AC8"/>
    <w:pPr>
      <w:contextualSpacing w:val="0"/>
    </w:pPr>
  </w:style>
  <w:style w:type="paragraph" w:customStyle="1" w:styleId="KostenGesamtbrutto">
    <w:name w:val="Kosten Gesamt brutto"/>
    <w:basedOn w:val="KostenGesamtnetto"/>
    <w:link w:val="KostenGesamtbruttoZchn"/>
    <w:rsid w:val="00582A89"/>
    <w:pPr>
      <w:spacing w:before="120"/>
    </w:pPr>
  </w:style>
  <w:style w:type="character" w:customStyle="1" w:styleId="KostenBeschreibungZchn">
    <w:name w:val="Kosten Beschreibung Zchn"/>
    <w:link w:val="KostenBeschreibung"/>
    <w:rsid w:val="008C19B7"/>
    <w:rPr>
      <w:rFonts w:ascii="Ubuntu Light" w:eastAsia="Cambria" w:hAnsi="Ubuntu Light"/>
      <w:color w:val="000000"/>
      <w:sz w:val="18"/>
      <w:szCs w:val="18"/>
      <w:lang w:eastAsia="en-US"/>
    </w:rPr>
  </w:style>
  <w:style w:type="character" w:customStyle="1" w:styleId="KostenTagessatzZchn">
    <w:name w:val="Kosten Tagessatz Zchn"/>
    <w:basedOn w:val="KostenBeschreibungZchn"/>
    <w:link w:val="KostenTagessatz"/>
    <w:rsid w:val="00325AC8"/>
    <w:rPr>
      <w:rFonts w:ascii="Ubuntu Light" w:eastAsia="Cambria" w:hAnsi="Ubuntu Light"/>
      <w:color w:val="000000"/>
      <w:sz w:val="18"/>
      <w:szCs w:val="18"/>
      <w:lang w:eastAsia="en-US"/>
    </w:rPr>
  </w:style>
  <w:style w:type="paragraph" w:customStyle="1" w:styleId="BasicParagraph">
    <w:name w:val="[Basic Paragraph]"/>
    <w:basedOn w:val="Standard"/>
    <w:uiPriority w:val="99"/>
    <w:rsid w:val="0049038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sz w:val="24"/>
      <w:lang w:val="en-GB"/>
    </w:rPr>
  </w:style>
  <w:style w:type="character" w:customStyle="1" w:styleId="KostenGesamtnettoZchn">
    <w:name w:val="Kosten Gesamt netto Zchn"/>
    <w:link w:val="KostenGesamtnetto"/>
    <w:rsid w:val="008C19B7"/>
    <w:rPr>
      <w:rFonts w:ascii="Ubuntu" w:eastAsia="Cambria" w:hAnsi="Ubuntu"/>
      <w:b/>
      <w:lang w:eastAsia="en-US"/>
    </w:rPr>
  </w:style>
  <w:style w:type="character" w:customStyle="1" w:styleId="KostenGesamtbruttoZchn">
    <w:name w:val="Kosten Gesamt brutto Zchn"/>
    <w:basedOn w:val="KostenGesamtnettoZchn"/>
    <w:link w:val="KostenGesamtbrutto"/>
    <w:rsid w:val="00582A89"/>
    <w:rPr>
      <w:rFonts w:ascii="Ubuntu" w:eastAsia="Cambria" w:hAnsi="Ubuntu"/>
      <w:b/>
      <w:lang w:eastAsia="en-US"/>
    </w:rPr>
  </w:style>
  <w:style w:type="paragraph" w:customStyle="1" w:styleId="xDatumAnsprechpartner">
    <w:name w:val="x Datum/Ansprechpartner"/>
    <w:basedOn w:val="Sprechblasentext"/>
    <w:link w:val="xDatumAnsprechpartnerZchn"/>
    <w:rsid w:val="00CF7F0D"/>
    <w:pPr>
      <w:tabs>
        <w:tab w:val="left" w:pos="993"/>
      </w:tabs>
      <w:spacing w:line="260" w:lineRule="exact"/>
    </w:pPr>
    <w:rPr>
      <w:rFonts w:ascii="Ubuntu Light" w:hAnsi="Ubuntu Light" w:cs="Ubuntu-Medium"/>
      <w:color w:val="262626"/>
      <w:sz w:val="18"/>
      <w:szCs w:val="18"/>
    </w:rPr>
  </w:style>
  <w:style w:type="paragraph" w:customStyle="1" w:styleId="KostenEinzelpunkt">
    <w:name w:val="Kosten Einzelpunkt"/>
    <w:rsid w:val="008C19B7"/>
    <w:pPr>
      <w:tabs>
        <w:tab w:val="right" w:pos="7938"/>
      </w:tabs>
      <w:spacing w:before="120" w:line="264" w:lineRule="auto"/>
      <w:ind w:left="709"/>
    </w:pPr>
    <w:rPr>
      <w:rFonts w:ascii="Ubuntu" w:eastAsia="Cambria" w:hAnsi="Ubuntu"/>
      <w:b/>
      <w:color w:val="000000"/>
      <w:sz w:val="18"/>
      <w:szCs w:val="18"/>
      <w:lang w:eastAsia="en-US"/>
    </w:rPr>
  </w:style>
  <w:style w:type="character" w:customStyle="1" w:styleId="xDatumAnsprechpartnerZchn">
    <w:name w:val="x Datum/Ansprechpartner Zchn"/>
    <w:link w:val="xDatumAnsprechpartner"/>
    <w:rsid w:val="00CF7F0D"/>
    <w:rPr>
      <w:rFonts w:ascii="Ubuntu Light" w:hAnsi="Ubuntu Light" w:cs="Ubuntu-Medium"/>
      <w:color w:val="262626"/>
      <w:sz w:val="18"/>
      <w:szCs w:val="18"/>
    </w:rPr>
  </w:style>
  <w:style w:type="paragraph" w:customStyle="1" w:styleId="berschriftKleinblau">
    <w:name w:val="Überschrift Klein blau"/>
    <w:basedOn w:val="Standard"/>
    <w:rsid w:val="008C19B7"/>
    <w:pPr>
      <w:tabs>
        <w:tab w:val="left" w:pos="0"/>
        <w:tab w:val="left" w:pos="7979"/>
      </w:tabs>
      <w:spacing w:before="240" w:after="80"/>
      <w:contextualSpacing/>
    </w:pPr>
    <w:rPr>
      <w:rFonts w:ascii="Geogrotesque Rg" w:hAnsi="Geogrotesque Rg"/>
      <w:b/>
      <w:color w:val="00AFCB"/>
    </w:rPr>
  </w:style>
  <w:style w:type="paragraph" w:customStyle="1" w:styleId="xSeitenzahl">
    <w:name w:val="x Seitenzahl"/>
    <w:basedOn w:val="Standard"/>
    <w:link w:val="xSeitenzahlZchn"/>
    <w:rsid w:val="00582A89"/>
    <w:pPr>
      <w:jc w:val="right"/>
    </w:pPr>
  </w:style>
  <w:style w:type="table" w:styleId="Tabellenraster">
    <w:name w:val="Table Grid"/>
    <w:basedOn w:val="NormaleTabelle"/>
    <w:rsid w:val="00077F9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xSeitenzahlZchn">
    <w:name w:val="x Seitenzahl Zchn"/>
    <w:link w:val="xSeitenzahl"/>
    <w:rsid w:val="00582A89"/>
    <w:rPr>
      <w:rFonts w:ascii="Ubuntu Light" w:hAnsi="Ubuntu Light"/>
      <w:color w:val="000000"/>
      <w:sz w:val="18"/>
      <w:szCs w:val="18"/>
    </w:rPr>
  </w:style>
  <w:style w:type="paragraph" w:customStyle="1" w:styleId="Aufzhlung">
    <w:name w:val="Aufzählung"/>
    <w:rsid w:val="00DC6D34"/>
    <w:pPr>
      <w:spacing w:before="80"/>
      <w:ind w:left="681" w:right="284" w:hanging="284"/>
    </w:pPr>
    <w:rPr>
      <w:rFonts w:ascii="Geogrotesque Rg" w:hAnsi="Geogrotesque Rg"/>
      <w:color w:val="000000"/>
      <w:sz w:val="22"/>
      <w:szCs w:val="24"/>
    </w:rPr>
  </w:style>
  <w:style w:type="paragraph" w:customStyle="1" w:styleId="berschriftHauptblau">
    <w:name w:val="Überschrift Haupt blau"/>
    <w:basedOn w:val="Standard"/>
    <w:rsid w:val="00DC6D34"/>
    <w:pPr>
      <w:tabs>
        <w:tab w:val="left" w:pos="0"/>
        <w:tab w:val="left" w:pos="7979"/>
      </w:tabs>
      <w:spacing w:before="360" w:after="200"/>
      <w:contextualSpacing/>
    </w:pPr>
    <w:rPr>
      <w:rFonts w:ascii="Geogrotesque Rg" w:hAnsi="Geogrotesque Rg"/>
      <w:b/>
      <w:caps/>
      <w:color w:val="00AFCB"/>
      <w:sz w:val="24"/>
      <w:szCs w:val="24"/>
    </w:rPr>
  </w:style>
  <w:style w:type="character" w:styleId="Kommentarzeichen">
    <w:name w:val="annotation reference"/>
    <w:uiPriority w:val="99"/>
    <w:semiHidden/>
    <w:unhideWhenUsed/>
    <w:rsid w:val="00DC6D34"/>
    <w:rPr>
      <w:sz w:val="16"/>
      <w:szCs w:val="16"/>
    </w:rPr>
  </w:style>
  <w:style w:type="character" w:customStyle="1" w:styleId="3berschrift14ptZchn">
    <w:name w:val="3 Überschrift 14 pt Zchn"/>
    <w:basedOn w:val="berschriftdunkelblau14PtkeineVersalienZchn"/>
    <w:link w:val="3berschrift14pt"/>
    <w:rsid w:val="006C6E1D"/>
    <w:rPr>
      <w:rFonts w:ascii="Mulish" w:eastAsiaTheme="minorHAnsi" w:hAnsi="Mulish" w:cstheme="minorBidi"/>
      <w:b/>
      <w:bCs/>
      <w:caps w:val="0"/>
      <w:color w:val="004996"/>
      <w:kern w:val="2"/>
      <w:sz w:val="28"/>
      <w:szCs w:val="22"/>
      <w:lang w:eastAsia="en-US"/>
      <w14:ligatures w14:val="standardContextual"/>
    </w:rPr>
  </w:style>
  <w:style w:type="paragraph" w:customStyle="1" w:styleId="2BERSCHRIFT18pt">
    <w:name w:val="2 ÜBERSCHRIFT 18pt"/>
    <w:basedOn w:val="3berschrift14pt"/>
    <w:link w:val="2BERSCHRIFT18ptZchn"/>
    <w:qFormat/>
    <w:rsid w:val="006C6E1D"/>
    <w:rPr>
      <w:caps/>
      <w:sz w:val="3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92A71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paragraph" w:styleId="berarbeitung">
    <w:name w:val="Revision"/>
    <w:hidden/>
    <w:uiPriority w:val="99"/>
    <w:semiHidden/>
    <w:rsid w:val="00892A71"/>
    <w:rPr>
      <w:rFonts w:ascii="Ubuntu Light" w:hAnsi="Ubuntu Light"/>
      <w:color w:val="000000"/>
      <w:sz w:val="18"/>
      <w:szCs w:val="1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C7DF2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paragraph" w:customStyle="1" w:styleId="xFuzeile">
    <w:name w:val="x Fußzeile"/>
    <w:basedOn w:val="Fuzeile"/>
    <w:link w:val="xFuzeileZchn"/>
    <w:rsid w:val="004C7DF2"/>
    <w:pPr>
      <w:ind w:left="14"/>
    </w:pPr>
    <w:rPr>
      <w:color w:val="808080" w:themeColor="background1" w:themeShade="80"/>
    </w:rPr>
  </w:style>
  <w:style w:type="character" w:customStyle="1" w:styleId="xFuzeileZchn">
    <w:name w:val="x Fußzeile Zchn"/>
    <w:basedOn w:val="FuzeileZchn"/>
    <w:link w:val="xFuzeile"/>
    <w:rsid w:val="004C7DF2"/>
    <w:rPr>
      <w:rFonts w:ascii="Ubuntu Light" w:hAnsi="Ubuntu Light"/>
      <w:color w:val="808080" w:themeColor="background1" w:themeShade="80"/>
      <w:sz w:val="18"/>
      <w:szCs w:val="18"/>
    </w:rPr>
  </w:style>
  <w:style w:type="paragraph" w:styleId="Kommentarthema">
    <w:name w:val="annotation subject"/>
    <w:basedOn w:val="Standard"/>
    <w:next w:val="Standard"/>
    <w:link w:val="KommentarthemaZchn"/>
    <w:uiPriority w:val="99"/>
    <w:semiHidden/>
    <w:unhideWhenUsed/>
    <w:rsid w:val="009D276C"/>
    <w:pPr>
      <w:spacing w:line="240" w:lineRule="auto"/>
    </w:pPr>
    <w:rPr>
      <w:b/>
      <w:bCs/>
      <w:sz w:val="20"/>
      <w:szCs w:val="20"/>
    </w:rPr>
  </w:style>
  <w:style w:type="character" w:customStyle="1" w:styleId="KommentarthemaZchn">
    <w:name w:val="Kommentarthema Zchn"/>
    <w:basedOn w:val="Absatz-Standardschriftart"/>
    <w:link w:val="Kommentarthema"/>
    <w:uiPriority w:val="99"/>
    <w:semiHidden/>
    <w:rsid w:val="009D276C"/>
    <w:rPr>
      <w:rFonts w:ascii="Ubuntu Light" w:hAnsi="Ubuntu Light"/>
      <w:b/>
      <w:bCs/>
      <w:color w:val="000000"/>
    </w:rPr>
  </w:style>
  <w:style w:type="table" w:styleId="Gitternetztabelle4Akzent5">
    <w:name w:val="Grid Table 4 Accent 5"/>
    <w:basedOn w:val="NormaleTabelle"/>
    <w:uiPriority w:val="49"/>
    <w:rsid w:val="0045681C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customStyle="1" w:styleId="2BERSCHRIFT18ptZchn">
    <w:name w:val="2 ÜBERSCHRIFT 18pt Zchn"/>
    <w:basedOn w:val="3berschrift14ptZchn"/>
    <w:link w:val="2BERSCHRIFT18pt"/>
    <w:rsid w:val="006C6E1D"/>
    <w:rPr>
      <w:rFonts w:ascii="Mulish" w:eastAsiaTheme="minorHAnsi" w:hAnsi="Mulish" w:cstheme="minorBidi"/>
      <w:b/>
      <w:bCs/>
      <w:caps/>
      <w:color w:val="004996"/>
      <w:kern w:val="2"/>
      <w:sz w:val="36"/>
      <w:szCs w:val="22"/>
      <w:lang w:eastAsia="en-US"/>
      <w14:ligatures w14:val="standardContextual"/>
    </w:rPr>
  </w:style>
  <w:style w:type="paragraph" w:customStyle="1" w:styleId="Default">
    <w:name w:val="Default"/>
    <w:rsid w:val="00E65596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table" w:styleId="Gitternetztabelle1hellAkzent5">
    <w:name w:val="Grid Table 1 Light Accent 5"/>
    <w:basedOn w:val="NormaleTabelle"/>
    <w:uiPriority w:val="46"/>
    <w:rsid w:val="002F3C14"/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Erwhnung">
    <w:name w:val="Mention"/>
    <w:basedOn w:val="Absatz-Standardschriftart"/>
    <w:uiPriority w:val="99"/>
    <w:unhideWhenUsed/>
    <w:rsid w:val="004449E8"/>
    <w:rPr>
      <w:color w:val="2B579A"/>
      <w:shd w:val="clear" w:color="auto" w:fill="E1DFDD"/>
    </w:rPr>
  </w:style>
  <w:style w:type="paragraph" w:customStyle="1" w:styleId="pf0">
    <w:name w:val="pf0"/>
    <w:basedOn w:val="Standard"/>
    <w:rsid w:val="00404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character" w:customStyle="1" w:styleId="cf01">
    <w:name w:val="cf01"/>
    <w:basedOn w:val="Absatz-Standardschriftart"/>
    <w:rsid w:val="004041EC"/>
    <w:rPr>
      <w:rFonts w:ascii="Segoe UI" w:hAnsi="Segoe UI" w:cs="Segoe UI" w:hint="default"/>
      <w:sz w:val="18"/>
      <w:szCs w:val="18"/>
    </w:rPr>
  </w:style>
  <w:style w:type="character" w:styleId="Platzhaltertext">
    <w:name w:val="Placeholder Text"/>
    <w:basedOn w:val="Absatz-Standardschriftart"/>
    <w:uiPriority w:val="99"/>
    <w:semiHidden/>
    <w:rsid w:val="002B0292"/>
    <w:rPr>
      <w:color w:val="666666"/>
    </w:rPr>
  </w:style>
  <w:style w:type="paragraph" w:styleId="KeinLeerraum">
    <w:name w:val="No Spacing"/>
    <w:link w:val="KeinLeerraumZchn"/>
    <w:uiPriority w:val="1"/>
    <w:rsid w:val="00484118"/>
    <w:rPr>
      <w:rFonts w:asciiTheme="minorHAnsi" w:eastAsiaTheme="minorEastAsia" w:hAnsiTheme="minorHAnsi" w:cstheme="minorBidi"/>
      <w:sz w:val="22"/>
      <w:szCs w:val="22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484118"/>
    <w:rPr>
      <w:rFonts w:asciiTheme="minorHAnsi" w:eastAsiaTheme="minorEastAsia" w:hAnsiTheme="minorHAnsi" w:cstheme="minorBidi"/>
      <w:sz w:val="22"/>
      <w:szCs w:val="22"/>
    </w:rPr>
  </w:style>
  <w:style w:type="paragraph" w:customStyle="1" w:styleId="berschriftdunkelblau18Pt">
    <w:name w:val="Überschrift dunkelblau + 18 Pt."/>
    <w:rsid w:val="00BD74FE"/>
    <w:rPr>
      <w:rFonts w:ascii="Mulish" w:eastAsiaTheme="minorHAnsi" w:hAnsi="Mulish" w:cstheme="minorBidi"/>
      <w:b/>
      <w:bCs/>
      <w:caps/>
      <w:color w:val="004996"/>
      <w:kern w:val="2"/>
      <w:sz w:val="36"/>
      <w:szCs w:val="22"/>
      <w:lang w:eastAsia="en-US"/>
      <w14:ligatures w14:val="standardContextual"/>
    </w:rPr>
  </w:style>
  <w:style w:type="paragraph" w:customStyle="1" w:styleId="Blocksatz">
    <w:name w:val="Blocksatz"/>
    <w:basedOn w:val="Standard"/>
    <w:rsid w:val="00AC351C"/>
    <w:pPr>
      <w:spacing w:before="120" w:after="280"/>
      <w:jc w:val="both"/>
    </w:pPr>
    <w:rPr>
      <w:rFonts w:eastAsia="Times New Roman" w:cs="Times Bold"/>
      <w:bCs/>
      <w:color w:val="000000" w:themeColor="text1"/>
      <w:sz w:val="20"/>
      <w:szCs w:val="20"/>
    </w:rPr>
  </w:style>
  <w:style w:type="paragraph" w:customStyle="1" w:styleId="berschriftdunkelblau14PtkeineVersalien">
    <w:name w:val="Überschrift dunkelblau + 14 Pt. keine Versalien"/>
    <w:basedOn w:val="4berschriftHauptblau"/>
    <w:link w:val="berschriftdunkelblau14PtkeineVersalienZchn"/>
    <w:rsid w:val="00BD74FE"/>
    <w:rPr>
      <w:bCs/>
      <w:caps w:val="0"/>
      <w:color w:val="004996"/>
      <w:sz w:val="28"/>
    </w:rPr>
  </w:style>
  <w:style w:type="paragraph" w:customStyle="1" w:styleId="1energizeBlocksatzschwarz10pt">
    <w:name w:val="1 energize Blocksatz schwarz 10pt"/>
    <w:link w:val="1energizeBlocksatzschwarz10ptZchn"/>
    <w:qFormat/>
    <w:rsid w:val="0033417A"/>
    <w:pPr>
      <w:spacing w:before="120" w:after="240"/>
      <w:jc w:val="both"/>
    </w:pPr>
    <w:rPr>
      <w:rFonts w:ascii="Mulish" w:hAnsi="Mulish" w:cs="Times Bold"/>
      <w:bCs/>
      <w:color w:val="000000" w:themeColor="text1"/>
      <w:kern w:val="2"/>
      <w:lang w:eastAsia="en-US"/>
      <w14:ligatures w14:val="standardContextual"/>
    </w:rPr>
  </w:style>
  <w:style w:type="paragraph" w:customStyle="1" w:styleId="Aufzhlung10pt">
    <w:name w:val="Aufzählung 10pt"/>
    <w:basedOn w:val="1energizeBlocksatzschwarz10pt"/>
    <w:link w:val="Aufzhlung10ptZchn"/>
    <w:qFormat/>
    <w:rsid w:val="00904124"/>
    <w:pPr>
      <w:numPr>
        <w:numId w:val="23"/>
      </w:numPr>
      <w:spacing w:after="120"/>
      <w:ind w:left="714" w:hanging="357"/>
    </w:pPr>
  </w:style>
  <w:style w:type="character" w:customStyle="1" w:styleId="1energizeBlocksatzschwarz10ptZchn">
    <w:name w:val="1 energize Blocksatz schwarz 10pt Zchn"/>
    <w:basedOn w:val="Absatz-Standardschriftart"/>
    <w:link w:val="1energizeBlocksatzschwarz10pt"/>
    <w:rsid w:val="00904124"/>
    <w:rPr>
      <w:rFonts w:ascii="Mulish" w:hAnsi="Mulish" w:cs="Times Bold"/>
      <w:bCs/>
      <w:color w:val="000000" w:themeColor="text1"/>
      <w:kern w:val="2"/>
      <w:lang w:eastAsia="en-US"/>
      <w14:ligatures w14:val="standardContextual"/>
    </w:rPr>
  </w:style>
  <w:style w:type="character" w:customStyle="1" w:styleId="Aufzhlung10ptZchn">
    <w:name w:val="Aufzählung 10pt Zchn"/>
    <w:basedOn w:val="1energizeBlocksatzschwarz10ptZchn"/>
    <w:link w:val="Aufzhlung10pt"/>
    <w:rsid w:val="00904124"/>
    <w:rPr>
      <w:rFonts w:ascii="Mulish" w:hAnsi="Mulish" w:cs="Times Bold"/>
      <w:bCs/>
      <w:color w:val="000000" w:themeColor="text1"/>
      <w:kern w:val="2"/>
      <w:lang w:eastAsia="en-US"/>
      <w14:ligatures w14:val="standardContextual"/>
    </w:rPr>
  </w:style>
  <w:style w:type="paragraph" w:customStyle="1" w:styleId="TableCell">
    <w:name w:val="Table Cell"/>
    <w:basedOn w:val="Standard"/>
    <w:qFormat/>
    <w:rsid w:val="00FC48D5"/>
    <w:pPr>
      <w:spacing w:before="72" w:after="72" w:line="240" w:lineRule="auto"/>
    </w:pPr>
    <w:rPr>
      <w:rFonts w:ascii="Arial" w:eastAsia="Times New Roman" w:hAnsi="Arial" w:cs="Times New Roman"/>
      <w:kern w:val="0"/>
      <w:sz w:val="20"/>
      <w:szCs w:val="20"/>
      <w14:ligatures w14:val="none"/>
    </w:rPr>
  </w:style>
  <w:style w:type="paragraph" w:styleId="StandardWeb">
    <w:name w:val="Normal (Web)"/>
    <w:basedOn w:val="Standard"/>
    <w:uiPriority w:val="99"/>
    <w:unhideWhenUsed/>
    <w:rsid w:val="005678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paragraph" w:styleId="Beschriftung">
    <w:name w:val="caption"/>
    <w:basedOn w:val="Standard"/>
    <w:next w:val="Standard"/>
    <w:uiPriority w:val="35"/>
    <w:unhideWhenUsed/>
    <w:qFormat/>
    <w:rsid w:val="005678D1"/>
    <w:pPr>
      <w:spacing w:after="200" w:line="240" w:lineRule="auto"/>
    </w:pPr>
    <w:rPr>
      <w:rFonts w:asciiTheme="minorHAnsi" w:hAnsiTheme="minorHAnsi"/>
      <w:i/>
      <w:iCs/>
      <w:color w:val="44546A" w:themeColor="text2"/>
      <w:kern w:val="0"/>
      <w:sz w:val="18"/>
      <w:szCs w:val="18"/>
      <w14:ligatures w14:val="none"/>
    </w:rPr>
  </w:style>
  <w:style w:type="character" w:styleId="Hyperlink">
    <w:name w:val="Hyperlink"/>
    <w:basedOn w:val="Absatz-Standardschriftart"/>
    <w:uiPriority w:val="99"/>
    <w:unhideWhenUsed/>
    <w:rsid w:val="005678D1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4F107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75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7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jpe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nline.tsol.de/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&#252;ro%20KS\Documents\Benutzerdefinierte%20Office-Vorlagen\Vorlage%20Word%20medienblau%20intern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06be59083e541b2b307efcdd1c93fd9 xmlns="091ee7c9-1c76-4122-89f4-4edd565c2561">
      <Terms xmlns="http://schemas.microsoft.com/office/infopath/2007/PartnerControls">
        <TermInfo xmlns="http://schemas.microsoft.com/office/infopath/2007/PartnerControls">
          <TermName xmlns="http://schemas.microsoft.com/office/infopath/2007/PartnerControls">Dokument</TermName>
          <TermId xmlns="http://schemas.microsoft.com/office/infopath/2007/PartnerControls">08ea029f-91ac-4794-b57d-a41510e63947</TermId>
        </TermInfo>
      </Terms>
    </e06be59083e541b2b307efcdd1c93fd9>
    <e1fecb3ea9bb46a3b3d9606b9c220a68 xmlns="091ee7c9-1c76-4122-89f4-4edd565c2561">
      <Terms xmlns="http://schemas.microsoft.com/office/infopath/2007/PartnerControls"/>
    </e1fecb3ea9bb46a3b3d9606b9c220a68>
    <d5f666c6ef66426f8f7c8771359049f2 xmlns="091ee7c9-1c76-4122-89f4-4edd565c2561">
      <Terms xmlns="http://schemas.microsoft.com/office/infopath/2007/PartnerControls"/>
    </d5f666c6ef66426f8f7c8771359049f2>
    <mb_gueltig_bis xmlns="091ee7c9-1c76-4122-89f4-4edd565c2561" xsi:nil="true"/>
    <TaxCatchAll xmlns="091ee7c9-1c76-4122-89f4-4edd565c2561">
      <Value>5</Value>
      <Value>4</Value>
      <Value>3</Value>
      <Value>2</Value>
    </TaxCatchAll>
    <jac9ee2dec3f4f93bde2b253fadcfe7e xmlns="091ee7c9-1c76-4122-89f4-4edd565c2561">
      <Terms xmlns="http://schemas.microsoft.com/office/infopath/2007/PartnerControls">
        <TermInfo xmlns="http://schemas.microsoft.com/office/infopath/2007/PartnerControls">
          <TermName xmlns="http://schemas.microsoft.com/office/infopath/2007/PartnerControls">LEA Berufsschule</TermName>
          <TermId xmlns="http://schemas.microsoft.com/office/infopath/2007/PartnerControls">2bf63aa6-8fba-40af-996d-9d0b558035f7</TermId>
        </TermInfo>
      </Terms>
    </jac9ee2dec3f4f93bde2b253fadcfe7e>
    <cef3f0cd12f1499fbca28207a421cffc xmlns="091ee7c9-1c76-4122-89f4-4edd565c2561">
      <Terms xmlns="http://schemas.microsoft.com/office/infopath/2007/PartnerControls"/>
    </cef3f0cd12f1499fbca28207a421cffc>
    <mb_gueltig_ab xmlns="091ee7c9-1c76-4122-89f4-4edd565c2561" xsi:nil="true"/>
    <mb_DSGVO xmlns="091ee7c9-1c76-4122-89f4-4edd565c2561" xsi:nil="true"/>
    <a61d61dc416146749313f1bbf338c08f xmlns="091ee7c9-1c76-4122-89f4-4edd565c2561">
      <Terms xmlns="http://schemas.microsoft.com/office/infopath/2007/PartnerControls"/>
    </a61d61dc416146749313f1bbf338c08f>
    <l83c6961f1074ca6b329bbc271a0f8a3 xmlns="091ee7c9-1c76-4122-89f4-4edd565c2561">
      <Terms xmlns="http://schemas.microsoft.com/office/infopath/2007/PartnerControls">
        <TermInfo xmlns="http://schemas.microsoft.com/office/infopath/2007/PartnerControls">
          <TermName xmlns="http://schemas.microsoft.com/office/infopath/2007/PartnerControls">LEA Hessen</TermName>
          <TermId xmlns="http://schemas.microsoft.com/office/infopath/2007/PartnerControls">e90a16c3-1586-415d-83ee-7dff08651c44</TermId>
        </TermInfo>
      </Terms>
    </l83c6961f1074ca6b329bbc271a0f8a3>
    <mb_Vertragsnummer xmlns="091ee7c9-1c76-4122-89f4-4edd565c2561" xsi:nil="true"/>
    <efa8629d3b814e6cba1f179a0a857a80 xmlns="091ee7c9-1c76-4122-89f4-4edd565c256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Akquise Kunden</TermName>
          <TermId xmlns="http://schemas.microsoft.com/office/infopath/2007/PartnerControls">bb52dbfc-d6d2-4d1c-b7f2-acaefd1683b1</TermId>
        </TermInfo>
      </Terms>
    </efa8629d3b814e6cba1f179a0a857a8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mb_Projektdokument" ma:contentTypeID="0x01010035741A8430F2C04BA69CAC3E1A5775560100A0B5569DE73B724B9C1AEA4FCB84DF70" ma:contentTypeVersion="2" ma:contentTypeDescription="" ma:contentTypeScope="" ma:versionID="b6095d32161c5267cf5f9c22b14310b6">
  <xsd:schema xmlns:xsd="http://www.w3.org/2001/XMLSchema" xmlns:xs="http://www.w3.org/2001/XMLSchema" xmlns:p="http://schemas.microsoft.com/office/2006/metadata/properties" xmlns:ns2="091ee7c9-1c76-4122-89f4-4edd565c2561" targetNamespace="http://schemas.microsoft.com/office/2006/metadata/properties" ma:root="true" ma:fieldsID="c659b9be83f26e8551cad62ccd31a877" ns2:_="">
    <xsd:import namespace="091ee7c9-1c76-4122-89f4-4edd565c2561"/>
    <xsd:element name="properties">
      <xsd:complexType>
        <xsd:sequence>
          <xsd:element name="documentManagement">
            <xsd:complexType>
              <xsd:all>
                <xsd:element ref="ns2:jac9ee2dec3f4f93bde2b253fadcfe7e" minOccurs="0"/>
                <xsd:element ref="ns2:TaxCatchAll" minOccurs="0"/>
                <xsd:element ref="ns2:TaxCatchAllLabel" minOccurs="0"/>
                <xsd:element ref="ns2:efa8629d3b814e6cba1f179a0a857a80" minOccurs="0"/>
                <xsd:element ref="ns2:e06be59083e541b2b307efcdd1c93fd9" minOccurs="0"/>
                <xsd:element ref="ns2:cef3f0cd12f1499fbca28207a421cffc" minOccurs="0"/>
                <xsd:element ref="ns2:mb_gueltig_ab" minOccurs="0"/>
                <xsd:element ref="ns2:mb_gueltig_bis" minOccurs="0"/>
                <xsd:element ref="ns2:e1fecb3ea9bb46a3b3d9606b9c220a68" minOccurs="0"/>
                <xsd:element ref="ns2:mb_DSGVO" minOccurs="0"/>
                <xsd:element ref="ns2:l83c6961f1074ca6b329bbc271a0f8a3" minOccurs="0"/>
                <xsd:element ref="ns2:a61d61dc416146749313f1bbf338c08f" minOccurs="0"/>
                <xsd:element ref="ns2:d5f666c6ef66426f8f7c8771359049f2" minOccurs="0"/>
                <xsd:element ref="ns2:mb_Vertragsnumm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1ee7c9-1c76-4122-89f4-4edd565c2561" elementFormDefault="qualified">
    <xsd:import namespace="http://schemas.microsoft.com/office/2006/documentManagement/types"/>
    <xsd:import namespace="http://schemas.microsoft.com/office/infopath/2007/PartnerControls"/>
    <xsd:element name="jac9ee2dec3f4f93bde2b253fadcfe7e" ma:index="8" nillable="true" ma:taxonomy="true" ma:internalName="jac9ee2dec3f4f93bde2b253fadcfe7e" ma:taxonomyFieldName="mb_Projekt" ma:displayName="Projekt" ma:default="" ma:fieldId="{3ac9ee2d-ec3f-4f93-bde2-b253fadcfe7e}" ma:sspId="b834ae43-f8a4-478a-9376-00b66dd8cb90" ma:termSetId="fdf74ec6-3b66-4f83-8948-9f4bc1fbe8e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b90e3462-4336-46da-80a9-f44c62a0a130}" ma:internalName="TaxCatchAll" ma:showField="CatchAllData" ma:web="2b5271ba-2ee8-425e-a229-73ac006472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b90e3462-4336-46da-80a9-f44c62a0a130}" ma:internalName="TaxCatchAllLabel" ma:readOnly="true" ma:showField="CatchAllDataLabel" ma:web="2b5271ba-2ee8-425e-a229-73ac006472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efa8629d3b814e6cba1f179a0a857a80" ma:index="12" nillable="true" ma:taxonomy="true" ma:internalName="efa8629d3b814e6cba1f179a0a857a80" ma:taxonomyFieldName="mb_Organisationsbereich" ma:displayName="Organisationsbereich" ma:readOnly="false" ma:default="" ma:fieldId="{efa8629d-3b81-4e6c-ba1f-179a0a857a80}" ma:sspId="b834ae43-f8a4-478a-9376-00b66dd8cb90" ma:termSetId="b25e4f06-d9d1-4095-a2ee-67f1282f38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06be59083e541b2b307efcdd1c93fd9" ma:index="14" nillable="true" ma:taxonomy="true" ma:internalName="e06be59083e541b2b307efcdd1c93fd9" ma:taxonomyFieldName="mb_Informationsart" ma:displayName="Informationsart" ma:default="" ma:fieldId="{e06be590-83e5-41b2-b307-efcdd1c93fd9}" ma:sspId="b834ae43-f8a4-478a-9376-00b66dd8cb90" ma:termSetId="8a5a8448-dd02-4028-a12c-d90a51391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ef3f0cd12f1499fbca28207a421cffc" ma:index="16" nillable="true" ma:taxonomy="true" ma:internalName="cef3f0cd12f1499fbca28207a421cffc" ma:taxonomyFieldName="mb_Zielgruppe" ma:displayName="Zielgruppe" ma:default="" ma:fieldId="{cef3f0cd-12f1-499f-bca2-8207a421cffc}" ma:sspId="b834ae43-f8a4-478a-9376-00b66dd8cb90" ma:termSetId="c76a032c-bc59-4c4c-a9ce-63f5cad8c9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b_gueltig_ab" ma:index="18" nillable="true" ma:displayName="gültig ab" ma:format="DateOnly" ma:internalName="mb_gueltig_ab" ma:readOnly="false">
      <xsd:simpleType>
        <xsd:restriction base="dms:DateTime"/>
      </xsd:simpleType>
    </xsd:element>
    <xsd:element name="mb_gueltig_bis" ma:index="19" nillable="true" ma:displayName="gültig bis" ma:format="DateOnly" ma:internalName="mb_gueltig_bis" ma:readOnly="false">
      <xsd:simpleType>
        <xsd:restriction base="dms:DateTime"/>
      </xsd:simpleType>
    </xsd:element>
    <xsd:element name="e1fecb3ea9bb46a3b3d9606b9c220a68" ma:index="20" nillable="true" ma:taxonomy="true" ma:internalName="e1fecb3ea9bb46a3b3d9606b9c220a68" ma:taxonomyFieldName="mb_Dokumentenart" ma:displayName="Dokumentenart" ma:default="" ma:fieldId="{e1fecb3e-a9bb-46a3-b3d9-606b9c220a68}" ma:sspId="b834ae43-f8a4-478a-9376-00b66dd8cb90" ma:termSetId="817aadd5-8675-4780-a1a7-db0e5869faf3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mb_DSGVO" ma:index="22" nillable="true" ma:displayName="DSGVO-relevant" ma:format="Dropdown" ma:internalName="mb_DSGVO">
      <xsd:simpleType>
        <xsd:restriction base="dms:Choice">
          <xsd:enumeration value="ja"/>
          <xsd:enumeration value="nein"/>
          <xsd:enumeration value="weiß ich nicht"/>
        </xsd:restriction>
      </xsd:simpleType>
    </xsd:element>
    <xsd:element name="l83c6961f1074ca6b329bbc271a0f8a3" ma:index="23" nillable="true" ma:taxonomy="true" ma:internalName="l83c6961f1074ca6b329bbc271a0f8a3" ma:taxonomyFieldName="mb_Kunde" ma:displayName="Kunde" ma:default="" ma:fieldId="{583c6961-f107-4ca6-b329-bbc271a0f8a3}" ma:sspId="b834ae43-f8a4-478a-9376-00b66dd8cb90" ma:termSetId="07ac4a29-fd29-425d-9ac6-522c33d87a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1d61dc416146749313f1bbf338c08f" ma:index="25" nillable="true" ma:taxonomy="true" ma:internalName="a61d61dc416146749313f1bbf338c08f" ma:taxonomyFieldName="mb_Thema" ma:displayName="Thema" ma:default="" ma:fieldId="{a61d61dc-4161-4674-9313-f1bbf338c08f}" ma:sspId="b834ae43-f8a4-478a-9376-00b66dd8cb90" ma:termSetId="1f8cf039-9ab4-4306-9427-5853c72afcd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5f666c6ef66426f8f7c8771359049f2" ma:index="27" nillable="true" ma:taxonomy="true" ma:internalName="d5f666c6ef66426f8f7c8771359049f2" ma:taxonomyFieldName="mb_Unternehmensbereich" ma:displayName="Unternehmensbereich" ma:readOnly="false" ma:default="1;#Medienbildung|d5b6dde1-31fe-4b08-9ef7-48d6e29f3b2e" ma:fieldId="{d5f666c6-ef66-426f-8f7c-8771359049f2}" ma:sspId="b834ae43-f8a4-478a-9376-00b66dd8cb90" ma:termSetId="42516089-7580-4044-8243-6a082885b84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b_Vertragsnummer" ma:index="29" nillable="true" ma:displayName="Vertragsnummer" ma:format="Dropdown" ma:internalName="mb_Vertragsnummer">
      <xsd:simpleType>
        <xsd:restriction base="dms:Choice">
          <xsd:enumeration value="21.2"/>
          <xsd:enumeration value="21.1"/>
          <xsd:enumeration value="20.2"/>
          <xsd:enumeration value="20.1"/>
          <xsd:enumeration value="19.2"/>
          <xsd:enumeration value="19.1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b834ae43-f8a4-478a-9376-00b66dd8cb90" ContentTypeId="0x01010035741A8430F2C04BA69CAC3E1A57755601" PreviousValue="false" LastSyncTimeStamp="2023-01-23T15:02:39.023Z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A142553-B936-4772-ADF7-CD42F52EB0D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A98CA7-154A-40B2-A4F9-28DC9FF5EACA}">
  <ds:schemaRefs>
    <ds:schemaRef ds:uri="http://schemas.microsoft.com/office/2006/metadata/properties"/>
    <ds:schemaRef ds:uri="http://schemas.microsoft.com/office/infopath/2007/PartnerControls"/>
    <ds:schemaRef ds:uri="091ee7c9-1c76-4122-89f4-4edd565c2561"/>
  </ds:schemaRefs>
</ds:datastoreItem>
</file>

<file path=customXml/itemProps3.xml><?xml version="1.0" encoding="utf-8"?>
<ds:datastoreItem xmlns:ds="http://schemas.openxmlformats.org/officeDocument/2006/customXml" ds:itemID="{3BE36839-313C-48D7-88C7-C290EF5AE4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1ee7c9-1c76-4122-89f4-4edd565c25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BD11BDC-C73E-43ED-851F-E4DED357DEEA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D66175E3-5A14-42C8-BBBB-D2D53508FCE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 Word medienblau intern</Template>
  <TotalTime>0</TotalTime>
  <Pages>2</Pages>
  <Words>322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Schönherr</dc:creator>
  <cp:keywords/>
  <dc:description/>
  <cp:lastModifiedBy>Stoll-Wewior, Sabine</cp:lastModifiedBy>
  <cp:revision>12</cp:revision>
  <cp:lastPrinted>2024-01-16T13:25:00Z</cp:lastPrinted>
  <dcterms:created xsi:type="dcterms:W3CDTF">2024-06-11T15:49:00Z</dcterms:created>
  <dcterms:modified xsi:type="dcterms:W3CDTF">2025-05-14T09:08:00Z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0x01010035741A8430F2C04BA69CAC3E1A577556010049040CA71FEECB4B82455E4C3974F5E3</vt:lpwstr>
  </property>
  <property fmtid="{D5CDD505-2E9C-101B-9397-08002B2CF9AE}" pid="3" name="Order">
    <vt:r8>50800</vt:r8>
  </property>
  <property fmtid="{D5CDD505-2E9C-101B-9397-08002B2CF9AE}" pid="4" name="mb_Unternehmensbereich">
    <vt:lpwstr/>
  </property>
  <property fmtid="{D5CDD505-2E9C-101B-9397-08002B2CF9AE}" pid="5" name="mb_Kunde">
    <vt:lpwstr>2;#LEA Hessen|e90a16c3-1586-415d-83ee-7dff08651c44</vt:lpwstr>
  </property>
  <property fmtid="{D5CDD505-2E9C-101B-9397-08002B2CF9AE}" pid="6" name="mb_Organisationsbereich">
    <vt:lpwstr>5;#Akquise Kunden|bb52dbfc-d6d2-4d1c-b7f2-acaefd1683b1</vt:lpwstr>
  </property>
  <property fmtid="{D5CDD505-2E9C-101B-9397-08002B2CF9AE}" pid="7" name="MediaServiceImageTags">
    <vt:lpwstr/>
  </property>
  <property fmtid="{D5CDD505-2E9C-101B-9397-08002B2CF9AE}" pid="8" name="mb_Dokumentenart">
    <vt:lpwstr/>
  </property>
  <property fmtid="{D5CDD505-2E9C-101B-9397-08002B2CF9AE}" pid="9" name="mb_Projekt">
    <vt:lpwstr>3;#LEA Berufsschule|2bf63aa6-8fba-40af-996d-9d0b558035f7</vt:lpwstr>
  </property>
  <property fmtid="{D5CDD505-2E9C-101B-9397-08002B2CF9AE}" pid="10" name="mb_Thema">
    <vt:lpwstr/>
  </property>
  <property fmtid="{D5CDD505-2E9C-101B-9397-08002B2CF9AE}" pid="11" name="lcf76f155ced4ddcb4097134ff3c332f">
    <vt:lpwstr/>
  </property>
  <property fmtid="{D5CDD505-2E9C-101B-9397-08002B2CF9AE}" pid="12" name="mb_Informationsart">
    <vt:lpwstr>4;#Dokument|08ea029f-91ac-4794-b57d-a41510e63947</vt:lpwstr>
  </property>
  <property fmtid="{D5CDD505-2E9C-101B-9397-08002B2CF9AE}" pid="13" name="mb_Zielgruppe">
    <vt:lpwstr/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xd_Signature">
    <vt:bool>false</vt:bool>
  </property>
</Properties>
</file>