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23AC4" w14:textId="77777777" w:rsidR="00DF3537" w:rsidRDefault="00291BFF" w:rsidP="00291BFF">
      <w:pPr>
        <w:ind w:left="720" w:hanging="360"/>
        <w:rPr>
          <w:b/>
          <w:bCs/>
          <w:sz w:val="28"/>
          <w:szCs w:val="28"/>
        </w:rPr>
      </w:pPr>
      <w:r w:rsidRPr="00291BFF">
        <w:rPr>
          <w:b/>
          <w:bCs/>
          <w:sz w:val="28"/>
          <w:szCs w:val="28"/>
        </w:rPr>
        <w:t>Umfrage Social Media Nutzung</w:t>
      </w:r>
      <w:r w:rsidR="00DF3537">
        <w:rPr>
          <w:b/>
          <w:bCs/>
          <w:sz w:val="28"/>
          <w:szCs w:val="28"/>
        </w:rPr>
        <w:t xml:space="preserve"> </w:t>
      </w:r>
    </w:p>
    <w:p w14:paraId="650C2B28" w14:textId="01CFF40D" w:rsidR="00291BFF" w:rsidRPr="00DF3537" w:rsidRDefault="00DF3537" w:rsidP="00291BFF">
      <w:pPr>
        <w:ind w:left="720" w:hanging="360"/>
        <w:rPr>
          <w:b/>
          <w:bCs/>
          <w:color w:val="2E74B5" w:themeColor="accent5" w:themeShade="BF"/>
        </w:rPr>
      </w:pPr>
      <w:r w:rsidRPr="00DF3537">
        <w:rPr>
          <w:color w:val="2E74B5" w:themeColor="accent5" w:themeShade="BF"/>
        </w:rPr>
        <w:t>(zum Beispiel mit Mentimeter durchführbar)</w:t>
      </w:r>
    </w:p>
    <w:p w14:paraId="1EE07F3D" w14:textId="77777777" w:rsidR="00291BFF" w:rsidRDefault="00291BFF" w:rsidP="00291BFF">
      <w:pPr>
        <w:pStyle w:val="Listenabsatz"/>
        <w:numPr>
          <w:ilvl w:val="0"/>
          <w:numId w:val="25"/>
        </w:numPr>
        <w:spacing w:before="240" w:after="120"/>
        <w:ind w:left="714" w:hanging="357"/>
        <w:contextualSpacing/>
        <w:rPr>
          <w:b/>
          <w:bCs/>
        </w:rPr>
      </w:pPr>
      <w:r w:rsidRPr="00507437">
        <w:rPr>
          <w:b/>
          <w:bCs/>
        </w:rPr>
        <w:t>Wie intensiv nutzt du Social Media</w:t>
      </w:r>
      <w:r w:rsidRPr="00D75524">
        <w:rPr>
          <w:b/>
          <w:bCs/>
        </w:rPr>
        <w:t>?</w:t>
      </w:r>
    </w:p>
    <w:p w14:paraId="71F5D7FB" w14:textId="3F7E1128" w:rsidR="00291BFF" w:rsidRPr="00291BFF" w:rsidRDefault="00291BFF" w:rsidP="00291BFF">
      <w:pPr>
        <w:ind w:firstLine="709"/>
      </w:pPr>
      <w:r w:rsidRPr="00291BFF">
        <w:t>1 (nervt mich / nutze ich kaum) – 10 bin süchtig / nutze es viel</w:t>
      </w:r>
    </w:p>
    <w:p w14:paraId="7F6BADBE" w14:textId="77777777" w:rsidR="00291BFF" w:rsidRPr="00D75524" w:rsidRDefault="00291BFF" w:rsidP="00291BFF">
      <w:pPr>
        <w:pStyle w:val="Listenabsatz"/>
        <w:numPr>
          <w:ilvl w:val="0"/>
          <w:numId w:val="25"/>
        </w:numPr>
        <w:spacing w:before="240" w:after="120"/>
        <w:ind w:left="714" w:hanging="357"/>
        <w:contextualSpacing/>
        <w:rPr>
          <w:b/>
          <w:bCs/>
        </w:rPr>
      </w:pPr>
      <w:r w:rsidRPr="00507437">
        <w:rPr>
          <w:b/>
          <w:bCs/>
        </w:rPr>
        <w:t>Welche Dienste nutzt du? Sortiere sie danach, bei welchen du die meiste Zeit verbringst</w:t>
      </w:r>
      <w:r>
        <w:rPr>
          <w:b/>
          <w:bCs/>
        </w:rPr>
        <w:t>.</w:t>
      </w:r>
    </w:p>
    <w:p w14:paraId="60F55213" w14:textId="77777777" w:rsidR="00291BFF" w:rsidRDefault="00291BFF" w:rsidP="008A1EA5">
      <w:pPr>
        <w:pStyle w:val="Aufzhlung10pt"/>
        <w:numPr>
          <w:ilvl w:val="0"/>
          <w:numId w:val="31"/>
        </w:numPr>
        <w:spacing w:before="0"/>
        <w:ind w:left="1134" w:hanging="357"/>
        <w:contextualSpacing/>
      </w:pPr>
      <w:r>
        <w:t>TikTok</w:t>
      </w:r>
    </w:p>
    <w:p w14:paraId="3E5A8D13" w14:textId="77777777" w:rsidR="00291BFF" w:rsidRDefault="00291BFF" w:rsidP="008A1EA5">
      <w:pPr>
        <w:pStyle w:val="Aufzhlung10pt"/>
        <w:numPr>
          <w:ilvl w:val="0"/>
          <w:numId w:val="31"/>
        </w:numPr>
        <w:spacing w:before="0"/>
        <w:ind w:left="1134" w:hanging="357"/>
        <w:contextualSpacing/>
      </w:pPr>
      <w:r>
        <w:t>YouTube</w:t>
      </w:r>
    </w:p>
    <w:p w14:paraId="32E2FA81" w14:textId="77777777" w:rsidR="00291BFF" w:rsidRDefault="00291BFF" w:rsidP="008A1EA5">
      <w:pPr>
        <w:pStyle w:val="Aufzhlung10pt"/>
        <w:numPr>
          <w:ilvl w:val="0"/>
          <w:numId w:val="31"/>
        </w:numPr>
        <w:spacing w:before="0"/>
        <w:ind w:left="1134" w:hanging="357"/>
        <w:contextualSpacing/>
      </w:pPr>
      <w:r>
        <w:t>Instagram</w:t>
      </w:r>
    </w:p>
    <w:p w14:paraId="48B0F038" w14:textId="77777777" w:rsidR="00291BFF" w:rsidRDefault="00291BFF" w:rsidP="008A1EA5">
      <w:pPr>
        <w:pStyle w:val="Aufzhlung10pt"/>
        <w:numPr>
          <w:ilvl w:val="0"/>
          <w:numId w:val="31"/>
        </w:numPr>
        <w:spacing w:before="0"/>
        <w:ind w:left="1134" w:hanging="357"/>
        <w:contextualSpacing/>
      </w:pPr>
      <w:r>
        <w:t>X (ehemals Twitter)</w:t>
      </w:r>
    </w:p>
    <w:p w14:paraId="46FC6784" w14:textId="77777777" w:rsidR="00291BFF" w:rsidRDefault="00291BFF" w:rsidP="008A1EA5">
      <w:pPr>
        <w:pStyle w:val="Aufzhlung10pt"/>
        <w:numPr>
          <w:ilvl w:val="0"/>
          <w:numId w:val="31"/>
        </w:numPr>
        <w:spacing w:before="0"/>
        <w:ind w:left="1134" w:hanging="357"/>
        <w:contextualSpacing/>
      </w:pPr>
      <w:proofErr w:type="spellStart"/>
      <w:r>
        <w:t>WhatApp</w:t>
      </w:r>
      <w:proofErr w:type="spellEnd"/>
    </w:p>
    <w:p w14:paraId="5C1BFE41" w14:textId="77777777" w:rsidR="00291BFF" w:rsidRDefault="00291BFF" w:rsidP="008A1EA5">
      <w:pPr>
        <w:pStyle w:val="Aufzhlung10pt"/>
        <w:numPr>
          <w:ilvl w:val="0"/>
          <w:numId w:val="31"/>
        </w:numPr>
        <w:spacing w:before="0"/>
        <w:ind w:left="1134" w:hanging="357"/>
        <w:contextualSpacing/>
      </w:pPr>
      <w:r>
        <w:t>Signal</w:t>
      </w:r>
    </w:p>
    <w:p w14:paraId="38F5F282" w14:textId="77777777" w:rsidR="00291BFF" w:rsidRDefault="00291BFF" w:rsidP="008A1EA5">
      <w:pPr>
        <w:pStyle w:val="Aufzhlung10pt"/>
        <w:numPr>
          <w:ilvl w:val="0"/>
          <w:numId w:val="31"/>
        </w:numPr>
        <w:spacing w:before="0"/>
        <w:ind w:left="1134" w:hanging="357"/>
        <w:contextualSpacing/>
      </w:pPr>
      <w:r>
        <w:t>Snapchat</w:t>
      </w:r>
    </w:p>
    <w:p w14:paraId="1C344C3B" w14:textId="0DBF8EA8" w:rsidR="00291BFF" w:rsidRDefault="00291BFF" w:rsidP="008A1EA5">
      <w:pPr>
        <w:pStyle w:val="Aufzhlung10pt"/>
        <w:numPr>
          <w:ilvl w:val="0"/>
          <w:numId w:val="31"/>
        </w:numPr>
        <w:spacing w:before="0"/>
        <w:ind w:left="1134" w:hanging="357"/>
        <w:contextualSpacing/>
      </w:pPr>
      <w:r>
        <w:t>Sonstige</w:t>
      </w:r>
    </w:p>
    <w:p w14:paraId="1D5D37D8" w14:textId="77777777" w:rsidR="00291BFF" w:rsidRPr="00D75524" w:rsidRDefault="00291BFF" w:rsidP="00291BFF">
      <w:pPr>
        <w:pStyle w:val="Listenabsatz"/>
        <w:numPr>
          <w:ilvl w:val="0"/>
          <w:numId w:val="25"/>
        </w:numPr>
        <w:spacing w:before="240" w:after="120"/>
        <w:ind w:left="714" w:hanging="357"/>
        <w:contextualSpacing/>
        <w:rPr>
          <w:b/>
          <w:bCs/>
        </w:rPr>
      </w:pPr>
      <w:r w:rsidRPr="00507437">
        <w:rPr>
          <w:b/>
          <w:bCs/>
        </w:rPr>
        <w:t>Ich poste selbst Inhalte bei...</w:t>
      </w:r>
      <w:r w:rsidRPr="00D75524">
        <w:rPr>
          <w:b/>
          <w:bCs/>
        </w:rPr>
        <w:t>?</w:t>
      </w:r>
    </w:p>
    <w:p w14:paraId="1C342D17" w14:textId="77777777" w:rsidR="00291BFF" w:rsidRDefault="00291BFF" w:rsidP="008A1EA5">
      <w:pPr>
        <w:pStyle w:val="Aufzhlung10pt"/>
        <w:numPr>
          <w:ilvl w:val="0"/>
          <w:numId w:val="31"/>
        </w:numPr>
        <w:spacing w:before="0"/>
        <w:ind w:left="1134" w:hanging="357"/>
        <w:contextualSpacing/>
      </w:pPr>
      <w:r>
        <w:t>TikTok</w:t>
      </w:r>
    </w:p>
    <w:p w14:paraId="18B29A1C" w14:textId="77777777" w:rsidR="00291BFF" w:rsidRDefault="00291BFF" w:rsidP="008A1EA5">
      <w:pPr>
        <w:pStyle w:val="Aufzhlung10pt"/>
        <w:numPr>
          <w:ilvl w:val="0"/>
          <w:numId w:val="31"/>
        </w:numPr>
        <w:spacing w:before="0"/>
        <w:ind w:left="1134" w:hanging="357"/>
        <w:contextualSpacing/>
      </w:pPr>
      <w:r>
        <w:t>YouTube</w:t>
      </w:r>
    </w:p>
    <w:p w14:paraId="16CED3FB" w14:textId="77777777" w:rsidR="00291BFF" w:rsidRDefault="00291BFF" w:rsidP="008A1EA5">
      <w:pPr>
        <w:pStyle w:val="Aufzhlung10pt"/>
        <w:numPr>
          <w:ilvl w:val="0"/>
          <w:numId w:val="31"/>
        </w:numPr>
        <w:spacing w:before="0"/>
        <w:ind w:left="1134" w:hanging="357"/>
        <w:contextualSpacing/>
      </w:pPr>
      <w:r>
        <w:t>Instagram</w:t>
      </w:r>
    </w:p>
    <w:p w14:paraId="17A6F351" w14:textId="77777777" w:rsidR="00291BFF" w:rsidRDefault="00291BFF" w:rsidP="008A1EA5">
      <w:pPr>
        <w:pStyle w:val="Aufzhlung10pt"/>
        <w:numPr>
          <w:ilvl w:val="0"/>
          <w:numId w:val="31"/>
        </w:numPr>
        <w:spacing w:before="0"/>
        <w:ind w:left="1134" w:hanging="357"/>
        <w:contextualSpacing/>
      </w:pPr>
      <w:r>
        <w:t>X (ehemals Twitter)</w:t>
      </w:r>
    </w:p>
    <w:p w14:paraId="7AD12790" w14:textId="77777777" w:rsidR="00291BFF" w:rsidRDefault="00291BFF" w:rsidP="008A1EA5">
      <w:pPr>
        <w:pStyle w:val="Aufzhlung10pt"/>
        <w:numPr>
          <w:ilvl w:val="0"/>
          <w:numId w:val="31"/>
        </w:numPr>
        <w:spacing w:before="0"/>
        <w:ind w:left="1134" w:hanging="357"/>
        <w:contextualSpacing/>
      </w:pPr>
      <w:proofErr w:type="spellStart"/>
      <w:r>
        <w:t>WhatApp</w:t>
      </w:r>
      <w:proofErr w:type="spellEnd"/>
    </w:p>
    <w:p w14:paraId="44E7C7E8" w14:textId="77777777" w:rsidR="00291BFF" w:rsidRDefault="00291BFF" w:rsidP="008A1EA5">
      <w:pPr>
        <w:pStyle w:val="Aufzhlung10pt"/>
        <w:numPr>
          <w:ilvl w:val="0"/>
          <w:numId w:val="31"/>
        </w:numPr>
        <w:spacing w:before="0"/>
        <w:ind w:left="1134" w:hanging="357"/>
        <w:contextualSpacing/>
      </w:pPr>
      <w:r>
        <w:t>Signal</w:t>
      </w:r>
    </w:p>
    <w:p w14:paraId="0AECEE38" w14:textId="77777777" w:rsidR="00291BFF" w:rsidRDefault="00291BFF" w:rsidP="008A1EA5">
      <w:pPr>
        <w:pStyle w:val="Aufzhlung10pt"/>
        <w:numPr>
          <w:ilvl w:val="0"/>
          <w:numId w:val="31"/>
        </w:numPr>
        <w:spacing w:before="0"/>
        <w:ind w:left="1134" w:hanging="357"/>
        <w:contextualSpacing/>
      </w:pPr>
      <w:r>
        <w:t>Snapchat</w:t>
      </w:r>
      <w:r w:rsidRPr="00507437">
        <w:t xml:space="preserve"> </w:t>
      </w:r>
    </w:p>
    <w:p w14:paraId="3E7B9324" w14:textId="77777777" w:rsidR="00291BFF" w:rsidRDefault="00291BFF" w:rsidP="008A1EA5">
      <w:pPr>
        <w:pStyle w:val="Aufzhlung10pt"/>
        <w:numPr>
          <w:ilvl w:val="0"/>
          <w:numId w:val="31"/>
        </w:numPr>
        <w:spacing w:before="0"/>
        <w:ind w:left="1134" w:hanging="357"/>
        <w:contextualSpacing/>
      </w:pPr>
      <w:r>
        <w:t>Facebook</w:t>
      </w:r>
    </w:p>
    <w:p w14:paraId="1BC04EFF" w14:textId="0F05E026" w:rsidR="00291BFF" w:rsidRDefault="00291BFF" w:rsidP="008A1EA5">
      <w:pPr>
        <w:pStyle w:val="Aufzhlung10pt"/>
        <w:numPr>
          <w:ilvl w:val="0"/>
          <w:numId w:val="31"/>
        </w:numPr>
        <w:spacing w:before="0"/>
        <w:ind w:left="1134" w:hanging="357"/>
        <w:contextualSpacing/>
      </w:pPr>
      <w:r>
        <w:t>Sonstige</w:t>
      </w:r>
    </w:p>
    <w:p w14:paraId="3BA34F19" w14:textId="77777777" w:rsidR="00291BFF" w:rsidRPr="00D75524" w:rsidRDefault="00291BFF" w:rsidP="00291BFF">
      <w:pPr>
        <w:pStyle w:val="Listenabsatz"/>
        <w:numPr>
          <w:ilvl w:val="0"/>
          <w:numId w:val="25"/>
        </w:numPr>
        <w:contextualSpacing/>
        <w:rPr>
          <w:b/>
          <w:bCs/>
        </w:rPr>
      </w:pPr>
      <w:r w:rsidRPr="00507437">
        <w:rPr>
          <w:b/>
          <w:bCs/>
        </w:rPr>
        <w:t>Ich folge Kanälen aus dem Bereich Handwerk</w:t>
      </w:r>
      <w:r>
        <w:rPr>
          <w:b/>
          <w:bCs/>
        </w:rPr>
        <w:t>:</w:t>
      </w:r>
    </w:p>
    <w:p w14:paraId="3CFD06C7" w14:textId="61F626E3" w:rsidR="00291BFF" w:rsidRPr="008A1EA5" w:rsidRDefault="00291BFF" w:rsidP="008A1EA5">
      <w:pPr>
        <w:pStyle w:val="Aufzhlung10pt"/>
        <w:numPr>
          <w:ilvl w:val="0"/>
          <w:numId w:val="35"/>
        </w:numPr>
        <w:spacing w:before="0"/>
        <w:contextualSpacing/>
      </w:pPr>
      <w:r w:rsidRPr="008A1EA5">
        <w:t>Ja / nei</w:t>
      </w:r>
      <w:r w:rsidRPr="008A1EA5">
        <w:t>n</w:t>
      </w:r>
    </w:p>
    <w:p w14:paraId="51F9CCB9" w14:textId="77777777" w:rsidR="00291BFF" w:rsidRDefault="00291BFF" w:rsidP="00291BFF">
      <w:pPr>
        <w:pStyle w:val="Listenabsatz"/>
        <w:numPr>
          <w:ilvl w:val="0"/>
          <w:numId w:val="25"/>
        </w:numPr>
        <w:contextualSpacing/>
        <w:rPr>
          <w:b/>
          <w:bCs/>
        </w:rPr>
      </w:pPr>
      <w:r w:rsidRPr="00507437">
        <w:rPr>
          <w:b/>
          <w:bCs/>
        </w:rPr>
        <w:t>Welchen Kanälen / Personen aus dem Bereich Handwerk folgst du?</w:t>
      </w:r>
    </w:p>
    <w:p w14:paraId="772FAA2C" w14:textId="2B931627" w:rsidR="00291BFF" w:rsidRDefault="008A1EA5" w:rsidP="008A1EA5">
      <w:pPr>
        <w:pStyle w:val="Aufzhlung10pt"/>
        <w:numPr>
          <w:ilvl w:val="0"/>
          <w:numId w:val="35"/>
        </w:numPr>
        <w:spacing w:before="0"/>
        <w:contextualSpacing/>
      </w:pPr>
      <w:r>
        <w:t xml:space="preserve">Offene </w:t>
      </w:r>
      <w:r w:rsidR="00291BFF" w:rsidRPr="00507437">
        <w:t>Nennungen</w:t>
      </w:r>
    </w:p>
    <w:p w14:paraId="7493F67A" w14:textId="77777777" w:rsidR="00291BFF" w:rsidRPr="00507437" w:rsidRDefault="00291BFF" w:rsidP="00291BFF">
      <w:pPr>
        <w:pStyle w:val="Listenabsatz"/>
        <w:numPr>
          <w:ilvl w:val="0"/>
          <w:numId w:val="25"/>
        </w:numPr>
        <w:contextualSpacing/>
        <w:rPr>
          <w:b/>
          <w:bCs/>
        </w:rPr>
      </w:pPr>
      <w:r w:rsidRPr="00507437">
        <w:rPr>
          <w:b/>
          <w:bCs/>
        </w:rPr>
        <w:t>Ich nutze Social Media, um...</w:t>
      </w:r>
    </w:p>
    <w:p w14:paraId="6B638999" w14:textId="77777777" w:rsidR="00291BFF" w:rsidRDefault="00291BFF" w:rsidP="008A1EA5">
      <w:pPr>
        <w:pStyle w:val="Aufzhlung10pt"/>
        <w:numPr>
          <w:ilvl w:val="0"/>
          <w:numId w:val="31"/>
        </w:numPr>
        <w:spacing w:before="0"/>
        <w:ind w:left="1134" w:hanging="357"/>
        <w:contextualSpacing/>
      </w:pPr>
      <w:r w:rsidRPr="00507437">
        <w:t>mit anderen zu kommunizieren</w:t>
      </w:r>
    </w:p>
    <w:p w14:paraId="64A2A658" w14:textId="77777777" w:rsidR="00291BFF" w:rsidRDefault="00291BFF" w:rsidP="008A1EA5">
      <w:pPr>
        <w:pStyle w:val="Aufzhlung10pt"/>
        <w:numPr>
          <w:ilvl w:val="0"/>
          <w:numId w:val="31"/>
        </w:numPr>
        <w:spacing w:before="0"/>
        <w:ind w:left="1134" w:hanging="357"/>
        <w:contextualSpacing/>
      </w:pPr>
      <w:r w:rsidRPr="00507437">
        <w:t>mich zu informieren</w:t>
      </w:r>
    </w:p>
    <w:p w14:paraId="4ED4703C" w14:textId="77777777" w:rsidR="00291BFF" w:rsidRDefault="00291BFF" w:rsidP="008A1EA5">
      <w:pPr>
        <w:pStyle w:val="Aufzhlung10pt"/>
        <w:numPr>
          <w:ilvl w:val="0"/>
          <w:numId w:val="31"/>
        </w:numPr>
        <w:spacing w:before="0"/>
        <w:ind w:left="1134" w:hanging="357"/>
        <w:contextualSpacing/>
      </w:pPr>
      <w:r w:rsidRPr="00507437">
        <w:t>Spaß zu haben</w:t>
      </w:r>
    </w:p>
    <w:p w14:paraId="46E287B6" w14:textId="77777777" w:rsidR="00291BFF" w:rsidRDefault="00291BFF" w:rsidP="008A1EA5">
      <w:pPr>
        <w:pStyle w:val="Aufzhlung10pt"/>
        <w:numPr>
          <w:ilvl w:val="0"/>
          <w:numId w:val="31"/>
        </w:numPr>
        <w:spacing w:before="0"/>
        <w:ind w:left="1134" w:hanging="357"/>
        <w:contextualSpacing/>
      </w:pPr>
      <w:r w:rsidRPr="00507437">
        <w:t>Langeweile zu unterdrücken</w:t>
      </w:r>
    </w:p>
    <w:p w14:paraId="0BB7CCC0" w14:textId="77777777" w:rsidR="00291BFF" w:rsidRDefault="00291BFF" w:rsidP="008A1EA5">
      <w:pPr>
        <w:pStyle w:val="Listenabsatz"/>
        <w:numPr>
          <w:ilvl w:val="0"/>
          <w:numId w:val="25"/>
        </w:numPr>
        <w:spacing w:before="240"/>
        <w:ind w:left="714" w:hanging="357"/>
        <w:contextualSpacing/>
        <w:rPr>
          <w:b/>
          <w:bCs/>
        </w:rPr>
      </w:pPr>
      <w:r w:rsidRPr="00507437">
        <w:rPr>
          <w:b/>
          <w:bCs/>
        </w:rPr>
        <w:t>Ich lese auch...</w:t>
      </w:r>
    </w:p>
    <w:p w14:paraId="25368A23" w14:textId="77777777" w:rsidR="00291BFF" w:rsidRDefault="00291BFF" w:rsidP="008A1EA5">
      <w:pPr>
        <w:pStyle w:val="Aufzhlung10pt"/>
        <w:numPr>
          <w:ilvl w:val="0"/>
          <w:numId w:val="35"/>
        </w:numPr>
        <w:spacing w:before="0"/>
        <w:contextualSpacing/>
      </w:pPr>
      <w:r w:rsidRPr="00507437">
        <w:t>die Hashtags</w:t>
      </w:r>
      <w:r>
        <w:t>: 1 (nie) – 5 (immer)</w:t>
      </w:r>
    </w:p>
    <w:p w14:paraId="385E36E2" w14:textId="77777777" w:rsidR="00291BFF" w:rsidRDefault="00291BFF" w:rsidP="008A1EA5">
      <w:pPr>
        <w:pStyle w:val="Aufzhlung10pt"/>
        <w:numPr>
          <w:ilvl w:val="0"/>
          <w:numId w:val="35"/>
        </w:numPr>
        <w:spacing w:before="0"/>
        <w:contextualSpacing/>
      </w:pPr>
      <w:r w:rsidRPr="00507437">
        <w:t>die Kommentare</w:t>
      </w:r>
      <w:r>
        <w:t>: 1 (nie) – 5 (immer)</w:t>
      </w:r>
    </w:p>
    <w:p w14:paraId="116C5199" w14:textId="77777777" w:rsidR="00291BFF" w:rsidRPr="00507437" w:rsidRDefault="00291BFF" w:rsidP="008A1EA5">
      <w:pPr>
        <w:pStyle w:val="Aufzhlung10pt"/>
        <w:numPr>
          <w:ilvl w:val="0"/>
          <w:numId w:val="35"/>
        </w:numPr>
        <w:spacing w:before="0"/>
        <w:contextualSpacing/>
      </w:pPr>
      <w:r w:rsidRPr="00507437">
        <w:t xml:space="preserve">die </w:t>
      </w:r>
      <w:proofErr w:type="spellStart"/>
      <w:r w:rsidRPr="00507437">
        <w:t>Captions</w:t>
      </w:r>
      <w:proofErr w:type="spellEnd"/>
      <w:r w:rsidRPr="00507437">
        <w:t xml:space="preserve"> (Begleittext) </w:t>
      </w:r>
      <w:r>
        <w:t>: 1 (nie) – 5 (immer)</w:t>
      </w:r>
    </w:p>
    <w:p w14:paraId="764E10E7" w14:textId="3E2F593C" w:rsidR="009C4F59" w:rsidRPr="00745B1F" w:rsidRDefault="009C4F59" w:rsidP="00745B1F"/>
    <w:sectPr w:rsidR="009C4F59" w:rsidRPr="00745B1F" w:rsidSect="0032103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B7BEE" w14:textId="77777777" w:rsidR="00473B57" w:rsidRDefault="00473B57" w:rsidP="009057CB">
      <w:r>
        <w:separator/>
      </w:r>
    </w:p>
  </w:endnote>
  <w:endnote w:type="continuationSeparator" w:id="0">
    <w:p w14:paraId="79FFC275" w14:textId="77777777" w:rsidR="00473B57" w:rsidRDefault="00473B57" w:rsidP="009057CB">
      <w:r>
        <w:continuationSeparator/>
      </w:r>
    </w:p>
  </w:endnote>
  <w:endnote w:type="continuationNotice" w:id="1">
    <w:p w14:paraId="541A524C" w14:textId="77777777" w:rsidR="00473B57" w:rsidRDefault="00473B5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Mulish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Auto 3 Regular">
    <w:altName w:val="Calibri"/>
    <w:charset w:val="4D"/>
    <w:family w:val="swiss"/>
    <w:pitch w:val="variable"/>
    <w:sig w:usb0="800000AF" w:usb1="40002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buntu Medium">
    <w:charset w:val="00"/>
    <w:family w:val="swiss"/>
    <w:pitch w:val="variable"/>
    <w:sig w:usb0="E00002FF" w:usb1="5000205B" w:usb2="00000000" w:usb3="00000000" w:csb0="000000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Geogrotesque Rg">
    <w:altName w:val="Calibri"/>
    <w:panose1 w:val="00000000000000000000"/>
    <w:charset w:val="00"/>
    <w:family w:val="modern"/>
    <w:notTrueType/>
    <w:pitch w:val="variable"/>
    <w:sig w:usb0="A00000AF" w:usb1="4000204A" w:usb2="00000000" w:usb3="00000000" w:csb0="00000193" w:csb1="00000000"/>
  </w:font>
  <w:font w:name="Geogrotesque Regular">
    <w:charset w:val="4D"/>
    <w:family w:val="auto"/>
    <w:pitch w:val="variable"/>
    <w:sig w:usb0="A00000AF" w:usb1="4000204A" w:usb2="00000000" w:usb3="00000000" w:csb0="00000193" w:csb1="00000000"/>
  </w:font>
  <w:font w:name="MinionPro-Regular">
    <w:altName w:val="Cambria"/>
    <w:panose1 w:val="02040503050306020203"/>
    <w:charset w:val="00"/>
    <w:family w:val="roman"/>
    <w:pitch w:val="variable"/>
    <w:sig w:usb0="60000287" w:usb1="00000001" w:usb2="00000000" w:usb3="00000000" w:csb0="0000019F" w:csb1="00000000"/>
  </w:font>
  <w:font w:name="Ubuntu-Medium">
    <w:altName w:val="Ubuntu"/>
    <w:charset w:val="00"/>
    <w:family w:val="swiss"/>
    <w:pitch w:val="variable"/>
    <w:sig w:usb0="00000001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Bold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imes-Roman">
    <w:altName w:val="Times New Roman"/>
    <w:charset w:val="4D"/>
    <w:family w:val="roman"/>
    <w:pitch w:val="default"/>
    <w:sig w:usb0="00000003" w:usb1="00000000" w:usb2="00000000" w:usb3="00000000" w:csb0="00000001" w:csb1="00000000"/>
  </w:font>
  <w:font w:name="OpenSans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ulish-ExtraLight">
    <w:altName w:val="Mulish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674EF" w14:textId="6E1E9639" w:rsidR="00735097" w:rsidRDefault="00735097">
    <w:pPr>
      <w:pStyle w:val="Fuzeile"/>
    </w:pPr>
    <w:r>
      <w:rPr>
        <w:noProof/>
        <w14:ligatures w14:val="none"/>
      </w:rPr>
      <w:drawing>
        <wp:anchor distT="0" distB="0" distL="114300" distR="114300" simplePos="0" relativeHeight="251658244" behindDoc="0" locked="0" layoutInCell="1" allowOverlap="1" wp14:anchorId="4B21D34D" wp14:editId="3936F97B">
          <wp:simplePos x="0" y="0"/>
          <wp:positionH relativeFrom="margin">
            <wp:posOffset>5278120</wp:posOffset>
          </wp:positionH>
          <wp:positionV relativeFrom="paragraph">
            <wp:posOffset>0</wp:posOffset>
          </wp:positionV>
          <wp:extent cx="845820" cy="502920"/>
          <wp:effectExtent l="0" t="0" r="0" b="0"/>
          <wp:wrapNone/>
          <wp:docPr id="1957015071" name="Grafik 3" descr="Ein Bild, das Text, Grafiken, Schrift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1072181" name="Grafik 3" descr="Ein Bild, das Text, Grafiken, Schrift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5820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14:ligatures w14:val="none"/>
      </w:rPr>
      <w:drawing>
        <wp:anchor distT="0" distB="0" distL="114300" distR="114300" simplePos="0" relativeHeight="251658245" behindDoc="1" locked="0" layoutInCell="1" allowOverlap="1" wp14:anchorId="78375AE4" wp14:editId="28F0CEB7">
          <wp:simplePos x="0" y="0"/>
          <wp:positionH relativeFrom="column">
            <wp:posOffset>3436620</wp:posOffset>
          </wp:positionH>
          <wp:positionV relativeFrom="paragraph">
            <wp:posOffset>58420</wp:posOffset>
          </wp:positionV>
          <wp:extent cx="1264920" cy="444500"/>
          <wp:effectExtent l="0" t="0" r="0" b="0"/>
          <wp:wrapNone/>
          <wp:docPr id="865768799" name="Grafik 2" descr="Ein Bild, das Text, Schrift, Screenshot, Symbo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9744007" name="Grafik 2" descr="Ein Bild, das Text, Schrift, Screenshot, Symbol enthält.&#10;&#10;Automatisch generierte Beschreibu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92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14:ligatures w14:val="none"/>
      </w:rPr>
      <w:drawing>
        <wp:anchor distT="0" distB="0" distL="114300" distR="114300" simplePos="0" relativeHeight="251658246" behindDoc="1" locked="0" layoutInCell="1" allowOverlap="1" wp14:anchorId="615ADA95" wp14:editId="081BAE0D">
          <wp:simplePos x="0" y="0"/>
          <wp:positionH relativeFrom="column">
            <wp:posOffset>1394460</wp:posOffset>
          </wp:positionH>
          <wp:positionV relativeFrom="paragraph">
            <wp:posOffset>210820</wp:posOffset>
          </wp:positionV>
          <wp:extent cx="1447800" cy="212090"/>
          <wp:effectExtent l="0" t="0" r="0" b="0"/>
          <wp:wrapNone/>
          <wp:docPr id="727934656" name="Grafik 1" descr="Ein Bild, das Schrift, Grafiken, Grafikdesig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7699459" name="Grafik 1" descr="Ein Bild, das Schrift, Grafiken, Grafikdesign, Logo enthält.&#10;&#10;Automatisch generierte Beschreibu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00" cy="212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3A0F6" w14:textId="2F80AD88" w:rsidR="00735097" w:rsidRPr="00DB17BD" w:rsidRDefault="00DB17BD" w:rsidP="007862A9">
    <w:pPr>
      <w:pStyle w:val="Fuzeile"/>
      <w:rPr>
        <w:sz w:val="24"/>
        <w:szCs w:val="24"/>
      </w:rPr>
    </w:pPr>
    <w:r w:rsidRPr="00DB17BD">
      <w:rPr>
        <w:rFonts w:ascii="Mulish-ExtraLight" w:hAnsi="Mulish-ExtraLight"/>
        <w:color w:val="0153A0"/>
        <w:sz w:val="14"/>
        <w:szCs w:val="14"/>
      </w:rPr>
      <w:t>Arbeitsmaterial für Berufsschülerinnen und -schüler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ABE69" w14:textId="5ADA48CB" w:rsidR="000914E5" w:rsidRDefault="0018469C">
    <w:pPr>
      <w:pStyle w:val="Fuzeile"/>
    </w:pPr>
    <w:r w:rsidRPr="00CA2525">
      <w:rPr>
        <w:i/>
        <w:iCs/>
        <w:noProof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078B9ED4" wp14:editId="7DE2A0D4">
              <wp:simplePos x="0" y="0"/>
              <wp:positionH relativeFrom="page">
                <wp:posOffset>5041900</wp:posOffset>
              </wp:positionH>
              <wp:positionV relativeFrom="page">
                <wp:posOffset>10117455</wp:posOffset>
              </wp:positionV>
              <wp:extent cx="1800225" cy="1587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80022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B31818" w14:textId="77777777" w:rsidR="000914E5" w:rsidRPr="0001699D" w:rsidRDefault="000914E5" w:rsidP="000914E5">
                          <w:pPr>
                            <w:pStyle w:val="xSeitenzahl"/>
                          </w:pPr>
                          <w:r w:rsidRPr="0001699D">
                            <w:t xml:space="preserve">Seite </w:t>
                          </w:r>
                          <w:r w:rsidRPr="0001699D">
                            <w:fldChar w:fldCharType="begin"/>
                          </w:r>
                          <w:r w:rsidRPr="0001699D">
                            <w:instrText>PAGE  \* Arabic  \* MERGEFORMAT</w:instrText>
                          </w:r>
                          <w:r w:rsidRPr="0001699D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 w:rsidRPr="0001699D">
                            <w:fldChar w:fldCharType="end"/>
                          </w:r>
                          <w:r w:rsidRPr="0001699D">
                            <w:t xml:space="preserve"> von </w:t>
                          </w:r>
                          <w:fldSimple w:instr="NUMPAGES  \* Arabic  \* MERGEFORMAT">
                            <w:r w:rsidR="00216C26">
                              <w:rPr>
                                <w:noProof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8B9E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97pt;margin-top:796.65pt;width:141.75pt;height:12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" filled="f" stroked="f">
              <v:path arrowok="t"/>
              <v:textbox inset="0,0,0,0">
                <w:txbxContent>
                  <w:p w14:paraId="73B31818" w14:textId="77777777" w:rsidR="000914E5" w:rsidRPr="0001699D" w:rsidRDefault="000914E5" w:rsidP="000914E5">
                    <w:pPr>
                      <w:pStyle w:val="xSeitenzahl"/>
                    </w:pPr>
                    <w:r w:rsidRPr="0001699D">
                      <w:t xml:space="preserve">Seite </w:t>
                    </w:r>
                    <w:r w:rsidRPr="0001699D">
                      <w:fldChar w:fldCharType="begin"/>
                    </w:r>
                    <w:r w:rsidRPr="0001699D">
                      <w:instrText>PAGE  \* Arabic  \* MERGEFORMAT</w:instrText>
                    </w:r>
                    <w:r w:rsidRPr="0001699D"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 w:rsidRPr="0001699D">
                      <w:fldChar w:fldCharType="end"/>
                    </w:r>
                    <w:r w:rsidRPr="0001699D">
                      <w:t xml:space="preserve"> von </w:t>
                    </w:r>
                    <w:fldSimple w:instr="NUMPAGES  \* Arabic  \* MERGEFORMAT">
                      <w:r w:rsidR="00216C26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CA2525" w:rsidRPr="00CA2525">
      <w:rPr>
        <w:i/>
        <w:iCs/>
      </w:rPr>
      <w:t>energize!-</w:t>
    </w:r>
    <w:r w:rsidR="00CA2525">
      <w:t xml:space="preserve">Projekttage – </w:t>
    </w:r>
    <w:r w:rsidR="00924280">
      <w:t>Praxisaufgabe</w:t>
    </w:r>
    <w:r w:rsidR="00CA2525">
      <w:t xml:space="preserve"> (bereitgestellt von der Arnold-Bode-Schule in Kassel)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F5D1F" w14:textId="77777777" w:rsidR="00473B57" w:rsidRDefault="00473B57" w:rsidP="009057CB">
      <w:r>
        <w:separator/>
      </w:r>
    </w:p>
  </w:footnote>
  <w:footnote w:type="continuationSeparator" w:id="0">
    <w:p w14:paraId="16116E1F" w14:textId="77777777" w:rsidR="00473B57" w:rsidRDefault="00473B57" w:rsidP="009057CB">
      <w:r>
        <w:continuationSeparator/>
      </w:r>
    </w:p>
  </w:footnote>
  <w:footnote w:type="continuationNotice" w:id="1">
    <w:p w14:paraId="4A009C96" w14:textId="77777777" w:rsidR="00473B57" w:rsidRDefault="00473B5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C4746" w14:textId="5B24C81E" w:rsidR="002D5958" w:rsidRDefault="002D5958" w:rsidP="002D5958">
    <w:pPr>
      <w:pStyle w:val="Kopfzeile"/>
      <w:jc w:val="right"/>
      <w:rPr>
        <w:sz w:val="16"/>
        <w:szCs w:val="16"/>
      </w:rPr>
    </w:pPr>
    <w:r>
      <w:rPr>
        <w:noProof/>
        <w14:ligatures w14:val="non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6C46843" wp14:editId="6E238624">
              <wp:simplePos x="0" y="0"/>
              <wp:positionH relativeFrom="margin">
                <wp:posOffset>0</wp:posOffset>
              </wp:positionH>
              <wp:positionV relativeFrom="paragraph">
                <wp:posOffset>-358775</wp:posOffset>
              </wp:positionV>
              <wp:extent cx="358140" cy="1150620"/>
              <wp:effectExtent l="0" t="0" r="3810" b="0"/>
              <wp:wrapSquare wrapText="bothSides"/>
              <wp:docPr id="996776834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8140" cy="1150620"/>
                      </a:xfrm>
                      <a:prstGeom prst="rect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B55484F" w14:textId="77777777" w:rsidR="002D5958" w:rsidRDefault="002D5958" w:rsidP="002D5958">
                          <w:pPr>
                            <w:jc w:val="center"/>
                          </w:pPr>
                        </w:p>
                        <w:p w14:paraId="71C3F6BB" w14:textId="77777777" w:rsidR="002D5958" w:rsidRDefault="002D5958" w:rsidP="002D5958">
                          <w:pPr>
                            <w:jc w:val="center"/>
                          </w:pPr>
                        </w:p>
                        <w:p w14:paraId="05DD63B1" w14:textId="77777777" w:rsidR="002D5958" w:rsidRDefault="002D5958" w:rsidP="002D5958">
                          <w:pPr>
                            <w:jc w:val="center"/>
                          </w:pPr>
                        </w:p>
                        <w:p w14:paraId="1946253E" w14:textId="77777777" w:rsidR="002D5958" w:rsidRPr="00F729F9" w:rsidRDefault="002D5958" w:rsidP="002D5958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t>1</w:t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C46843" id="Rechteck 2" o:spid="_x0000_s1026" style="position:absolute;left:0;text-align:left;margin-left:0;margin-top:-28.25pt;width:28.2pt;height:90.6pt;z-index:25165824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" fillcolor="#ffc000 [3207]" stroked="f" strokeweight="1pt">
              <v:textbox>
                <w:txbxContent>
                  <w:p w14:paraId="5B55484F" w14:textId="77777777" w:rsidR="002D5958" w:rsidRDefault="002D5958" w:rsidP="002D5958">
                    <w:pPr>
                      <w:jc w:val="center"/>
                    </w:pPr>
                  </w:p>
                  <w:p w14:paraId="71C3F6BB" w14:textId="77777777" w:rsidR="002D5958" w:rsidRDefault="002D5958" w:rsidP="002D5958">
                    <w:pPr>
                      <w:jc w:val="center"/>
                    </w:pPr>
                  </w:p>
                  <w:p w14:paraId="05DD63B1" w14:textId="77777777" w:rsidR="002D5958" w:rsidRDefault="002D5958" w:rsidP="002D5958">
                    <w:pPr>
                      <w:jc w:val="center"/>
                    </w:pPr>
                  </w:p>
                  <w:p w14:paraId="1946253E" w14:textId="77777777" w:rsidR="002D5958" w:rsidRPr="00F729F9" w:rsidRDefault="002D5958" w:rsidP="002D595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F729F9">
                      <w:rPr>
                        <w:sz w:val="20"/>
                        <w:szCs w:val="20"/>
                      </w:rPr>
                      <w:fldChar w:fldCharType="begin"/>
                    </w:r>
                    <w:r w:rsidRPr="00F729F9">
                      <w:rPr>
                        <w:sz w:val="20"/>
                        <w:szCs w:val="20"/>
                      </w:rPr>
                      <w:instrText>PAGE   \* MERGEFORMAT</w:instrText>
                    </w:r>
                    <w:r w:rsidRPr="00F729F9">
                      <w:rPr>
                        <w:sz w:val="20"/>
                        <w:szCs w:val="20"/>
                      </w:rPr>
                      <w:fldChar w:fldCharType="separate"/>
                    </w:r>
                    <w:r w:rsidRPr="00F729F9">
                      <w:rPr>
                        <w:sz w:val="20"/>
                        <w:szCs w:val="20"/>
                      </w:rPr>
                      <w:t>1</w:t>
                    </w:r>
                    <w:r w:rsidRPr="00F729F9"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  <w:r>
      <w:rPr>
        <w:noProof/>
        <w14:ligatures w14:val="none"/>
      </w:rPr>
      <w:drawing>
        <wp:inline distT="0" distB="0" distL="0" distR="0" wp14:anchorId="1CC493B8" wp14:editId="704567CB">
          <wp:extent cx="1614362" cy="762000"/>
          <wp:effectExtent l="0" t="0" r="5080" b="0"/>
          <wp:docPr id="1150996656" name="Grafik 1" descr="Ein Bild, das Text, Schrift, Grafiken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6851217" name="Grafik 1" descr="Ein Bild, das Text, Schrift, Grafiken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2192" cy="7656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44C2FC" w14:textId="77777777" w:rsidR="002D5958" w:rsidRPr="002D5958" w:rsidRDefault="002D5958" w:rsidP="002D5958">
    <w:pPr>
      <w:pStyle w:val="Kopfzeile"/>
      <w:jc w:val="right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FE0A9" w14:textId="7F5ABEFB" w:rsidR="002D5958" w:rsidRDefault="00484118" w:rsidP="00484118">
    <w:pPr>
      <w:tabs>
        <w:tab w:val="left" w:pos="7501"/>
      </w:tabs>
      <w:ind w:right="-568"/>
      <w:rPr>
        <w:sz w:val="16"/>
        <w:szCs w:val="16"/>
      </w:rPr>
    </w:pPr>
    <w:r>
      <w:rPr>
        <w:noProof/>
        <w14:ligatures w14:val="non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EEEC460" wp14:editId="6EEF1E1C">
              <wp:simplePos x="0" y="0"/>
              <wp:positionH relativeFrom="margin">
                <wp:align>right</wp:align>
              </wp:positionH>
              <wp:positionV relativeFrom="paragraph">
                <wp:posOffset>-450215</wp:posOffset>
              </wp:positionV>
              <wp:extent cx="358140" cy="1150620"/>
              <wp:effectExtent l="0" t="0" r="3810" b="0"/>
              <wp:wrapSquare wrapText="bothSides"/>
              <wp:docPr id="202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8140" cy="1150620"/>
                      </a:xfrm>
                      <a:prstGeom prst="rect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B60EDE2" w14:textId="77777777" w:rsidR="00484118" w:rsidRDefault="00484118" w:rsidP="00484118">
                          <w:pPr>
                            <w:jc w:val="center"/>
                          </w:pPr>
                        </w:p>
                        <w:p w14:paraId="1D776781" w14:textId="77777777" w:rsidR="00484118" w:rsidRDefault="00484118" w:rsidP="00484118">
                          <w:pPr>
                            <w:jc w:val="center"/>
                          </w:pPr>
                        </w:p>
                        <w:p w14:paraId="5C0AB302" w14:textId="77777777" w:rsidR="00484118" w:rsidRDefault="00484118" w:rsidP="00484118">
                          <w:pPr>
                            <w:jc w:val="center"/>
                          </w:pPr>
                        </w:p>
                        <w:p w14:paraId="75F6F68A" w14:textId="16B3464D" w:rsidR="00484118" w:rsidRPr="00F729F9" w:rsidRDefault="00484118" w:rsidP="00484118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t>1</w:t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EEC460" id="_x0000_s1027" style="position:absolute;margin-left:-23pt;margin-top:-35.45pt;width:28.2pt;height:90.6pt;z-index:25165824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" fillcolor="#ffc000 [3207]" stroked="f" strokeweight="1pt">
              <v:textbox>
                <w:txbxContent>
                  <w:p w14:paraId="6B60EDE2" w14:textId="77777777" w:rsidR="00484118" w:rsidRDefault="00484118" w:rsidP="00484118">
                    <w:pPr>
                      <w:jc w:val="center"/>
                    </w:pPr>
                  </w:p>
                  <w:p w14:paraId="1D776781" w14:textId="77777777" w:rsidR="00484118" w:rsidRDefault="00484118" w:rsidP="00484118">
                    <w:pPr>
                      <w:jc w:val="center"/>
                    </w:pPr>
                  </w:p>
                  <w:p w14:paraId="5C0AB302" w14:textId="77777777" w:rsidR="00484118" w:rsidRDefault="00484118" w:rsidP="00484118">
                    <w:pPr>
                      <w:jc w:val="center"/>
                    </w:pPr>
                  </w:p>
                  <w:p w14:paraId="75F6F68A" w14:textId="16B3464D" w:rsidR="00484118" w:rsidRPr="00F729F9" w:rsidRDefault="00484118" w:rsidP="0048411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F729F9">
                      <w:rPr>
                        <w:sz w:val="20"/>
                        <w:szCs w:val="20"/>
                      </w:rPr>
                      <w:fldChar w:fldCharType="begin"/>
                    </w:r>
                    <w:r w:rsidRPr="00F729F9">
                      <w:rPr>
                        <w:sz w:val="20"/>
                        <w:szCs w:val="20"/>
                      </w:rPr>
                      <w:instrText>PAGE   \* MERGEFORMAT</w:instrText>
                    </w:r>
                    <w:r w:rsidRPr="00F729F9">
                      <w:rPr>
                        <w:sz w:val="20"/>
                        <w:szCs w:val="20"/>
                      </w:rPr>
                      <w:fldChar w:fldCharType="separate"/>
                    </w:r>
                    <w:r w:rsidRPr="00F729F9">
                      <w:rPr>
                        <w:sz w:val="20"/>
                        <w:szCs w:val="20"/>
                      </w:rPr>
                      <w:t>1</w:t>
                    </w:r>
                    <w:r w:rsidRPr="00F729F9"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  <w:r>
      <w:rPr>
        <w:noProof/>
        <w14:ligatures w14:val="none"/>
      </w:rPr>
      <w:drawing>
        <wp:inline distT="0" distB="0" distL="0" distR="0" wp14:anchorId="2A83BE7C" wp14:editId="6A9694E5">
          <wp:extent cx="1614362" cy="762000"/>
          <wp:effectExtent l="0" t="0" r="5080" b="0"/>
          <wp:docPr id="929690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1003377" name="Grafik 2610033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2192" cy="7656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8F23AC" w14:textId="77777777" w:rsidR="002D5958" w:rsidRPr="002D5958" w:rsidRDefault="002D5958" w:rsidP="00484118">
    <w:pPr>
      <w:tabs>
        <w:tab w:val="left" w:pos="7501"/>
      </w:tabs>
      <w:ind w:right="-568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1A13A" w14:textId="77777777" w:rsidR="00866FCE" w:rsidRDefault="0018469C" w:rsidP="009057CB">
    <w:pPr>
      <w:pStyle w:val="Kopfzeile"/>
    </w:pPr>
    <w:r>
      <w:rPr>
        <w:noProof/>
      </w:rPr>
      <w:drawing>
        <wp:anchor distT="0" distB="0" distL="114300" distR="114300" simplePos="0" relativeHeight="251658241" behindDoc="1" locked="1" layoutInCell="1" allowOverlap="1" wp14:anchorId="2BDE2FFC" wp14:editId="002DF37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310" cy="10684510"/>
          <wp:effectExtent l="0" t="0" r="0" b="0"/>
          <wp:wrapNone/>
          <wp:docPr id="358449688" name="Picture 51502310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8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41DE"/>
    <w:multiLevelType w:val="hybridMultilevel"/>
    <w:tmpl w:val="89EA4F9C"/>
    <w:lvl w:ilvl="0" w:tplc="8A56670A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12A08"/>
    <w:multiLevelType w:val="hybridMultilevel"/>
    <w:tmpl w:val="2C5880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A1F0D"/>
    <w:multiLevelType w:val="hybridMultilevel"/>
    <w:tmpl w:val="755490DA"/>
    <w:lvl w:ilvl="0" w:tplc="2D78DB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B5D0D"/>
    <w:multiLevelType w:val="hybridMultilevel"/>
    <w:tmpl w:val="76CAB290"/>
    <w:lvl w:ilvl="0" w:tplc="76E00C3A">
      <w:start w:val="7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36D67"/>
    <w:multiLevelType w:val="multilevel"/>
    <w:tmpl w:val="B6C2D29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5" w15:restartNumberingAfterBreak="0">
    <w:nsid w:val="16305C1F"/>
    <w:multiLevelType w:val="hybridMultilevel"/>
    <w:tmpl w:val="F8C080A8"/>
    <w:lvl w:ilvl="0" w:tplc="33A0033E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BB75DA"/>
    <w:multiLevelType w:val="hybridMultilevel"/>
    <w:tmpl w:val="327C405E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FCB604E"/>
    <w:multiLevelType w:val="hybridMultilevel"/>
    <w:tmpl w:val="6F4643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205939"/>
    <w:multiLevelType w:val="hybridMultilevel"/>
    <w:tmpl w:val="3C0CE9E0"/>
    <w:lvl w:ilvl="0" w:tplc="04070017">
      <w:start w:val="1"/>
      <w:numFmt w:val="lowerLetter"/>
      <w:lvlText w:val="%1)"/>
      <w:lvlJc w:val="left"/>
      <w:pPr>
        <w:ind w:left="107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2CCA5585"/>
    <w:multiLevelType w:val="hybridMultilevel"/>
    <w:tmpl w:val="FFFFFFFF"/>
    <w:lvl w:ilvl="0" w:tplc="029A21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AE07B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E27B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1ACB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1EA2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AA64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50F8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EC60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38C5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1B0E73"/>
    <w:multiLevelType w:val="hybridMultilevel"/>
    <w:tmpl w:val="438A783C"/>
    <w:lvl w:ilvl="0" w:tplc="03E83090">
      <w:start w:val="1"/>
      <w:numFmt w:val="decimal"/>
      <w:lvlText w:val="%1."/>
      <w:lvlJc w:val="left"/>
      <w:pPr>
        <w:ind w:left="1069" w:hanging="360"/>
      </w:pPr>
      <w:rPr>
        <w:rFonts w:ascii="Open Sans Light" w:eastAsia="MS Mincho" w:hAnsi="Open Sans Light" w:cs="Open Sans Light"/>
      </w:rPr>
    </w:lvl>
    <w:lvl w:ilvl="1" w:tplc="0407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0236C2F"/>
    <w:multiLevelType w:val="hybridMultilevel"/>
    <w:tmpl w:val="E3805E7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F41FAE"/>
    <w:multiLevelType w:val="hybridMultilevel"/>
    <w:tmpl w:val="03E23C66"/>
    <w:lvl w:ilvl="0" w:tplc="0407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3" w15:restartNumberingAfterBreak="0">
    <w:nsid w:val="39326888"/>
    <w:multiLevelType w:val="hybridMultilevel"/>
    <w:tmpl w:val="0BE26316"/>
    <w:lvl w:ilvl="0" w:tplc="BB263C4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4A47EC"/>
    <w:multiLevelType w:val="hybridMultilevel"/>
    <w:tmpl w:val="BB703DF2"/>
    <w:lvl w:ilvl="0" w:tplc="5BF06F00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914106"/>
    <w:multiLevelType w:val="hybridMultilevel"/>
    <w:tmpl w:val="C548EB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CF1B02"/>
    <w:multiLevelType w:val="hybridMultilevel"/>
    <w:tmpl w:val="0F080F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2D39CE"/>
    <w:multiLevelType w:val="hybridMultilevel"/>
    <w:tmpl w:val="CCF09AA8"/>
    <w:lvl w:ilvl="0" w:tplc="97F61DE6">
      <w:start w:val="1"/>
      <w:numFmt w:val="bullet"/>
      <w:pStyle w:val="Aufzhlung10p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0F36F4"/>
    <w:multiLevelType w:val="hybridMultilevel"/>
    <w:tmpl w:val="DA4AE0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300FB"/>
    <w:multiLevelType w:val="hybridMultilevel"/>
    <w:tmpl w:val="3508DC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7D12AC"/>
    <w:multiLevelType w:val="hybridMultilevel"/>
    <w:tmpl w:val="665673AA"/>
    <w:lvl w:ilvl="0" w:tplc="D7A8F04E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theme="maj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095EC3"/>
    <w:multiLevelType w:val="hybridMultilevel"/>
    <w:tmpl w:val="C284CB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994168"/>
    <w:multiLevelType w:val="hybridMultilevel"/>
    <w:tmpl w:val="594A00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A02899"/>
    <w:multiLevelType w:val="hybridMultilevel"/>
    <w:tmpl w:val="3EACBBF4"/>
    <w:lvl w:ilvl="0" w:tplc="F6C213BA">
      <w:start w:val="30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aj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275BEA"/>
    <w:multiLevelType w:val="multilevel"/>
    <w:tmpl w:val="B6C2D29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5" w15:restartNumberingAfterBreak="0">
    <w:nsid w:val="6BD50BCF"/>
    <w:multiLevelType w:val="hybridMultilevel"/>
    <w:tmpl w:val="07B27586"/>
    <w:lvl w:ilvl="0" w:tplc="50B46C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2725D9"/>
    <w:multiLevelType w:val="multilevel"/>
    <w:tmpl w:val="B6C2D29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7" w15:restartNumberingAfterBreak="0">
    <w:nsid w:val="76B26183"/>
    <w:multiLevelType w:val="hybridMultilevel"/>
    <w:tmpl w:val="8E8AC29E"/>
    <w:lvl w:ilvl="0" w:tplc="AB18395A">
      <w:start w:val="3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aj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483051"/>
    <w:multiLevelType w:val="hybridMultilevel"/>
    <w:tmpl w:val="BFACA0B0"/>
    <w:lvl w:ilvl="0" w:tplc="D32CCB32">
      <w:start w:val="2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aj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C560C2"/>
    <w:multiLevelType w:val="hybridMultilevel"/>
    <w:tmpl w:val="23CE0C34"/>
    <w:lvl w:ilvl="0" w:tplc="50B46C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393706"/>
    <w:multiLevelType w:val="hybridMultilevel"/>
    <w:tmpl w:val="368044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AF20AF"/>
    <w:multiLevelType w:val="hybridMultilevel"/>
    <w:tmpl w:val="2A66D6B4"/>
    <w:lvl w:ilvl="0" w:tplc="EBEC62B4">
      <w:start w:val="1"/>
      <w:numFmt w:val="decimal"/>
      <w:pStyle w:val="3Nummerierung"/>
      <w:lvlText w:val="%1."/>
      <w:lvlJc w:val="left"/>
      <w:pPr>
        <w:ind w:left="1114" w:hanging="360"/>
      </w:pPr>
      <w:rPr>
        <w:rFonts w:ascii="Ubuntu Light" w:hAnsi="Ubuntu Light" w:hint="default"/>
      </w:rPr>
    </w:lvl>
    <w:lvl w:ilvl="1" w:tplc="04070019" w:tentative="1">
      <w:start w:val="1"/>
      <w:numFmt w:val="lowerLetter"/>
      <w:lvlText w:val="%2."/>
      <w:lvlJc w:val="left"/>
      <w:pPr>
        <w:ind w:left="3916" w:hanging="360"/>
      </w:pPr>
    </w:lvl>
    <w:lvl w:ilvl="2" w:tplc="0407001B" w:tentative="1">
      <w:start w:val="1"/>
      <w:numFmt w:val="lowerRoman"/>
      <w:lvlText w:val="%3."/>
      <w:lvlJc w:val="right"/>
      <w:pPr>
        <w:ind w:left="4636" w:hanging="180"/>
      </w:pPr>
    </w:lvl>
    <w:lvl w:ilvl="3" w:tplc="0407000F" w:tentative="1">
      <w:start w:val="1"/>
      <w:numFmt w:val="decimal"/>
      <w:lvlText w:val="%4."/>
      <w:lvlJc w:val="left"/>
      <w:pPr>
        <w:ind w:left="5356" w:hanging="360"/>
      </w:pPr>
    </w:lvl>
    <w:lvl w:ilvl="4" w:tplc="04070019" w:tentative="1">
      <w:start w:val="1"/>
      <w:numFmt w:val="lowerLetter"/>
      <w:lvlText w:val="%5."/>
      <w:lvlJc w:val="left"/>
      <w:pPr>
        <w:ind w:left="6076" w:hanging="360"/>
      </w:pPr>
    </w:lvl>
    <w:lvl w:ilvl="5" w:tplc="0407001B" w:tentative="1">
      <w:start w:val="1"/>
      <w:numFmt w:val="lowerRoman"/>
      <w:lvlText w:val="%6."/>
      <w:lvlJc w:val="right"/>
      <w:pPr>
        <w:ind w:left="6796" w:hanging="180"/>
      </w:pPr>
    </w:lvl>
    <w:lvl w:ilvl="6" w:tplc="0407000F" w:tentative="1">
      <w:start w:val="1"/>
      <w:numFmt w:val="decimal"/>
      <w:lvlText w:val="%7."/>
      <w:lvlJc w:val="left"/>
      <w:pPr>
        <w:ind w:left="7516" w:hanging="360"/>
      </w:pPr>
    </w:lvl>
    <w:lvl w:ilvl="7" w:tplc="04070019" w:tentative="1">
      <w:start w:val="1"/>
      <w:numFmt w:val="lowerLetter"/>
      <w:lvlText w:val="%8."/>
      <w:lvlJc w:val="left"/>
      <w:pPr>
        <w:ind w:left="8236" w:hanging="360"/>
      </w:pPr>
    </w:lvl>
    <w:lvl w:ilvl="8" w:tplc="0407001B" w:tentative="1">
      <w:start w:val="1"/>
      <w:numFmt w:val="lowerRoman"/>
      <w:lvlText w:val="%9."/>
      <w:lvlJc w:val="right"/>
      <w:pPr>
        <w:ind w:left="8956" w:hanging="180"/>
      </w:pPr>
    </w:lvl>
  </w:abstractNum>
  <w:num w:numId="1" w16cid:durableId="450326280">
    <w:abstractNumId w:val="9"/>
  </w:num>
  <w:num w:numId="2" w16cid:durableId="40440723">
    <w:abstractNumId w:val="5"/>
  </w:num>
  <w:num w:numId="3" w16cid:durableId="666251674">
    <w:abstractNumId w:val="31"/>
  </w:num>
  <w:num w:numId="4" w16cid:durableId="747385050">
    <w:abstractNumId w:val="6"/>
  </w:num>
  <w:num w:numId="5" w16cid:durableId="517934469">
    <w:abstractNumId w:val="19"/>
  </w:num>
  <w:num w:numId="6" w16cid:durableId="901407267">
    <w:abstractNumId w:val="15"/>
  </w:num>
  <w:num w:numId="7" w16cid:durableId="741753403">
    <w:abstractNumId w:val="2"/>
  </w:num>
  <w:num w:numId="8" w16cid:durableId="875240097">
    <w:abstractNumId w:val="22"/>
  </w:num>
  <w:num w:numId="9" w16cid:durableId="707529443">
    <w:abstractNumId w:val="21"/>
  </w:num>
  <w:num w:numId="10" w16cid:durableId="850535212">
    <w:abstractNumId w:val="18"/>
  </w:num>
  <w:num w:numId="11" w16cid:durableId="1179083925">
    <w:abstractNumId w:val="25"/>
  </w:num>
  <w:num w:numId="12" w16cid:durableId="1323388945">
    <w:abstractNumId w:val="20"/>
  </w:num>
  <w:num w:numId="13" w16cid:durableId="975065964">
    <w:abstractNumId w:val="29"/>
  </w:num>
  <w:num w:numId="14" w16cid:durableId="1908412474">
    <w:abstractNumId w:val="0"/>
  </w:num>
  <w:num w:numId="15" w16cid:durableId="424421452">
    <w:abstractNumId w:val="14"/>
  </w:num>
  <w:num w:numId="16" w16cid:durableId="669915721">
    <w:abstractNumId w:val="30"/>
  </w:num>
  <w:num w:numId="17" w16cid:durableId="292099843">
    <w:abstractNumId w:val="23"/>
  </w:num>
  <w:num w:numId="18" w16cid:durableId="874539469">
    <w:abstractNumId w:val="7"/>
  </w:num>
  <w:num w:numId="19" w16cid:durableId="960693449">
    <w:abstractNumId w:val="27"/>
  </w:num>
  <w:num w:numId="20" w16cid:durableId="920673478">
    <w:abstractNumId w:val="13"/>
  </w:num>
  <w:num w:numId="21" w16cid:durableId="174804540">
    <w:abstractNumId w:val="16"/>
  </w:num>
  <w:num w:numId="22" w16cid:durableId="644428632">
    <w:abstractNumId w:val="28"/>
  </w:num>
  <w:num w:numId="23" w16cid:durableId="1729766393">
    <w:abstractNumId w:val="17"/>
  </w:num>
  <w:num w:numId="24" w16cid:durableId="242761739">
    <w:abstractNumId w:val="10"/>
  </w:num>
  <w:num w:numId="25" w16cid:durableId="2121870002">
    <w:abstractNumId w:val="11"/>
  </w:num>
  <w:num w:numId="26" w16cid:durableId="532379998">
    <w:abstractNumId w:val="26"/>
  </w:num>
  <w:num w:numId="27" w16cid:durableId="1640110360">
    <w:abstractNumId w:val="4"/>
  </w:num>
  <w:num w:numId="28" w16cid:durableId="1903446634">
    <w:abstractNumId w:val="24"/>
  </w:num>
  <w:num w:numId="29" w16cid:durableId="952127431">
    <w:abstractNumId w:val="3"/>
  </w:num>
  <w:num w:numId="30" w16cid:durableId="807088017">
    <w:abstractNumId w:val="1"/>
  </w:num>
  <w:num w:numId="31" w16cid:durableId="590546227">
    <w:abstractNumId w:val="8"/>
  </w:num>
  <w:num w:numId="32" w16cid:durableId="1696344093">
    <w:abstractNumId w:val="17"/>
  </w:num>
  <w:num w:numId="33" w16cid:durableId="1986229550">
    <w:abstractNumId w:val="17"/>
  </w:num>
  <w:num w:numId="34" w16cid:durableId="1207448189">
    <w:abstractNumId w:val="17"/>
  </w:num>
  <w:num w:numId="35" w16cid:durableId="2136825892">
    <w:abstractNumId w:val="12"/>
  </w:num>
  <w:num w:numId="36" w16cid:durableId="705908842">
    <w:abstractNumId w:val="17"/>
  </w:num>
  <w:num w:numId="37" w16cid:durableId="18927654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50" style="mso-position-horizontal-relative:page;mso-position-vertical-relative:page;mso-width-relative:margin;mso-height-relative:margin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596"/>
    <w:rsid w:val="0000052E"/>
    <w:rsid w:val="00001755"/>
    <w:rsid w:val="00002B7D"/>
    <w:rsid w:val="000049A9"/>
    <w:rsid w:val="000064D5"/>
    <w:rsid w:val="00007CF4"/>
    <w:rsid w:val="00011058"/>
    <w:rsid w:val="000124AA"/>
    <w:rsid w:val="00015E28"/>
    <w:rsid w:val="00016695"/>
    <w:rsid w:val="0001699D"/>
    <w:rsid w:val="000214D2"/>
    <w:rsid w:val="0002341F"/>
    <w:rsid w:val="00027B3F"/>
    <w:rsid w:val="000300B2"/>
    <w:rsid w:val="000300FA"/>
    <w:rsid w:val="00030306"/>
    <w:rsid w:val="000319D2"/>
    <w:rsid w:val="00034CE0"/>
    <w:rsid w:val="00036F38"/>
    <w:rsid w:val="000377F8"/>
    <w:rsid w:val="0004083C"/>
    <w:rsid w:val="000419B0"/>
    <w:rsid w:val="000424A2"/>
    <w:rsid w:val="00042F4B"/>
    <w:rsid w:val="00046D28"/>
    <w:rsid w:val="000479AF"/>
    <w:rsid w:val="00047A19"/>
    <w:rsid w:val="000524C7"/>
    <w:rsid w:val="0005294F"/>
    <w:rsid w:val="00052AE6"/>
    <w:rsid w:val="00053A28"/>
    <w:rsid w:val="0005587E"/>
    <w:rsid w:val="00055BEA"/>
    <w:rsid w:val="00055DBA"/>
    <w:rsid w:val="00056BFC"/>
    <w:rsid w:val="0005789D"/>
    <w:rsid w:val="0006212F"/>
    <w:rsid w:val="000652F3"/>
    <w:rsid w:val="000656F0"/>
    <w:rsid w:val="0007082D"/>
    <w:rsid w:val="000716A3"/>
    <w:rsid w:val="00073448"/>
    <w:rsid w:val="00075215"/>
    <w:rsid w:val="000753A8"/>
    <w:rsid w:val="00077F9B"/>
    <w:rsid w:val="00082B6E"/>
    <w:rsid w:val="00083B0B"/>
    <w:rsid w:val="00090A39"/>
    <w:rsid w:val="00090B5F"/>
    <w:rsid w:val="000914E5"/>
    <w:rsid w:val="00094030"/>
    <w:rsid w:val="0009435F"/>
    <w:rsid w:val="00095A2B"/>
    <w:rsid w:val="000A07B5"/>
    <w:rsid w:val="000A1514"/>
    <w:rsid w:val="000A3533"/>
    <w:rsid w:val="000A417C"/>
    <w:rsid w:val="000A7966"/>
    <w:rsid w:val="000A7D6F"/>
    <w:rsid w:val="000A7DE3"/>
    <w:rsid w:val="000B1764"/>
    <w:rsid w:val="000B236C"/>
    <w:rsid w:val="000B4677"/>
    <w:rsid w:val="000B46F7"/>
    <w:rsid w:val="000B4BB9"/>
    <w:rsid w:val="000B5274"/>
    <w:rsid w:val="000B74F0"/>
    <w:rsid w:val="000C133D"/>
    <w:rsid w:val="000C1978"/>
    <w:rsid w:val="000C27FF"/>
    <w:rsid w:val="000C402F"/>
    <w:rsid w:val="000C458A"/>
    <w:rsid w:val="000C4B5C"/>
    <w:rsid w:val="000C66E7"/>
    <w:rsid w:val="000C7C8A"/>
    <w:rsid w:val="000C7F35"/>
    <w:rsid w:val="000D11AB"/>
    <w:rsid w:val="000D3B09"/>
    <w:rsid w:val="000D478C"/>
    <w:rsid w:val="000D5473"/>
    <w:rsid w:val="000E3F7E"/>
    <w:rsid w:val="000E5600"/>
    <w:rsid w:val="000E5864"/>
    <w:rsid w:val="000E673D"/>
    <w:rsid w:val="000E7ADA"/>
    <w:rsid w:val="000E7D1F"/>
    <w:rsid w:val="000E7F38"/>
    <w:rsid w:val="000F2BFB"/>
    <w:rsid w:val="000F4F27"/>
    <w:rsid w:val="000F5F68"/>
    <w:rsid w:val="000F6C1F"/>
    <w:rsid w:val="000F6F2A"/>
    <w:rsid w:val="001004D7"/>
    <w:rsid w:val="00102BBE"/>
    <w:rsid w:val="00103388"/>
    <w:rsid w:val="00106EB0"/>
    <w:rsid w:val="00110CFD"/>
    <w:rsid w:val="001121D5"/>
    <w:rsid w:val="001134B0"/>
    <w:rsid w:val="00117AEA"/>
    <w:rsid w:val="00125046"/>
    <w:rsid w:val="00126977"/>
    <w:rsid w:val="00127364"/>
    <w:rsid w:val="00130CCC"/>
    <w:rsid w:val="0013335F"/>
    <w:rsid w:val="00133465"/>
    <w:rsid w:val="00133DD5"/>
    <w:rsid w:val="001370D9"/>
    <w:rsid w:val="001410CE"/>
    <w:rsid w:val="00143CE9"/>
    <w:rsid w:val="00143DAE"/>
    <w:rsid w:val="00146005"/>
    <w:rsid w:val="001471BC"/>
    <w:rsid w:val="00150DB9"/>
    <w:rsid w:val="001523E0"/>
    <w:rsid w:val="0015540E"/>
    <w:rsid w:val="00160856"/>
    <w:rsid w:val="00163B6D"/>
    <w:rsid w:val="0017214A"/>
    <w:rsid w:val="00172371"/>
    <w:rsid w:val="0017295D"/>
    <w:rsid w:val="001729F9"/>
    <w:rsid w:val="00180FEE"/>
    <w:rsid w:val="00182F0F"/>
    <w:rsid w:val="0018469C"/>
    <w:rsid w:val="00184D3E"/>
    <w:rsid w:val="001874DA"/>
    <w:rsid w:val="00191287"/>
    <w:rsid w:val="001919A9"/>
    <w:rsid w:val="00194B05"/>
    <w:rsid w:val="001A2340"/>
    <w:rsid w:val="001A5B2C"/>
    <w:rsid w:val="001A5BCA"/>
    <w:rsid w:val="001A7650"/>
    <w:rsid w:val="001B3FAA"/>
    <w:rsid w:val="001B6189"/>
    <w:rsid w:val="001C14E3"/>
    <w:rsid w:val="001C24FA"/>
    <w:rsid w:val="001C3DB4"/>
    <w:rsid w:val="001C46BC"/>
    <w:rsid w:val="001C51AF"/>
    <w:rsid w:val="001C64F7"/>
    <w:rsid w:val="001C779D"/>
    <w:rsid w:val="001C7ED4"/>
    <w:rsid w:val="001D1246"/>
    <w:rsid w:val="001D1915"/>
    <w:rsid w:val="001D1EB5"/>
    <w:rsid w:val="001D2B0F"/>
    <w:rsid w:val="001D3AF0"/>
    <w:rsid w:val="001D3B9A"/>
    <w:rsid w:val="001D5D1D"/>
    <w:rsid w:val="001E16F1"/>
    <w:rsid w:val="001E1C11"/>
    <w:rsid w:val="001E3301"/>
    <w:rsid w:val="001E3ECA"/>
    <w:rsid w:val="001E6F02"/>
    <w:rsid w:val="001F030F"/>
    <w:rsid w:val="001F0A76"/>
    <w:rsid w:val="001F12CD"/>
    <w:rsid w:val="001F174E"/>
    <w:rsid w:val="001F2BF5"/>
    <w:rsid w:val="00201804"/>
    <w:rsid w:val="00201D50"/>
    <w:rsid w:val="00205A32"/>
    <w:rsid w:val="0020638F"/>
    <w:rsid w:val="00216C26"/>
    <w:rsid w:val="00217DD8"/>
    <w:rsid w:val="00222841"/>
    <w:rsid w:val="00223076"/>
    <w:rsid w:val="00223300"/>
    <w:rsid w:val="00224713"/>
    <w:rsid w:val="002272BD"/>
    <w:rsid w:val="002340D0"/>
    <w:rsid w:val="0023461D"/>
    <w:rsid w:val="002423C9"/>
    <w:rsid w:val="002443F9"/>
    <w:rsid w:val="002444F4"/>
    <w:rsid w:val="00246E86"/>
    <w:rsid w:val="00247294"/>
    <w:rsid w:val="002502B7"/>
    <w:rsid w:val="002510A6"/>
    <w:rsid w:val="00257305"/>
    <w:rsid w:val="00261879"/>
    <w:rsid w:val="00263E10"/>
    <w:rsid w:val="00264019"/>
    <w:rsid w:val="0026406D"/>
    <w:rsid w:val="00270426"/>
    <w:rsid w:val="00270AAD"/>
    <w:rsid w:val="00275026"/>
    <w:rsid w:val="0027655F"/>
    <w:rsid w:val="0027779B"/>
    <w:rsid w:val="002854BE"/>
    <w:rsid w:val="00285F9E"/>
    <w:rsid w:val="00286705"/>
    <w:rsid w:val="00286B11"/>
    <w:rsid w:val="00287642"/>
    <w:rsid w:val="0028796C"/>
    <w:rsid w:val="00291BFF"/>
    <w:rsid w:val="00297567"/>
    <w:rsid w:val="002A086D"/>
    <w:rsid w:val="002A31AD"/>
    <w:rsid w:val="002A67B1"/>
    <w:rsid w:val="002A6CF1"/>
    <w:rsid w:val="002A74D5"/>
    <w:rsid w:val="002B0292"/>
    <w:rsid w:val="002B1892"/>
    <w:rsid w:val="002B6A0B"/>
    <w:rsid w:val="002C1D80"/>
    <w:rsid w:val="002C3B9B"/>
    <w:rsid w:val="002C4472"/>
    <w:rsid w:val="002C6A75"/>
    <w:rsid w:val="002D0949"/>
    <w:rsid w:val="002D23FB"/>
    <w:rsid w:val="002D3607"/>
    <w:rsid w:val="002D3929"/>
    <w:rsid w:val="002D4EF5"/>
    <w:rsid w:val="002D557C"/>
    <w:rsid w:val="002D5958"/>
    <w:rsid w:val="002D77D6"/>
    <w:rsid w:val="002D7E18"/>
    <w:rsid w:val="002E0078"/>
    <w:rsid w:val="002E2EA7"/>
    <w:rsid w:val="002E6174"/>
    <w:rsid w:val="002F06F6"/>
    <w:rsid w:val="002F13A0"/>
    <w:rsid w:val="002F194F"/>
    <w:rsid w:val="002F250B"/>
    <w:rsid w:val="002F2B9A"/>
    <w:rsid w:val="002F3804"/>
    <w:rsid w:val="002F3C14"/>
    <w:rsid w:val="002F5CB9"/>
    <w:rsid w:val="003055DD"/>
    <w:rsid w:val="00305D36"/>
    <w:rsid w:val="003073E2"/>
    <w:rsid w:val="00311AC5"/>
    <w:rsid w:val="0032103B"/>
    <w:rsid w:val="00322BA7"/>
    <w:rsid w:val="00325AC8"/>
    <w:rsid w:val="00325D93"/>
    <w:rsid w:val="0032603F"/>
    <w:rsid w:val="00326F19"/>
    <w:rsid w:val="0032789C"/>
    <w:rsid w:val="00330493"/>
    <w:rsid w:val="00330B05"/>
    <w:rsid w:val="003326CB"/>
    <w:rsid w:val="00333A09"/>
    <w:rsid w:val="0033417A"/>
    <w:rsid w:val="0033597C"/>
    <w:rsid w:val="0033628E"/>
    <w:rsid w:val="00337D69"/>
    <w:rsid w:val="00344ED0"/>
    <w:rsid w:val="00346376"/>
    <w:rsid w:val="003505D6"/>
    <w:rsid w:val="0035095F"/>
    <w:rsid w:val="003616E3"/>
    <w:rsid w:val="00361965"/>
    <w:rsid w:val="0036425F"/>
    <w:rsid w:val="00365823"/>
    <w:rsid w:val="00372877"/>
    <w:rsid w:val="00373A79"/>
    <w:rsid w:val="003763AA"/>
    <w:rsid w:val="00377B39"/>
    <w:rsid w:val="00381295"/>
    <w:rsid w:val="003815F2"/>
    <w:rsid w:val="0038205F"/>
    <w:rsid w:val="00382967"/>
    <w:rsid w:val="00385151"/>
    <w:rsid w:val="00385CEB"/>
    <w:rsid w:val="00392657"/>
    <w:rsid w:val="00392C19"/>
    <w:rsid w:val="0039346E"/>
    <w:rsid w:val="0039572C"/>
    <w:rsid w:val="0039614C"/>
    <w:rsid w:val="00396EE2"/>
    <w:rsid w:val="003A07F3"/>
    <w:rsid w:val="003A2D40"/>
    <w:rsid w:val="003A3D4A"/>
    <w:rsid w:val="003A48A6"/>
    <w:rsid w:val="003A4DD3"/>
    <w:rsid w:val="003A5812"/>
    <w:rsid w:val="003A7E2B"/>
    <w:rsid w:val="003B3D4D"/>
    <w:rsid w:val="003B3FF4"/>
    <w:rsid w:val="003B73EA"/>
    <w:rsid w:val="003C15FD"/>
    <w:rsid w:val="003C3101"/>
    <w:rsid w:val="003C71DA"/>
    <w:rsid w:val="003C796B"/>
    <w:rsid w:val="003D6BCC"/>
    <w:rsid w:val="003E068A"/>
    <w:rsid w:val="003E1BC3"/>
    <w:rsid w:val="003E24CF"/>
    <w:rsid w:val="003E62BA"/>
    <w:rsid w:val="003E6601"/>
    <w:rsid w:val="003F2642"/>
    <w:rsid w:val="003F2A77"/>
    <w:rsid w:val="003F5918"/>
    <w:rsid w:val="003F7027"/>
    <w:rsid w:val="00401FF3"/>
    <w:rsid w:val="004029E2"/>
    <w:rsid w:val="004041EC"/>
    <w:rsid w:val="00405941"/>
    <w:rsid w:val="004066F0"/>
    <w:rsid w:val="00410FBB"/>
    <w:rsid w:val="00412C5D"/>
    <w:rsid w:val="00412EFA"/>
    <w:rsid w:val="004154DA"/>
    <w:rsid w:val="00415B98"/>
    <w:rsid w:val="00424D89"/>
    <w:rsid w:val="00425D4F"/>
    <w:rsid w:val="00425FE8"/>
    <w:rsid w:val="00427CA3"/>
    <w:rsid w:val="00430890"/>
    <w:rsid w:val="004313B3"/>
    <w:rsid w:val="00435406"/>
    <w:rsid w:val="00440756"/>
    <w:rsid w:val="00440CA7"/>
    <w:rsid w:val="00442AB5"/>
    <w:rsid w:val="004430EC"/>
    <w:rsid w:val="0044373C"/>
    <w:rsid w:val="004437DB"/>
    <w:rsid w:val="004449E8"/>
    <w:rsid w:val="00447725"/>
    <w:rsid w:val="00447BEC"/>
    <w:rsid w:val="004502FA"/>
    <w:rsid w:val="00451A62"/>
    <w:rsid w:val="00451F50"/>
    <w:rsid w:val="00452736"/>
    <w:rsid w:val="00453B71"/>
    <w:rsid w:val="0045609A"/>
    <w:rsid w:val="0045681C"/>
    <w:rsid w:val="00457D01"/>
    <w:rsid w:val="0046134E"/>
    <w:rsid w:val="00464AD3"/>
    <w:rsid w:val="00464FFF"/>
    <w:rsid w:val="004654D9"/>
    <w:rsid w:val="00465F43"/>
    <w:rsid w:val="00467532"/>
    <w:rsid w:val="00470192"/>
    <w:rsid w:val="00473B57"/>
    <w:rsid w:val="00480D8C"/>
    <w:rsid w:val="0048216D"/>
    <w:rsid w:val="00483037"/>
    <w:rsid w:val="00484118"/>
    <w:rsid w:val="00486D25"/>
    <w:rsid w:val="0048E908"/>
    <w:rsid w:val="00490386"/>
    <w:rsid w:val="0049123C"/>
    <w:rsid w:val="00492BE7"/>
    <w:rsid w:val="00493AAE"/>
    <w:rsid w:val="004944CE"/>
    <w:rsid w:val="004A02FE"/>
    <w:rsid w:val="004A0C99"/>
    <w:rsid w:val="004A1423"/>
    <w:rsid w:val="004A398A"/>
    <w:rsid w:val="004A5E1E"/>
    <w:rsid w:val="004B00B8"/>
    <w:rsid w:val="004B4426"/>
    <w:rsid w:val="004B7B53"/>
    <w:rsid w:val="004C0A24"/>
    <w:rsid w:val="004C130B"/>
    <w:rsid w:val="004C18AB"/>
    <w:rsid w:val="004C2189"/>
    <w:rsid w:val="004C2560"/>
    <w:rsid w:val="004C3852"/>
    <w:rsid w:val="004C395B"/>
    <w:rsid w:val="004C3AD5"/>
    <w:rsid w:val="004C4B4E"/>
    <w:rsid w:val="004C6F8D"/>
    <w:rsid w:val="004C7807"/>
    <w:rsid w:val="004C7DF2"/>
    <w:rsid w:val="004D213A"/>
    <w:rsid w:val="004D2B6B"/>
    <w:rsid w:val="004D6B3D"/>
    <w:rsid w:val="004D7798"/>
    <w:rsid w:val="004E182F"/>
    <w:rsid w:val="004E1AC7"/>
    <w:rsid w:val="004E4000"/>
    <w:rsid w:val="004E5BA1"/>
    <w:rsid w:val="004E622C"/>
    <w:rsid w:val="004E6D36"/>
    <w:rsid w:val="004F3E6C"/>
    <w:rsid w:val="004F48DE"/>
    <w:rsid w:val="004F528B"/>
    <w:rsid w:val="004F67BD"/>
    <w:rsid w:val="004F681C"/>
    <w:rsid w:val="004F68AF"/>
    <w:rsid w:val="004F718A"/>
    <w:rsid w:val="004F7236"/>
    <w:rsid w:val="004F7E8D"/>
    <w:rsid w:val="00501F6A"/>
    <w:rsid w:val="005028BE"/>
    <w:rsid w:val="0050295A"/>
    <w:rsid w:val="00503271"/>
    <w:rsid w:val="005032CF"/>
    <w:rsid w:val="005033C9"/>
    <w:rsid w:val="00503773"/>
    <w:rsid w:val="00506BCF"/>
    <w:rsid w:val="00515192"/>
    <w:rsid w:val="00521468"/>
    <w:rsid w:val="005238E9"/>
    <w:rsid w:val="00523EB4"/>
    <w:rsid w:val="00525F88"/>
    <w:rsid w:val="00526723"/>
    <w:rsid w:val="0052762E"/>
    <w:rsid w:val="00530118"/>
    <w:rsid w:val="0053225A"/>
    <w:rsid w:val="00534012"/>
    <w:rsid w:val="0054014C"/>
    <w:rsid w:val="00542061"/>
    <w:rsid w:val="0054308D"/>
    <w:rsid w:val="0054594A"/>
    <w:rsid w:val="005462DF"/>
    <w:rsid w:val="00546E01"/>
    <w:rsid w:val="00550CE9"/>
    <w:rsid w:val="00551CBE"/>
    <w:rsid w:val="00554142"/>
    <w:rsid w:val="00557145"/>
    <w:rsid w:val="00557F01"/>
    <w:rsid w:val="005605A3"/>
    <w:rsid w:val="00561144"/>
    <w:rsid w:val="00562177"/>
    <w:rsid w:val="00566B30"/>
    <w:rsid w:val="005703E6"/>
    <w:rsid w:val="005733CC"/>
    <w:rsid w:val="0057765D"/>
    <w:rsid w:val="00577D76"/>
    <w:rsid w:val="00581B72"/>
    <w:rsid w:val="0058248B"/>
    <w:rsid w:val="00582A89"/>
    <w:rsid w:val="0058404B"/>
    <w:rsid w:val="005842F2"/>
    <w:rsid w:val="00584ED9"/>
    <w:rsid w:val="00587093"/>
    <w:rsid w:val="0058753B"/>
    <w:rsid w:val="00591C69"/>
    <w:rsid w:val="005948C2"/>
    <w:rsid w:val="00595D5D"/>
    <w:rsid w:val="00597F76"/>
    <w:rsid w:val="005A453B"/>
    <w:rsid w:val="005A469C"/>
    <w:rsid w:val="005B1B6E"/>
    <w:rsid w:val="005B1F5C"/>
    <w:rsid w:val="005B2C77"/>
    <w:rsid w:val="005B3044"/>
    <w:rsid w:val="005B499F"/>
    <w:rsid w:val="005B49F7"/>
    <w:rsid w:val="005B797C"/>
    <w:rsid w:val="005C764E"/>
    <w:rsid w:val="005D19A4"/>
    <w:rsid w:val="005D4B3D"/>
    <w:rsid w:val="005E0A44"/>
    <w:rsid w:val="005E1C9B"/>
    <w:rsid w:val="005E45F5"/>
    <w:rsid w:val="005E5E5A"/>
    <w:rsid w:val="005F1E49"/>
    <w:rsid w:val="005F558F"/>
    <w:rsid w:val="005F6A77"/>
    <w:rsid w:val="005F784C"/>
    <w:rsid w:val="00600FD4"/>
    <w:rsid w:val="00601752"/>
    <w:rsid w:val="00602A0C"/>
    <w:rsid w:val="006049D6"/>
    <w:rsid w:val="00607493"/>
    <w:rsid w:val="00612137"/>
    <w:rsid w:val="00613EE4"/>
    <w:rsid w:val="00616ACF"/>
    <w:rsid w:val="00621CDE"/>
    <w:rsid w:val="00623B6D"/>
    <w:rsid w:val="00623D8B"/>
    <w:rsid w:val="006378E4"/>
    <w:rsid w:val="0064141B"/>
    <w:rsid w:val="00642C58"/>
    <w:rsid w:val="00643A41"/>
    <w:rsid w:val="00644A61"/>
    <w:rsid w:val="006455E2"/>
    <w:rsid w:val="00647806"/>
    <w:rsid w:val="0065258E"/>
    <w:rsid w:val="0065278D"/>
    <w:rsid w:val="00652F75"/>
    <w:rsid w:val="00653AD6"/>
    <w:rsid w:val="006568BD"/>
    <w:rsid w:val="006572B4"/>
    <w:rsid w:val="006573C3"/>
    <w:rsid w:val="00660CED"/>
    <w:rsid w:val="006612FC"/>
    <w:rsid w:val="00662E42"/>
    <w:rsid w:val="006634C3"/>
    <w:rsid w:val="00663E83"/>
    <w:rsid w:val="00664E33"/>
    <w:rsid w:val="0066504D"/>
    <w:rsid w:val="00666EB3"/>
    <w:rsid w:val="00672D41"/>
    <w:rsid w:val="0067747B"/>
    <w:rsid w:val="006778E3"/>
    <w:rsid w:val="006802FC"/>
    <w:rsid w:val="0068381F"/>
    <w:rsid w:val="0068504D"/>
    <w:rsid w:val="00685AFE"/>
    <w:rsid w:val="00687716"/>
    <w:rsid w:val="00687ECB"/>
    <w:rsid w:val="0069255B"/>
    <w:rsid w:val="00692C20"/>
    <w:rsid w:val="00692E16"/>
    <w:rsid w:val="00693BB4"/>
    <w:rsid w:val="00696DE9"/>
    <w:rsid w:val="00697471"/>
    <w:rsid w:val="006A0E83"/>
    <w:rsid w:val="006A1E08"/>
    <w:rsid w:val="006A3AA3"/>
    <w:rsid w:val="006A50E4"/>
    <w:rsid w:val="006A53C1"/>
    <w:rsid w:val="006A5BAE"/>
    <w:rsid w:val="006A644A"/>
    <w:rsid w:val="006A7ADF"/>
    <w:rsid w:val="006B1FB5"/>
    <w:rsid w:val="006B2322"/>
    <w:rsid w:val="006B355F"/>
    <w:rsid w:val="006B3676"/>
    <w:rsid w:val="006C0F12"/>
    <w:rsid w:val="006C123C"/>
    <w:rsid w:val="006C2208"/>
    <w:rsid w:val="006C2E18"/>
    <w:rsid w:val="006C38DA"/>
    <w:rsid w:val="006C6E1D"/>
    <w:rsid w:val="006C79D2"/>
    <w:rsid w:val="006C7AFD"/>
    <w:rsid w:val="006D03F9"/>
    <w:rsid w:val="006D472C"/>
    <w:rsid w:val="006D58EC"/>
    <w:rsid w:val="006D60A7"/>
    <w:rsid w:val="006D771D"/>
    <w:rsid w:val="006E3EFC"/>
    <w:rsid w:val="006E410B"/>
    <w:rsid w:val="006E46EF"/>
    <w:rsid w:val="006E4AB6"/>
    <w:rsid w:val="006F0D6F"/>
    <w:rsid w:val="006F2E62"/>
    <w:rsid w:val="006F3EDD"/>
    <w:rsid w:val="006F6B79"/>
    <w:rsid w:val="006F6F56"/>
    <w:rsid w:val="007002A7"/>
    <w:rsid w:val="0070190F"/>
    <w:rsid w:val="0070438F"/>
    <w:rsid w:val="00704CEE"/>
    <w:rsid w:val="007071B1"/>
    <w:rsid w:val="007101A2"/>
    <w:rsid w:val="00711751"/>
    <w:rsid w:val="00712634"/>
    <w:rsid w:val="007178CE"/>
    <w:rsid w:val="00717F6B"/>
    <w:rsid w:val="007209AC"/>
    <w:rsid w:val="00724E4E"/>
    <w:rsid w:val="007276F8"/>
    <w:rsid w:val="00730056"/>
    <w:rsid w:val="007300E9"/>
    <w:rsid w:val="00734CAE"/>
    <w:rsid w:val="00735097"/>
    <w:rsid w:val="00735CB7"/>
    <w:rsid w:val="00737570"/>
    <w:rsid w:val="00740888"/>
    <w:rsid w:val="007427C6"/>
    <w:rsid w:val="0074299A"/>
    <w:rsid w:val="00742A0A"/>
    <w:rsid w:val="00744850"/>
    <w:rsid w:val="007449C7"/>
    <w:rsid w:val="00745664"/>
    <w:rsid w:val="00745B1F"/>
    <w:rsid w:val="007464FB"/>
    <w:rsid w:val="00746C79"/>
    <w:rsid w:val="00746DE0"/>
    <w:rsid w:val="00761DA2"/>
    <w:rsid w:val="00762C76"/>
    <w:rsid w:val="00765C10"/>
    <w:rsid w:val="00766458"/>
    <w:rsid w:val="0077112E"/>
    <w:rsid w:val="007718C0"/>
    <w:rsid w:val="00771BFC"/>
    <w:rsid w:val="007840A7"/>
    <w:rsid w:val="007862A9"/>
    <w:rsid w:val="007871DF"/>
    <w:rsid w:val="00792BDD"/>
    <w:rsid w:val="00797CD3"/>
    <w:rsid w:val="007A01AA"/>
    <w:rsid w:val="007A1439"/>
    <w:rsid w:val="007A3F22"/>
    <w:rsid w:val="007A6D34"/>
    <w:rsid w:val="007A6E76"/>
    <w:rsid w:val="007B174C"/>
    <w:rsid w:val="007B44A4"/>
    <w:rsid w:val="007B54BB"/>
    <w:rsid w:val="007C203B"/>
    <w:rsid w:val="007C4F08"/>
    <w:rsid w:val="007D0B93"/>
    <w:rsid w:val="007D1354"/>
    <w:rsid w:val="007D1FE4"/>
    <w:rsid w:val="007D4704"/>
    <w:rsid w:val="007D6296"/>
    <w:rsid w:val="007D7F51"/>
    <w:rsid w:val="007E04ED"/>
    <w:rsid w:val="007E3DF0"/>
    <w:rsid w:val="007F5A09"/>
    <w:rsid w:val="007F6A16"/>
    <w:rsid w:val="007F6BD6"/>
    <w:rsid w:val="00800741"/>
    <w:rsid w:val="008017BE"/>
    <w:rsid w:val="00802F1B"/>
    <w:rsid w:val="008110AE"/>
    <w:rsid w:val="00813B6D"/>
    <w:rsid w:val="00814B42"/>
    <w:rsid w:val="00821DFC"/>
    <w:rsid w:val="00824B49"/>
    <w:rsid w:val="00826E3C"/>
    <w:rsid w:val="00831769"/>
    <w:rsid w:val="008319D3"/>
    <w:rsid w:val="00831AA6"/>
    <w:rsid w:val="00834252"/>
    <w:rsid w:val="008354BF"/>
    <w:rsid w:val="008361D3"/>
    <w:rsid w:val="00836FEF"/>
    <w:rsid w:val="00843F28"/>
    <w:rsid w:val="0084488A"/>
    <w:rsid w:val="008450EA"/>
    <w:rsid w:val="00850266"/>
    <w:rsid w:val="00850C85"/>
    <w:rsid w:val="008521ED"/>
    <w:rsid w:val="00853343"/>
    <w:rsid w:val="00854922"/>
    <w:rsid w:val="00860187"/>
    <w:rsid w:val="00860F27"/>
    <w:rsid w:val="00864633"/>
    <w:rsid w:val="00866FCE"/>
    <w:rsid w:val="0086741F"/>
    <w:rsid w:val="00867DA0"/>
    <w:rsid w:val="008715ED"/>
    <w:rsid w:val="0087539F"/>
    <w:rsid w:val="008758DD"/>
    <w:rsid w:val="008763F7"/>
    <w:rsid w:val="008767A6"/>
    <w:rsid w:val="0087684F"/>
    <w:rsid w:val="008809AF"/>
    <w:rsid w:val="0088147A"/>
    <w:rsid w:val="008822BA"/>
    <w:rsid w:val="008838D9"/>
    <w:rsid w:val="0088413C"/>
    <w:rsid w:val="008844A2"/>
    <w:rsid w:val="008848EE"/>
    <w:rsid w:val="00884E68"/>
    <w:rsid w:val="0088621F"/>
    <w:rsid w:val="00892A71"/>
    <w:rsid w:val="008A03FC"/>
    <w:rsid w:val="008A1EA5"/>
    <w:rsid w:val="008A3659"/>
    <w:rsid w:val="008A3B32"/>
    <w:rsid w:val="008A3C63"/>
    <w:rsid w:val="008B281D"/>
    <w:rsid w:val="008B3561"/>
    <w:rsid w:val="008B4372"/>
    <w:rsid w:val="008B43A2"/>
    <w:rsid w:val="008B5DD5"/>
    <w:rsid w:val="008B6665"/>
    <w:rsid w:val="008B71D4"/>
    <w:rsid w:val="008B7E21"/>
    <w:rsid w:val="008C19B7"/>
    <w:rsid w:val="008C29A9"/>
    <w:rsid w:val="008C2AA2"/>
    <w:rsid w:val="008C3DF2"/>
    <w:rsid w:val="008C4DA3"/>
    <w:rsid w:val="008C53D8"/>
    <w:rsid w:val="008D13A2"/>
    <w:rsid w:val="008D4F18"/>
    <w:rsid w:val="008D5708"/>
    <w:rsid w:val="008D638D"/>
    <w:rsid w:val="008D7984"/>
    <w:rsid w:val="008D7D62"/>
    <w:rsid w:val="008E0D64"/>
    <w:rsid w:val="008E20AB"/>
    <w:rsid w:val="008E2A7A"/>
    <w:rsid w:val="008E3441"/>
    <w:rsid w:val="008E37CC"/>
    <w:rsid w:val="008E5902"/>
    <w:rsid w:val="008E7321"/>
    <w:rsid w:val="008E7D8C"/>
    <w:rsid w:val="008F003A"/>
    <w:rsid w:val="008F17B4"/>
    <w:rsid w:val="008F2CCE"/>
    <w:rsid w:val="008F4D11"/>
    <w:rsid w:val="008F5ACD"/>
    <w:rsid w:val="008F646F"/>
    <w:rsid w:val="008F6B9D"/>
    <w:rsid w:val="00900768"/>
    <w:rsid w:val="00900E92"/>
    <w:rsid w:val="00904124"/>
    <w:rsid w:val="009057CB"/>
    <w:rsid w:val="00906604"/>
    <w:rsid w:val="009070EF"/>
    <w:rsid w:val="0091300B"/>
    <w:rsid w:val="009177BA"/>
    <w:rsid w:val="00921A4C"/>
    <w:rsid w:val="00924280"/>
    <w:rsid w:val="009252ED"/>
    <w:rsid w:val="00930225"/>
    <w:rsid w:val="00931885"/>
    <w:rsid w:val="009320F9"/>
    <w:rsid w:val="0093685A"/>
    <w:rsid w:val="00937C00"/>
    <w:rsid w:val="0094058C"/>
    <w:rsid w:val="009427B3"/>
    <w:rsid w:val="00943BA8"/>
    <w:rsid w:val="00944932"/>
    <w:rsid w:val="009459C9"/>
    <w:rsid w:val="0094780E"/>
    <w:rsid w:val="009535C1"/>
    <w:rsid w:val="00955457"/>
    <w:rsid w:val="00956458"/>
    <w:rsid w:val="00956A20"/>
    <w:rsid w:val="0095720F"/>
    <w:rsid w:val="00962414"/>
    <w:rsid w:val="009637DE"/>
    <w:rsid w:val="0096435C"/>
    <w:rsid w:val="00964B96"/>
    <w:rsid w:val="00966BAE"/>
    <w:rsid w:val="009717D8"/>
    <w:rsid w:val="009756E0"/>
    <w:rsid w:val="0097603A"/>
    <w:rsid w:val="00977FE5"/>
    <w:rsid w:val="00980451"/>
    <w:rsid w:val="00980C45"/>
    <w:rsid w:val="009812E8"/>
    <w:rsid w:val="009821B9"/>
    <w:rsid w:val="009850E6"/>
    <w:rsid w:val="009850F4"/>
    <w:rsid w:val="00987A83"/>
    <w:rsid w:val="009903F0"/>
    <w:rsid w:val="009916F9"/>
    <w:rsid w:val="009A0467"/>
    <w:rsid w:val="009A0976"/>
    <w:rsid w:val="009A46C0"/>
    <w:rsid w:val="009A4A73"/>
    <w:rsid w:val="009A5BC0"/>
    <w:rsid w:val="009A6572"/>
    <w:rsid w:val="009B11FF"/>
    <w:rsid w:val="009B22D1"/>
    <w:rsid w:val="009B477B"/>
    <w:rsid w:val="009B4D67"/>
    <w:rsid w:val="009B553B"/>
    <w:rsid w:val="009B5A70"/>
    <w:rsid w:val="009B5BB3"/>
    <w:rsid w:val="009B7DF4"/>
    <w:rsid w:val="009B7F2F"/>
    <w:rsid w:val="009C0F01"/>
    <w:rsid w:val="009C485F"/>
    <w:rsid w:val="009C4F59"/>
    <w:rsid w:val="009C595E"/>
    <w:rsid w:val="009C6393"/>
    <w:rsid w:val="009C71F6"/>
    <w:rsid w:val="009C7BC2"/>
    <w:rsid w:val="009C7F2F"/>
    <w:rsid w:val="009D00AB"/>
    <w:rsid w:val="009D276C"/>
    <w:rsid w:val="009D2CE2"/>
    <w:rsid w:val="009E2AAB"/>
    <w:rsid w:val="009E34B7"/>
    <w:rsid w:val="009E6277"/>
    <w:rsid w:val="009E6BAC"/>
    <w:rsid w:val="009E71C1"/>
    <w:rsid w:val="009E777C"/>
    <w:rsid w:val="009F408D"/>
    <w:rsid w:val="009F5682"/>
    <w:rsid w:val="00A023FB"/>
    <w:rsid w:val="00A04E47"/>
    <w:rsid w:val="00A05B68"/>
    <w:rsid w:val="00A06090"/>
    <w:rsid w:val="00A076CC"/>
    <w:rsid w:val="00A1028A"/>
    <w:rsid w:val="00A10B34"/>
    <w:rsid w:val="00A119B9"/>
    <w:rsid w:val="00A11F7D"/>
    <w:rsid w:val="00A12D17"/>
    <w:rsid w:val="00A13755"/>
    <w:rsid w:val="00A14256"/>
    <w:rsid w:val="00A17BA1"/>
    <w:rsid w:val="00A21735"/>
    <w:rsid w:val="00A243BB"/>
    <w:rsid w:val="00A25B27"/>
    <w:rsid w:val="00A26250"/>
    <w:rsid w:val="00A30AF3"/>
    <w:rsid w:val="00A34B2E"/>
    <w:rsid w:val="00A365C0"/>
    <w:rsid w:val="00A41433"/>
    <w:rsid w:val="00A507E5"/>
    <w:rsid w:val="00A509C6"/>
    <w:rsid w:val="00A5572E"/>
    <w:rsid w:val="00A570E6"/>
    <w:rsid w:val="00A57419"/>
    <w:rsid w:val="00A5741B"/>
    <w:rsid w:val="00A57BAA"/>
    <w:rsid w:val="00A57D48"/>
    <w:rsid w:val="00A57F33"/>
    <w:rsid w:val="00A63B02"/>
    <w:rsid w:val="00A6442E"/>
    <w:rsid w:val="00A64616"/>
    <w:rsid w:val="00A65430"/>
    <w:rsid w:val="00A65D3D"/>
    <w:rsid w:val="00A672D4"/>
    <w:rsid w:val="00A70466"/>
    <w:rsid w:val="00A71EE6"/>
    <w:rsid w:val="00A8159A"/>
    <w:rsid w:val="00A83D60"/>
    <w:rsid w:val="00A84531"/>
    <w:rsid w:val="00A84EB6"/>
    <w:rsid w:val="00A8598B"/>
    <w:rsid w:val="00A9161F"/>
    <w:rsid w:val="00A91635"/>
    <w:rsid w:val="00A92EC5"/>
    <w:rsid w:val="00A93854"/>
    <w:rsid w:val="00A95994"/>
    <w:rsid w:val="00A95E34"/>
    <w:rsid w:val="00A96565"/>
    <w:rsid w:val="00AA3000"/>
    <w:rsid w:val="00AB087A"/>
    <w:rsid w:val="00AB27DF"/>
    <w:rsid w:val="00AB3E32"/>
    <w:rsid w:val="00AB45B4"/>
    <w:rsid w:val="00AB538B"/>
    <w:rsid w:val="00AC1BD6"/>
    <w:rsid w:val="00AC351C"/>
    <w:rsid w:val="00AC3822"/>
    <w:rsid w:val="00AC7610"/>
    <w:rsid w:val="00AD1FF2"/>
    <w:rsid w:val="00AD472B"/>
    <w:rsid w:val="00AD5D4B"/>
    <w:rsid w:val="00AD6080"/>
    <w:rsid w:val="00AD6D87"/>
    <w:rsid w:val="00AE0E4F"/>
    <w:rsid w:val="00AE2800"/>
    <w:rsid w:val="00AE2C3D"/>
    <w:rsid w:val="00AE32AB"/>
    <w:rsid w:val="00AF0ECD"/>
    <w:rsid w:val="00AF33A5"/>
    <w:rsid w:val="00AF3445"/>
    <w:rsid w:val="00AF369E"/>
    <w:rsid w:val="00AF623A"/>
    <w:rsid w:val="00B00C04"/>
    <w:rsid w:val="00B05DE4"/>
    <w:rsid w:val="00B06C8F"/>
    <w:rsid w:val="00B1114C"/>
    <w:rsid w:val="00B11483"/>
    <w:rsid w:val="00B11C40"/>
    <w:rsid w:val="00B12E72"/>
    <w:rsid w:val="00B205A2"/>
    <w:rsid w:val="00B21D19"/>
    <w:rsid w:val="00B21EE0"/>
    <w:rsid w:val="00B30CDD"/>
    <w:rsid w:val="00B31119"/>
    <w:rsid w:val="00B379B5"/>
    <w:rsid w:val="00B40D38"/>
    <w:rsid w:val="00B4219E"/>
    <w:rsid w:val="00B46299"/>
    <w:rsid w:val="00B47734"/>
    <w:rsid w:val="00B50F45"/>
    <w:rsid w:val="00B518FE"/>
    <w:rsid w:val="00B5271B"/>
    <w:rsid w:val="00B57E4D"/>
    <w:rsid w:val="00B65D94"/>
    <w:rsid w:val="00B65EB0"/>
    <w:rsid w:val="00B6626D"/>
    <w:rsid w:val="00B66B92"/>
    <w:rsid w:val="00B71BBF"/>
    <w:rsid w:val="00B73B7A"/>
    <w:rsid w:val="00B73DC4"/>
    <w:rsid w:val="00B741B0"/>
    <w:rsid w:val="00B7771F"/>
    <w:rsid w:val="00B80F6D"/>
    <w:rsid w:val="00B817BA"/>
    <w:rsid w:val="00B829DA"/>
    <w:rsid w:val="00B83B9A"/>
    <w:rsid w:val="00B9135F"/>
    <w:rsid w:val="00B9165F"/>
    <w:rsid w:val="00B91A2F"/>
    <w:rsid w:val="00B9565A"/>
    <w:rsid w:val="00B96CB8"/>
    <w:rsid w:val="00B9722E"/>
    <w:rsid w:val="00BA20EC"/>
    <w:rsid w:val="00BA28F8"/>
    <w:rsid w:val="00BA724A"/>
    <w:rsid w:val="00BA7679"/>
    <w:rsid w:val="00BB08F5"/>
    <w:rsid w:val="00BB1BE9"/>
    <w:rsid w:val="00BB2C09"/>
    <w:rsid w:val="00BB3E04"/>
    <w:rsid w:val="00BB5DFE"/>
    <w:rsid w:val="00BB77C7"/>
    <w:rsid w:val="00BB791E"/>
    <w:rsid w:val="00BB7D9E"/>
    <w:rsid w:val="00BC06C7"/>
    <w:rsid w:val="00BC1B04"/>
    <w:rsid w:val="00BC29EE"/>
    <w:rsid w:val="00BC2F85"/>
    <w:rsid w:val="00BC4531"/>
    <w:rsid w:val="00BC69BD"/>
    <w:rsid w:val="00BD2CCC"/>
    <w:rsid w:val="00BD349E"/>
    <w:rsid w:val="00BD3EF5"/>
    <w:rsid w:val="00BD6840"/>
    <w:rsid w:val="00BD74FE"/>
    <w:rsid w:val="00BD7624"/>
    <w:rsid w:val="00BD7D67"/>
    <w:rsid w:val="00BE03C8"/>
    <w:rsid w:val="00BE0DF7"/>
    <w:rsid w:val="00BE4FB9"/>
    <w:rsid w:val="00BF0EE8"/>
    <w:rsid w:val="00BF0F98"/>
    <w:rsid w:val="00BF1A07"/>
    <w:rsid w:val="00BF2CDB"/>
    <w:rsid w:val="00C00424"/>
    <w:rsid w:val="00C02A60"/>
    <w:rsid w:val="00C02BAE"/>
    <w:rsid w:val="00C061F3"/>
    <w:rsid w:val="00C068A5"/>
    <w:rsid w:val="00C07CD4"/>
    <w:rsid w:val="00C10F48"/>
    <w:rsid w:val="00C1190C"/>
    <w:rsid w:val="00C122E9"/>
    <w:rsid w:val="00C17C00"/>
    <w:rsid w:val="00C21AA3"/>
    <w:rsid w:val="00C248F4"/>
    <w:rsid w:val="00C25747"/>
    <w:rsid w:val="00C273B5"/>
    <w:rsid w:val="00C3380F"/>
    <w:rsid w:val="00C35566"/>
    <w:rsid w:val="00C3565F"/>
    <w:rsid w:val="00C36615"/>
    <w:rsid w:val="00C40B2E"/>
    <w:rsid w:val="00C510C9"/>
    <w:rsid w:val="00C512A1"/>
    <w:rsid w:val="00C52C73"/>
    <w:rsid w:val="00C548B1"/>
    <w:rsid w:val="00C568F7"/>
    <w:rsid w:val="00C65A4F"/>
    <w:rsid w:val="00C70664"/>
    <w:rsid w:val="00C7420C"/>
    <w:rsid w:val="00C74EDA"/>
    <w:rsid w:val="00C7599C"/>
    <w:rsid w:val="00C76BF7"/>
    <w:rsid w:val="00C772BC"/>
    <w:rsid w:val="00C83680"/>
    <w:rsid w:val="00C8415A"/>
    <w:rsid w:val="00C87F38"/>
    <w:rsid w:val="00C90087"/>
    <w:rsid w:val="00C95E2D"/>
    <w:rsid w:val="00CA24CD"/>
    <w:rsid w:val="00CA2525"/>
    <w:rsid w:val="00CA2E94"/>
    <w:rsid w:val="00CA35CA"/>
    <w:rsid w:val="00CA4DA8"/>
    <w:rsid w:val="00CA5292"/>
    <w:rsid w:val="00CA5D07"/>
    <w:rsid w:val="00CA6654"/>
    <w:rsid w:val="00CB0AF7"/>
    <w:rsid w:val="00CB2D66"/>
    <w:rsid w:val="00CC1268"/>
    <w:rsid w:val="00CC1706"/>
    <w:rsid w:val="00CC1937"/>
    <w:rsid w:val="00CC2983"/>
    <w:rsid w:val="00CC4120"/>
    <w:rsid w:val="00CD209D"/>
    <w:rsid w:val="00CD257E"/>
    <w:rsid w:val="00CD5A40"/>
    <w:rsid w:val="00CE2065"/>
    <w:rsid w:val="00CE23F5"/>
    <w:rsid w:val="00CE2A3C"/>
    <w:rsid w:val="00CE78D4"/>
    <w:rsid w:val="00CE7A6B"/>
    <w:rsid w:val="00CF1090"/>
    <w:rsid w:val="00CF1EAF"/>
    <w:rsid w:val="00CF28C7"/>
    <w:rsid w:val="00CF4DBA"/>
    <w:rsid w:val="00CF76C0"/>
    <w:rsid w:val="00CF7F0D"/>
    <w:rsid w:val="00D016A3"/>
    <w:rsid w:val="00D018D0"/>
    <w:rsid w:val="00D04E22"/>
    <w:rsid w:val="00D052AD"/>
    <w:rsid w:val="00D07397"/>
    <w:rsid w:val="00D112A2"/>
    <w:rsid w:val="00D114DD"/>
    <w:rsid w:val="00D14D40"/>
    <w:rsid w:val="00D15795"/>
    <w:rsid w:val="00D174F0"/>
    <w:rsid w:val="00D21C99"/>
    <w:rsid w:val="00D236FB"/>
    <w:rsid w:val="00D24073"/>
    <w:rsid w:val="00D26D29"/>
    <w:rsid w:val="00D31403"/>
    <w:rsid w:val="00D34C2C"/>
    <w:rsid w:val="00D37D14"/>
    <w:rsid w:val="00D409DF"/>
    <w:rsid w:val="00D425AB"/>
    <w:rsid w:val="00D43F31"/>
    <w:rsid w:val="00D4529B"/>
    <w:rsid w:val="00D45D33"/>
    <w:rsid w:val="00D50581"/>
    <w:rsid w:val="00D5078C"/>
    <w:rsid w:val="00D52E3D"/>
    <w:rsid w:val="00D5339C"/>
    <w:rsid w:val="00D53E3E"/>
    <w:rsid w:val="00D54673"/>
    <w:rsid w:val="00D54DA1"/>
    <w:rsid w:val="00D550B3"/>
    <w:rsid w:val="00D56403"/>
    <w:rsid w:val="00D5667D"/>
    <w:rsid w:val="00D620EF"/>
    <w:rsid w:val="00D62ADF"/>
    <w:rsid w:val="00D62FB9"/>
    <w:rsid w:val="00D63257"/>
    <w:rsid w:val="00D632FA"/>
    <w:rsid w:val="00D63365"/>
    <w:rsid w:val="00D63CCE"/>
    <w:rsid w:val="00D64D7B"/>
    <w:rsid w:val="00D6733B"/>
    <w:rsid w:val="00D7109D"/>
    <w:rsid w:val="00D71527"/>
    <w:rsid w:val="00D73653"/>
    <w:rsid w:val="00D763AE"/>
    <w:rsid w:val="00D76471"/>
    <w:rsid w:val="00D80C2B"/>
    <w:rsid w:val="00D84B43"/>
    <w:rsid w:val="00D853D9"/>
    <w:rsid w:val="00D872F9"/>
    <w:rsid w:val="00D8760C"/>
    <w:rsid w:val="00D8764F"/>
    <w:rsid w:val="00D87713"/>
    <w:rsid w:val="00D9012E"/>
    <w:rsid w:val="00D90635"/>
    <w:rsid w:val="00D92BC1"/>
    <w:rsid w:val="00DA0297"/>
    <w:rsid w:val="00DA38F8"/>
    <w:rsid w:val="00DA3C62"/>
    <w:rsid w:val="00DA69FA"/>
    <w:rsid w:val="00DB17BD"/>
    <w:rsid w:val="00DB1A30"/>
    <w:rsid w:val="00DB1F02"/>
    <w:rsid w:val="00DB2830"/>
    <w:rsid w:val="00DC13DF"/>
    <w:rsid w:val="00DC43F1"/>
    <w:rsid w:val="00DC6D34"/>
    <w:rsid w:val="00DD0A19"/>
    <w:rsid w:val="00DD1A2B"/>
    <w:rsid w:val="00DD1B0D"/>
    <w:rsid w:val="00DD3095"/>
    <w:rsid w:val="00DD3285"/>
    <w:rsid w:val="00DD5ECC"/>
    <w:rsid w:val="00DD6F15"/>
    <w:rsid w:val="00DE02A9"/>
    <w:rsid w:val="00DE1E22"/>
    <w:rsid w:val="00DE35C0"/>
    <w:rsid w:val="00DE44E7"/>
    <w:rsid w:val="00DE690B"/>
    <w:rsid w:val="00DE6C74"/>
    <w:rsid w:val="00DF19DB"/>
    <w:rsid w:val="00DF3537"/>
    <w:rsid w:val="00DF54F1"/>
    <w:rsid w:val="00DF7EA2"/>
    <w:rsid w:val="00E002B5"/>
    <w:rsid w:val="00E0043C"/>
    <w:rsid w:val="00E04064"/>
    <w:rsid w:val="00E06D2A"/>
    <w:rsid w:val="00E10B38"/>
    <w:rsid w:val="00E13CCD"/>
    <w:rsid w:val="00E1657B"/>
    <w:rsid w:val="00E16AFE"/>
    <w:rsid w:val="00E204F6"/>
    <w:rsid w:val="00E21FDB"/>
    <w:rsid w:val="00E237FA"/>
    <w:rsid w:val="00E25D42"/>
    <w:rsid w:val="00E334A8"/>
    <w:rsid w:val="00E367A8"/>
    <w:rsid w:val="00E462CF"/>
    <w:rsid w:val="00E474A6"/>
    <w:rsid w:val="00E4798D"/>
    <w:rsid w:val="00E50C82"/>
    <w:rsid w:val="00E51397"/>
    <w:rsid w:val="00E52BE6"/>
    <w:rsid w:val="00E546FB"/>
    <w:rsid w:val="00E56CAF"/>
    <w:rsid w:val="00E61613"/>
    <w:rsid w:val="00E63C2D"/>
    <w:rsid w:val="00E65596"/>
    <w:rsid w:val="00E74884"/>
    <w:rsid w:val="00E768F9"/>
    <w:rsid w:val="00E76D2E"/>
    <w:rsid w:val="00E77E34"/>
    <w:rsid w:val="00E82F9A"/>
    <w:rsid w:val="00E852EE"/>
    <w:rsid w:val="00E94CB8"/>
    <w:rsid w:val="00E96E56"/>
    <w:rsid w:val="00E96E8D"/>
    <w:rsid w:val="00E96F00"/>
    <w:rsid w:val="00EA090B"/>
    <w:rsid w:val="00EA289B"/>
    <w:rsid w:val="00EA3458"/>
    <w:rsid w:val="00EA419D"/>
    <w:rsid w:val="00EA512E"/>
    <w:rsid w:val="00EB0003"/>
    <w:rsid w:val="00EB123C"/>
    <w:rsid w:val="00EB2DF2"/>
    <w:rsid w:val="00EB5474"/>
    <w:rsid w:val="00EB6CBF"/>
    <w:rsid w:val="00EB770E"/>
    <w:rsid w:val="00EB7772"/>
    <w:rsid w:val="00EB7F98"/>
    <w:rsid w:val="00EC0AE7"/>
    <w:rsid w:val="00EC0DB1"/>
    <w:rsid w:val="00EC35F1"/>
    <w:rsid w:val="00EC69D1"/>
    <w:rsid w:val="00EC7F49"/>
    <w:rsid w:val="00ED538D"/>
    <w:rsid w:val="00ED715E"/>
    <w:rsid w:val="00EE019B"/>
    <w:rsid w:val="00EE2DB9"/>
    <w:rsid w:val="00EE481F"/>
    <w:rsid w:val="00EE5B9F"/>
    <w:rsid w:val="00EE5F50"/>
    <w:rsid w:val="00EF3DFD"/>
    <w:rsid w:val="00EF4ADD"/>
    <w:rsid w:val="00EF6F7C"/>
    <w:rsid w:val="00EF7C6A"/>
    <w:rsid w:val="00F02728"/>
    <w:rsid w:val="00F03BBD"/>
    <w:rsid w:val="00F047C8"/>
    <w:rsid w:val="00F06175"/>
    <w:rsid w:val="00F134E5"/>
    <w:rsid w:val="00F1401B"/>
    <w:rsid w:val="00F1491B"/>
    <w:rsid w:val="00F1632A"/>
    <w:rsid w:val="00F21172"/>
    <w:rsid w:val="00F21F08"/>
    <w:rsid w:val="00F22261"/>
    <w:rsid w:val="00F23F3B"/>
    <w:rsid w:val="00F26E95"/>
    <w:rsid w:val="00F30440"/>
    <w:rsid w:val="00F32A3D"/>
    <w:rsid w:val="00F33637"/>
    <w:rsid w:val="00F340A8"/>
    <w:rsid w:val="00F34993"/>
    <w:rsid w:val="00F35279"/>
    <w:rsid w:val="00F363CF"/>
    <w:rsid w:val="00F37A98"/>
    <w:rsid w:val="00F40840"/>
    <w:rsid w:val="00F40EAE"/>
    <w:rsid w:val="00F4329F"/>
    <w:rsid w:val="00F43842"/>
    <w:rsid w:val="00F4678A"/>
    <w:rsid w:val="00F52FF6"/>
    <w:rsid w:val="00F5367B"/>
    <w:rsid w:val="00F53AC3"/>
    <w:rsid w:val="00F53F64"/>
    <w:rsid w:val="00F54242"/>
    <w:rsid w:val="00F54B1F"/>
    <w:rsid w:val="00F65397"/>
    <w:rsid w:val="00F66B1F"/>
    <w:rsid w:val="00F6766A"/>
    <w:rsid w:val="00F67A39"/>
    <w:rsid w:val="00F72700"/>
    <w:rsid w:val="00F729F9"/>
    <w:rsid w:val="00F74554"/>
    <w:rsid w:val="00F747B9"/>
    <w:rsid w:val="00F76D87"/>
    <w:rsid w:val="00F77133"/>
    <w:rsid w:val="00F77AF3"/>
    <w:rsid w:val="00F8201C"/>
    <w:rsid w:val="00F834F0"/>
    <w:rsid w:val="00F83D49"/>
    <w:rsid w:val="00F86E72"/>
    <w:rsid w:val="00F9054E"/>
    <w:rsid w:val="00F913E9"/>
    <w:rsid w:val="00F916BB"/>
    <w:rsid w:val="00F9572D"/>
    <w:rsid w:val="00F9713D"/>
    <w:rsid w:val="00F97F82"/>
    <w:rsid w:val="00FA0063"/>
    <w:rsid w:val="00FA0389"/>
    <w:rsid w:val="00FA0B4F"/>
    <w:rsid w:val="00FA2EDD"/>
    <w:rsid w:val="00FA39B2"/>
    <w:rsid w:val="00FB566E"/>
    <w:rsid w:val="00FB570D"/>
    <w:rsid w:val="00FC1F64"/>
    <w:rsid w:val="00FC288D"/>
    <w:rsid w:val="00FC3639"/>
    <w:rsid w:val="00FC4CD7"/>
    <w:rsid w:val="00FC5623"/>
    <w:rsid w:val="00FD2156"/>
    <w:rsid w:val="00FD71AA"/>
    <w:rsid w:val="00FE0859"/>
    <w:rsid w:val="00FE0AA0"/>
    <w:rsid w:val="00FE1AC4"/>
    <w:rsid w:val="00FE28A9"/>
    <w:rsid w:val="00FE33BE"/>
    <w:rsid w:val="00FE3EE3"/>
    <w:rsid w:val="00FE73A9"/>
    <w:rsid w:val="00FF3AF6"/>
    <w:rsid w:val="00FF433E"/>
    <w:rsid w:val="00FF4DBC"/>
    <w:rsid w:val="00FF6B5C"/>
    <w:rsid w:val="00FF6C79"/>
    <w:rsid w:val="012ABB64"/>
    <w:rsid w:val="0277299F"/>
    <w:rsid w:val="037943C9"/>
    <w:rsid w:val="03A3D811"/>
    <w:rsid w:val="05E5042A"/>
    <w:rsid w:val="0648A923"/>
    <w:rsid w:val="07021FA5"/>
    <w:rsid w:val="078A33D5"/>
    <w:rsid w:val="0A7BA22C"/>
    <w:rsid w:val="0CC72D40"/>
    <w:rsid w:val="0D574141"/>
    <w:rsid w:val="0DD5E9C5"/>
    <w:rsid w:val="0EC108B2"/>
    <w:rsid w:val="0F5317BF"/>
    <w:rsid w:val="124186DA"/>
    <w:rsid w:val="14B48D3A"/>
    <w:rsid w:val="150F5287"/>
    <w:rsid w:val="15633C17"/>
    <w:rsid w:val="1637A627"/>
    <w:rsid w:val="16863AA5"/>
    <w:rsid w:val="16CF1966"/>
    <w:rsid w:val="17A1C63C"/>
    <w:rsid w:val="186AD039"/>
    <w:rsid w:val="18893B42"/>
    <w:rsid w:val="190DDD28"/>
    <w:rsid w:val="1A21D92E"/>
    <w:rsid w:val="1A4BF069"/>
    <w:rsid w:val="1AA54E18"/>
    <w:rsid w:val="1BA588E4"/>
    <w:rsid w:val="1CDA51BE"/>
    <w:rsid w:val="1CFD58AB"/>
    <w:rsid w:val="1D9E5F91"/>
    <w:rsid w:val="1EF24217"/>
    <w:rsid w:val="20F9C299"/>
    <w:rsid w:val="224FC74E"/>
    <w:rsid w:val="227E0CFE"/>
    <w:rsid w:val="22E4F006"/>
    <w:rsid w:val="2313EC03"/>
    <w:rsid w:val="2462C0F9"/>
    <w:rsid w:val="2498E62D"/>
    <w:rsid w:val="249CD5B7"/>
    <w:rsid w:val="24E9647E"/>
    <w:rsid w:val="25C51915"/>
    <w:rsid w:val="25FE8D63"/>
    <w:rsid w:val="2655D980"/>
    <w:rsid w:val="26852BEB"/>
    <w:rsid w:val="26B9A669"/>
    <w:rsid w:val="26EAFE72"/>
    <w:rsid w:val="271764F6"/>
    <w:rsid w:val="27AD4EF0"/>
    <w:rsid w:val="27CDB8DE"/>
    <w:rsid w:val="27F66841"/>
    <w:rsid w:val="28293CA8"/>
    <w:rsid w:val="291503D9"/>
    <w:rsid w:val="2948391E"/>
    <w:rsid w:val="295C2D72"/>
    <w:rsid w:val="2B933AEB"/>
    <w:rsid w:val="2C4D8316"/>
    <w:rsid w:val="2D64DB00"/>
    <w:rsid w:val="2DBA196D"/>
    <w:rsid w:val="2F5E8CDC"/>
    <w:rsid w:val="3004B543"/>
    <w:rsid w:val="3199D921"/>
    <w:rsid w:val="33543384"/>
    <w:rsid w:val="34995D9E"/>
    <w:rsid w:val="3520BC57"/>
    <w:rsid w:val="3535DDD9"/>
    <w:rsid w:val="356E2743"/>
    <w:rsid w:val="3591CC80"/>
    <w:rsid w:val="362F4A57"/>
    <w:rsid w:val="370D3B0B"/>
    <w:rsid w:val="37592435"/>
    <w:rsid w:val="3861A139"/>
    <w:rsid w:val="38A5C805"/>
    <w:rsid w:val="38B2D171"/>
    <w:rsid w:val="3971F626"/>
    <w:rsid w:val="399419D9"/>
    <w:rsid w:val="3AF2B330"/>
    <w:rsid w:val="3B301E45"/>
    <w:rsid w:val="3BD0BAFC"/>
    <w:rsid w:val="3BF35FFD"/>
    <w:rsid w:val="3D0149C7"/>
    <w:rsid w:val="3E157CD1"/>
    <w:rsid w:val="3E824995"/>
    <w:rsid w:val="3F0F0B83"/>
    <w:rsid w:val="3F890502"/>
    <w:rsid w:val="41AE22D6"/>
    <w:rsid w:val="43E0BFF7"/>
    <w:rsid w:val="440F7F31"/>
    <w:rsid w:val="44D1FBF4"/>
    <w:rsid w:val="456F799F"/>
    <w:rsid w:val="45A0869C"/>
    <w:rsid w:val="46D70D8F"/>
    <w:rsid w:val="4924EA6B"/>
    <w:rsid w:val="49618C3B"/>
    <w:rsid w:val="49B99F5B"/>
    <w:rsid w:val="4ABD1C93"/>
    <w:rsid w:val="4AF72F2D"/>
    <w:rsid w:val="4B5AFBC4"/>
    <w:rsid w:val="4BD400D2"/>
    <w:rsid w:val="4C117D48"/>
    <w:rsid w:val="4D120363"/>
    <w:rsid w:val="5005C7E9"/>
    <w:rsid w:val="50993B83"/>
    <w:rsid w:val="51470C87"/>
    <w:rsid w:val="51B4858D"/>
    <w:rsid w:val="51E4F947"/>
    <w:rsid w:val="527813AC"/>
    <w:rsid w:val="5302F6F8"/>
    <w:rsid w:val="534ED653"/>
    <w:rsid w:val="545738B4"/>
    <w:rsid w:val="54DE12A6"/>
    <w:rsid w:val="569CE9F0"/>
    <w:rsid w:val="56F5A8FF"/>
    <w:rsid w:val="57D02501"/>
    <w:rsid w:val="58F2D738"/>
    <w:rsid w:val="591DED96"/>
    <w:rsid w:val="5A33E9C3"/>
    <w:rsid w:val="5AC81907"/>
    <w:rsid w:val="5BF459FA"/>
    <w:rsid w:val="5CCA3FC0"/>
    <w:rsid w:val="5D2A8F24"/>
    <w:rsid w:val="6126BA2F"/>
    <w:rsid w:val="61D13C99"/>
    <w:rsid w:val="6368A01F"/>
    <w:rsid w:val="643AA19D"/>
    <w:rsid w:val="67683F83"/>
    <w:rsid w:val="67E93B3D"/>
    <w:rsid w:val="69607F0E"/>
    <w:rsid w:val="69F79753"/>
    <w:rsid w:val="6CAB986F"/>
    <w:rsid w:val="6CE837FE"/>
    <w:rsid w:val="6E240458"/>
    <w:rsid w:val="6EEED95A"/>
    <w:rsid w:val="700AF449"/>
    <w:rsid w:val="7032424E"/>
    <w:rsid w:val="708AA9BB"/>
    <w:rsid w:val="70F3593A"/>
    <w:rsid w:val="711E90E7"/>
    <w:rsid w:val="717E7719"/>
    <w:rsid w:val="72B64C04"/>
    <w:rsid w:val="7481D834"/>
    <w:rsid w:val="74FFA810"/>
    <w:rsid w:val="77A84483"/>
    <w:rsid w:val="77F1720C"/>
    <w:rsid w:val="788F41CE"/>
    <w:rsid w:val="7AE528F3"/>
    <w:rsid w:val="7BA6ABDF"/>
    <w:rsid w:val="7C3433FA"/>
    <w:rsid w:val="7C4DCDFE"/>
    <w:rsid w:val="7CA4F803"/>
    <w:rsid w:val="7CAE0672"/>
    <w:rsid w:val="7ED6F757"/>
    <w:rsid w:val="7F1BA162"/>
    <w:rsid w:val="7F79FCA3"/>
    <w:rsid w:val="7F7FE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;mso-width-relative:margin;mso-height-relative:margin" fill="f" fillcolor="white" stroke="f">
      <v:fill color="white" on="f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4DFE86D3"/>
  <w15:chartTrackingRefBased/>
  <w15:docId w15:val="{6A251E92-7C89-40F4-9B6E-DB88D102C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Standard energize"/>
    <w:rsid w:val="001410CE"/>
    <w:pPr>
      <w:spacing w:after="160" w:line="259" w:lineRule="auto"/>
    </w:pPr>
    <w:rPr>
      <w:rFonts w:ascii="Mulish" w:eastAsiaTheme="minorHAnsi" w:hAnsi="Mulish" w:cstheme="minorBidi"/>
      <w:kern w:val="2"/>
      <w:sz w:val="22"/>
      <w:szCs w:val="22"/>
      <w:lang w:eastAsia="en-US"/>
      <w14:ligatures w14:val="standardContextual"/>
    </w:rPr>
  </w:style>
  <w:style w:type="paragraph" w:styleId="berschrift1">
    <w:name w:val="heading 1"/>
    <w:basedOn w:val="Standard"/>
    <w:next w:val="Standard"/>
    <w:link w:val="berschrift1Zchn"/>
    <w:uiPriority w:val="9"/>
    <w:rsid w:val="009F408D"/>
    <w:pPr>
      <w:spacing w:before="60" w:after="60" w:line="240" w:lineRule="auto"/>
      <w:outlineLvl w:val="0"/>
    </w:pPr>
    <w:rPr>
      <w:rFonts w:ascii="Auto 3 Regular" w:eastAsia="Cambria" w:hAnsi="Auto 3 Regular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892A7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4C7D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3berschrift14pt">
    <w:name w:val="3 Überschrift 14 pt"/>
    <w:basedOn w:val="berschriftdunkelblau14PtkeineVersalien"/>
    <w:link w:val="3berschrift14ptZchn"/>
    <w:qFormat/>
    <w:rsid w:val="006C6E1D"/>
    <w:pPr>
      <w:spacing w:before="0" w:after="0"/>
    </w:pPr>
  </w:style>
  <w:style w:type="paragraph" w:styleId="Kopfzeile">
    <w:name w:val="header"/>
    <w:basedOn w:val="Standard"/>
    <w:link w:val="KopfzeileZchn"/>
    <w:uiPriority w:val="99"/>
    <w:rsid w:val="002A74D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A74D5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38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380F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6C38DA"/>
    <w:rPr>
      <w:sz w:val="24"/>
      <w:szCs w:val="24"/>
    </w:rPr>
  </w:style>
  <w:style w:type="character" w:customStyle="1" w:styleId="KopfzeileZchn">
    <w:name w:val="Kopfzeile Zchn"/>
    <w:link w:val="Kopfzeile"/>
    <w:uiPriority w:val="99"/>
    <w:rsid w:val="006C38DA"/>
    <w:rPr>
      <w:sz w:val="24"/>
      <w:szCs w:val="24"/>
    </w:rPr>
  </w:style>
  <w:style w:type="paragraph" w:customStyle="1" w:styleId="xAnschrift">
    <w:name w:val="x Anschrift"/>
    <w:rsid w:val="00CF7F0D"/>
    <w:pPr>
      <w:spacing w:line="260" w:lineRule="exact"/>
    </w:pPr>
    <w:rPr>
      <w:rFonts w:ascii="Ubuntu Medium" w:hAnsi="Ubuntu Medium"/>
      <w:b/>
      <w:color w:val="000000"/>
      <w:sz w:val="18"/>
      <w:szCs w:val="18"/>
    </w:rPr>
  </w:style>
  <w:style w:type="paragraph" w:customStyle="1" w:styleId="xBetreff">
    <w:name w:val="x Betreff"/>
    <w:rsid w:val="009057CB"/>
    <w:pPr>
      <w:tabs>
        <w:tab w:val="left" w:pos="6804"/>
      </w:tabs>
      <w:spacing w:before="3800"/>
      <w:contextualSpacing/>
    </w:pPr>
    <w:rPr>
      <w:rFonts w:ascii="Ubuntu" w:hAnsi="Ubuntu"/>
      <w:b/>
      <w:caps/>
      <w:noProof/>
      <w:sz w:val="24"/>
      <w:szCs w:val="24"/>
    </w:rPr>
  </w:style>
  <w:style w:type="paragraph" w:customStyle="1" w:styleId="xBetreffUnterzeile">
    <w:name w:val="x Betreff Unterzeile"/>
    <w:basedOn w:val="xBetreff"/>
    <w:rsid w:val="009057CB"/>
    <w:pPr>
      <w:spacing w:before="60" w:line="264" w:lineRule="auto"/>
    </w:pPr>
    <w:rPr>
      <w:b w:val="0"/>
      <w:caps w:val="0"/>
      <w:sz w:val="22"/>
      <w:szCs w:val="22"/>
    </w:rPr>
  </w:style>
  <w:style w:type="character" w:customStyle="1" w:styleId="4berschriftHauptblauZchn">
    <w:name w:val="4 Überschrift Haupt blau Zchn"/>
    <w:basedOn w:val="Absatz-Standardschriftart"/>
    <w:link w:val="4berschriftHauptblau"/>
    <w:rsid w:val="00440CA7"/>
    <w:rPr>
      <w:rFonts w:ascii="Mulish" w:eastAsiaTheme="minorHAnsi" w:hAnsi="Mulish" w:cstheme="minorBidi"/>
      <w:b/>
      <w:caps/>
      <w:color w:val="0091CC"/>
      <w:kern w:val="2"/>
      <w:sz w:val="24"/>
      <w:szCs w:val="22"/>
      <w:lang w:eastAsia="en-US"/>
      <w14:ligatures w14:val="standardContextual"/>
    </w:rPr>
  </w:style>
  <w:style w:type="paragraph" w:styleId="Datum">
    <w:name w:val="Date"/>
    <w:next w:val="Standard"/>
    <w:link w:val="DatumZchn"/>
    <w:uiPriority w:val="99"/>
    <w:unhideWhenUsed/>
    <w:rsid w:val="00A84EB6"/>
    <w:pPr>
      <w:spacing w:line="264" w:lineRule="auto"/>
    </w:pPr>
    <w:rPr>
      <w:rFonts w:ascii="Geogrotesque Rg" w:hAnsi="Geogrotesque Rg"/>
      <w:color w:val="000000"/>
      <w:sz w:val="18"/>
      <w:szCs w:val="24"/>
    </w:rPr>
  </w:style>
  <w:style w:type="character" w:customStyle="1" w:styleId="DatumZchn">
    <w:name w:val="Datum Zchn"/>
    <w:link w:val="Datum"/>
    <w:uiPriority w:val="99"/>
    <w:rsid w:val="00A84EB6"/>
    <w:rPr>
      <w:rFonts w:ascii="Geogrotesque Rg" w:hAnsi="Geogrotesque Rg"/>
      <w:color w:val="000000"/>
      <w:sz w:val="18"/>
      <w:szCs w:val="24"/>
    </w:rPr>
  </w:style>
  <w:style w:type="paragraph" w:customStyle="1" w:styleId="4berschriftHauptblau">
    <w:name w:val="4 Überschrift Haupt blau"/>
    <w:basedOn w:val="Standard"/>
    <w:next w:val="Standard"/>
    <w:link w:val="4berschriftHauptblauZchn"/>
    <w:rsid w:val="000A7966"/>
    <w:pPr>
      <w:tabs>
        <w:tab w:val="left" w:pos="0"/>
        <w:tab w:val="left" w:pos="7979"/>
      </w:tabs>
      <w:spacing w:before="320" w:after="200"/>
      <w:contextualSpacing/>
    </w:pPr>
    <w:rPr>
      <w:b/>
      <w:caps/>
      <w:color w:val="0091CC"/>
      <w:sz w:val="24"/>
    </w:rPr>
  </w:style>
  <w:style w:type="character" w:customStyle="1" w:styleId="berschrift1Zchn">
    <w:name w:val="Überschrift 1 Zchn"/>
    <w:link w:val="berschrift1"/>
    <w:uiPriority w:val="9"/>
    <w:rsid w:val="009F408D"/>
    <w:rPr>
      <w:rFonts w:ascii="Auto 3 Regular" w:eastAsia="Cambria" w:hAnsi="Auto 3 Regular"/>
      <w:sz w:val="18"/>
      <w:szCs w:val="24"/>
    </w:rPr>
  </w:style>
  <w:style w:type="paragraph" w:customStyle="1" w:styleId="Kostenberschrift">
    <w:name w:val="Kosten Überschrift"/>
    <w:rsid w:val="00F53F64"/>
    <w:pPr>
      <w:tabs>
        <w:tab w:val="right" w:pos="7938"/>
      </w:tabs>
      <w:spacing w:before="120" w:line="264" w:lineRule="auto"/>
      <w:ind w:left="709"/>
    </w:pPr>
    <w:rPr>
      <w:rFonts w:ascii="Geogrotesque Rg" w:eastAsia="Cambria" w:hAnsi="Geogrotesque Rg"/>
      <w:b/>
      <w:color w:val="000000"/>
      <w:sz w:val="22"/>
      <w:szCs w:val="18"/>
      <w:lang w:eastAsia="en-US"/>
    </w:rPr>
  </w:style>
  <w:style w:type="paragraph" w:customStyle="1" w:styleId="KostenBeschreibung">
    <w:name w:val="Kosten Beschreibung"/>
    <w:link w:val="KostenBeschreibungZchn"/>
    <w:rsid w:val="008C19B7"/>
    <w:pPr>
      <w:tabs>
        <w:tab w:val="left" w:pos="0"/>
        <w:tab w:val="right" w:pos="7371"/>
      </w:tabs>
      <w:spacing w:before="40" w:line="264" w:lineRule="auto"/>
      <w:ind w:left="1134"/>
      <w:contextualSpacing/>
    </w:pPr>
    <w:rPr>
      <w:rFonts w:ascii="Ubuntu Light" w:eastAsia="Cambria" w:hAnsi="Ubuntu Light"/>
      <w:color w:val="000000"/>
      <w:sz w:val="18"/>
      <w:szCs w:val="18"/>
      <w:lang w:eastAsia="en-US"/>
    </w:rPr>
  </w:style>
  <w:style w:type="paragraph" w:styleId="Funotentext">
    <w:name w:val="footnote text"/>
    <w:basedOn w:val="Standard"/>
    <w:link w:val="FunotentextZchn"/>
    <w:uiPriority w:val="99"/>
    <w:rsid w:val="008E2A7A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8E2A7A"/>
  </w:style>
  <w:style w:type="character" w:customStyle="1" w:styleId="berschriftdunkelblau14PtkeineVersalienZchn">
    <w:name w:val="Überschrift dunkelblau + 14 Pt. keine Versalien Zchn"/>
    <w:basedOn w:val="4berschriftHauptblauZchn"/>
    <w:link w:val="berschriftdunkelblau14PtkeineVersalien"/>
    <w:rsid w:val="00440CA7"/>
    <w:rPr>
      <w:rFonts w:ascii="Mulish" w:eastAsiaTheme="minorHAnsi" w:hAnsi="Mulish" w:cstheme="minorBidi"/>
      <w:b/>
      <w:bCs/>
      <w:caps w:val="0"/>
      <w:color w:val="004996"/>
      <w:kern w:val="2"/>
      <w:sz w:val="28"/>
      <w:szCs w:val="22"/>
      <w:lang w:eastAsia="en-US"/>
      <w14:ligatures w14:val="standardContextual"/>
    </w:rPr>
  </w:style>
  <w:style w:type="paragraph" w:customStyle="1" w:styleId="KostenGesamtnetto">
    <w:name w:val="Kosten Gesamt netto"/>
    <w:link w:val="KostenGesamtnettoZchn"/>
    <w:rsid w:val="008C19B7"/>
    <w:pPr>
      <w:tabs>
        <w:tab w:val="right" w:pos="6804"/>
        <w:tab w:val="right" w:pos="7938"/>
      </w:tabs>
      <w:spacing w:before="320" w:line="264" w:lineRule="auto"/>
    </w:pPr>
    <w:rPr>
      <w:rFonts w:ascii="Ubuntu" w:eastAsia="Cambria" w:hAnsi="Ubuntu"/>
      <w:b/>
      <w:lang w:eastAsia="en-US"/>
    </w:rPr>
  </w:style>
  <w:style w:type="paragraph" w:styleId="Listenabsatz">
    <w:name w:val="List Paragraph"/>
    <w:basedOn w:val="Standard"/>
    <w:uiPriority w:val="34"/>
    <w:qFormat/>
    <w:rsid w:val="00C512A1"/>
    <w:pPr>
      <w:ind w:left="708"/>
    </w:pPr>
  </w:style>
  <w:style w:type="character" w:styleId="Buchtitel">
    <w:name w:val="Book Title"/>
    <w:uiPriority w:val="33"/>
    <w:rsid w:val="00C512A1"/>
    <w:rPr>
      <w:b/>
      <w:bCs/>
      <w:smallCaps/>
      <w:spacing w:val="5"/>
    </w:rPr>
  </w:style>
  <w:style w:type="paragraph" w:customStyle="1" w:styleId="Flietext">
    <w:name w:val="Fließtext"/>
    <w:rsid w:val="00523EB4"/>
    <w:pPr>
      <w:spacing w:line="360" w:lineRule="auto"/>
    </w:pPr>
    <w:rPr>
      <w:rFonts w:ascii="Geogrotesque Regular" w:eastAsia="Cambria" w:hAnsi="Geogrotesque Regular"/>
      <w:sz w:val="18"/>
      <w:szCs w:val="24"/>
    </w:rPr>
  </w:style>
  <w:style w:type="paragraph" w:customStyle="1" w:styleId="berschriftdunkelblau11pt">
    <w:name w:val="Überschrift dunkelblau 11pt"/>
    <w:basedOn w:val="berschriftdunkelblau18Pt"/>
    <w:next w:val="Standard"/>
    <w:rsid w:val="00BD74FE"/>
    <w:pPr>
      <w:spacing w:before="240" w:after="80"/>
    </w:pPr>
    <w:rPr>
      <w:rFonts w:eastAsia="Cambria"/>
      <w:caps w:val="0"/>
      <w:sz w:val="22"/>
    </w:rPr>
  </w:style>
  <w:style w:type="paragraph" w:customStyle="1" w:styleId="3Nummerierung">
    <w:name w:val="3 Nummerierung"/>
    <w:basedOn w:val="Standard"/>
    <w:rsid w:val="001410CE"/>
    <w:pPr>
      <w:numPr>
        <w:numId w:val="3"/>
      </w:numPr>
      <w:spacing w:before="80" w:after="0" w:line="240" w:lineRule="auto"/>
      <w:ind w:left="465" w:right="284" w:hanging="278"/>
    </w:pPr>
    <w:rPr>
      <w:rFonts w:ascii="Ubuntu Light" w:eastAsia="Times New Roman" w:hAnsi="Ubuntu Light" w:cs="Times New Roman"/>
      <w:color w:val="000000"/>
      <w:kern w:val="0"/>
      <w:sz w:val="18"/>
      <w:szCs w:val="18"/>
      <w:lang w:eastAsia="de-DE"/>
      <w14:ligatures w14:val="none"/>
    </w:rPr>
  </w:style>
  <w:style w:type="paragraph" w:customStyle="1" w:styleId="KostenMwst">
    <w:name w:val="Kosten Mwst"/>
    <w:basedOn w:val="Standard"/>
    <w:rsid w:val="008C19B7"/>
    <w:pPr>
      <w:tabs>
        <w:tab w:val="right" w:pos="7938"/>
      </w:tabs>
      <w:spacing w:before="20" w:after="40"/>
    </w:pPr>
    <w:rPr>
      <w:sz w:val="16"/>
      <w:szCs w:val="16"/>
    </w:rPr>
  </w:style>
  <w:style w:type="paragraph" w:customStyle="1" w:styleId="KostenTagessatz">
    <w:name w:val="Kosten Tagessatz"/>
    <w:basedOn w:val="KostenBeschreibung"/>
    <w:link w:val="KostenTagessatzZchn"/>
    <w:rsid w:val="00325AC8"/>
    <w:pPr>
      <w:contextualSpacing w:val="0"/>
    </w:pPr>
  </w:style>
  <w:style w:type="paragraph" w:customStyle="1" w:styleId="KostenGesamtbrutto">
    <w:name w:val="Kosten Gesamt brutto"/>
    <w:basedOn w:val="KostenGesamtnetto"/>
    <w:link w:val="KostenGesamtbruttoZchn"/>
    <w:rsid w:val="00582A89"/>
    <w:pPr>
      <w:spacing w:before="120"/>
    </w:pPr>
  </w:style>
  <w:style w:type="character" w:customStyle="1" w:styleId="KostenBeschreibungZchn">
    <w:name w:val="Kosten Beschreibung Zchn"/>
    <w:link w:val="KostenBeschreibung"/>
    <w:rsid w:val="008C19B7"/>
    <w:rPr>
      <w:rFonts w:ascii="Ubuntu Light" w:eastAsia="Cambria" w:hAnsi="Ubuntu Light"/>
      <w:color w:val="000000"/>
      <w:sz w:val="18"/>
      <w:szCs w:val="18"/>
      <w:lang w:eastAsia="en-US"/>
    </w:rPr>
  </w:style>
  <w:style w:type="character" w:customStyle="1" w:styleId="KostenTagessatzZchn">
    <w:name w:val="Kosten Tagessatz Zchn"/>
    <w:basedOn w:val="KostenBeschreibungZchn"/>
    <w:link w:val="KostenTagessatz"/>
    <w:rsid w:val="00325AC8"/>
    <w:rPr>
      <w:rFonts w:ascii="Ubuntu Light" w:eastAsia="Cambria" w:hAnsi="Ubuntu Light"/>
      <w:color w:val="000000"/>
      <w:sz w:val="18"/>
      <w:szCs w:val="18"/>
      <w:lang w:eastAsia="en-US"/>
    </w:rPr>
  </w:style>
  <w:style w:type="paragraph" w:customStyle="1" w:styleId="BasicParagraph">
    <w:name w:val="[Basic Paragraph]"/>
    <w:basedOn w:val="Standard"/>
    <w:uiPriority w:val="99"/>
    <w:rsid w:val="0049038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sz w:val="24"/>
      <w:lang w:val="en-GB"/>
    </w:rPr>
  </w:style>
  <w:style w:type="character" w:customStyle="1" w:styleId="KostenGesamtnettoZchn">
    <w:name w:val="Kosten Gesamt netto Zchn"/>
    <w:link w:val="KostenGesamtnetto"/>
    <w:rsid w:val="008C19B7"/>
    <w:rPr>
      <w:rFonts w:ascii="Ubuntu" w:eastAsia="Cambria" w:hAnsi="Ubuntu"/>
      <w:b/>
      <w:lang w:eastAsia="en-US"/>
    </w:rPr>
  </w:style>
  <w:style w:type="character" w:customStyle="1" w:styleId="KostenGesamtbruttoZchn">
    <w:name w:val="Kosten Gesamt brutto Zchn"/>
    <w:basedOn w:val="KostenGesamtnettoZchn"/>
    <w:link w:val="KostenGesamtbrutto"/>
    <w:rsid w:val="00582A89"/>
    <w:rPr>
      <w:rFonts w:ascii="Ubuntu" w:eastAsia="Cambria" w:hAnsi="Ubuntu"/>
      <w:b/>
      <w:lang w:eastAsia="en-US"/>
    </w:rPr>
  </w:style>
  <w:style w:type="paragraph" w:customStyle="1" w:styleId="xDatumAnsprechpartner">
    <w:name w:val="x Datum/Ansprechpartner"/>
    <w:basedOn w:val="Sprechblasentext"/>
    <w:link w:val="xDatumAnsprechpartnerZchn"/>
    <w:rsid w:val="00CF7F0D"/>
    <w:pPr>
      <w:tabs>
        <w:tab w:val="left" w:pos="993"/>
      </w:tabs>
      <w:spacing w:line="260" w:lineRule="exact"/>
    </w:pPr>
    <w:rPr>
      <w:rFonts w:ascii="Ubuntu Light" w:hAnsi="Ubuntu Light" w:cs="Ubuntu-Medium"/>
      <w:color w:val="262626"/>
      <w:sz w:val="18"/>
      <w:szCs w:val="18"/>
    </w:rPr>
  </w:style>
  <w:style w:type="paragraph" w:customStyle="1" w:styleId="KostenEinzelpunkt">
    <w:name w:val="Kosten Einzelpunkt"/>
    <w:rsid w:val="008C19B7"/>
    <w:pPr>
      <w:tabs>
        <w:tab w:val="right" w:pos="7938"/>
      </w:tabs>
      <w:spacing w:before="120" w:line="264" w:lineRule="auto"/>
      <w:ind w:left="709"/>
    </w:pPr>
    <w:rPr>
      <w:rFonts w:ascii="Ubuntu" w:eastAsia="Cambria" w:hAnsi="Ubuntu"/>
      <w:b/>
      <w:color w:val="000000"/>
      <w:sz w:val="18"/>
      <w:szCs w:val="18"/>
      <w:lang w:eastAsia="en-US"/>
    </w:rPr>
  </w:style>
  <w:style w:type="character" w:customStyle="1" w:styleId="xDatumAnsprechpartnerZchn">
    <w:name w:val="x Datum/Ansprechpartner Zchn"/>
    <w:link w:val="xDatumAnsprechpartner"/>
    <w:rsid w:val="00CF7F0D"/>
    <w:rPr>
      <w:rFonts w:ascii="Ubuntu Light" w:hAnsi="Ubuntu Light" w:cs="Ubuntu-Medium"/>
      <w:color w:val="262626"/>
      <w:sz w:val="18"/>
      <w:szCs w:val="18"/>
    </w:rPr>
  </w:style>
  <w:style w:type="paragraph" w:customStyle="1" w:styleId="berschriftKleinblau">
    <w:name w:val="Überschrift Klein blau"/>
    <w:basedOn w:val="Standard"/>
    <w:rsid w:val="008C19B7"/>
    <w:pPr>
      <w:tabs>
        <w:tab w:val="left" w:pos="0"/>
        <w:tab w:val="left" w:pos="7979"/>
      </w:tabs>
      <w:spacing w:before="240" w:after="80"/>
      <w:contextualSpacing/>
    </w:pPr>
    <w:rPr>
      <w:rFonts w:ascii="Geogrotesque Rg" w:hAnsi="Geogrotesque Rg"/>
      <w:b/>
      <w:color w:val="00AFCB"/>
    </w:rPr>
  </w:style>
  <w:style w:type="paragraph" w:customStyle="1" w:styleId="xSeitenzahl">
    <w:name w:val="x Seitenzahl"/>
    <w:basedOn w:val="Standard"/>
    <w:link w:val="xSeitenzahlZchn"/>
    <w:rsid w:val="00582A89"/>
    <w:pPr>
      <w:jc w:val="right"/>
    </w:pPr>
  </w:style>
  <w:style w:type="table" w:styleId="Tabellenraster">
    <w:name w:val="Table Grid"/>
    <w:basedOn w:val="NormaleTabelle"/>
    <w:uiPriority w:val="59"/>
    <w:rsid w:val="00077F9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SeitenzahlZchn">
    <w:name w:val="x Seitenzahl Zchn"/>
    <w:link w:val="xSeitenzahl"/>
    <w:rsid w:val="00582A89"/>
    <w:rPr>
      <w:rFonts w:ascii="Ubuntu Light" w:hAnsi="Ubuntu Light"/>
      <w:color w:val="000000"/>
      <w:sz w:val="18"/>
      <w:szCs w:val="18"/>
    </w:rPr>
  </w:style>
  <w:style w:type="paragraph" w:customStyle="1" w:styleId="Aufzhlung">
    <w:name w:val="Aufzählung"/>
    <w:rsid w:val="00DC6D34"/>
    <w:pPr>
      <w:spacing w:before="80"/>
      <w:ind w:left="681" w:right="284" w:hanging="284"/>
    </w:pPr>
    <w:rPr>
      <w:rFonts w:ascii="Geogrotesque Rg" w:hAnsi="Geogrotesque Rg"/>
      <w:color w:val="000000"/>
      <w:sz w:val="22"/>
      <w:szCs w:val="24"/>
    </w:rPr>
  </w:style>
  <w:style w:type="paragraph" w:customStyle="1" w:styleId="berschriftHauptblau">
    <w:name w:val="Überschrift Haupt blau"/>
    <w:basedOn w:val="Standard"/>
    <w:rsid w:val="00DC6D34"/>
    <w:pPr>
      <w:tabs>
        <w:tab w:val="left" w:pos="0"/>
        <w:tab w:val="left" w:pos="7979"/>
      </w:tabs>
      <w:spacing w:before="360" w:after="200"/>
      <w:contextualSpacing/>
    </w:pPr>
    <w:rPr>
      <w:rFonts w:ascii="Geogrotesque Rg" w:hAnsi="Geogrotesque Rg"/>
      <w:b/>
      <w:caps/>
      <w:color w:val="00AFCB"/>
      <w:sz w:val="24"/>
      <w:szCs w:val="24"/>
    </w:rPr>
  </w:style>
  <w:style w:type="character" w:styleId="Kommentarzeichen">
    <w:name w:val="annotation reference"/>
    <w:uiPriority w:val="99"/>
    <w:semiHidden/>
    <w:unhideWhenUsed/>
    <w:rsid w:val="00DC6D34"/>
    <w:rPr>
      <w:sz w:val="16"/>
      <w:szCs w:val="16"/>
    </w:rPr>
  </w:style>
  <w:style w:type="character" w:customStyle="1" w:styleId="3berschrift14ptZchn">
    <w:name w:val="3 Überschrift 14 pt Zchn"/>
    <w:basedOn w:val="berschriftdunkelblau14PtkeineVersalienZchn"/>
    <w:link w:val="3berschrift14pt"/>
    <w:rsid w:val="006C6E1D"/>
    <w:rPr>
      <w:rFonts w:ascii="Mulish" w:eastAsiaTheme="minorHAnsi" w:hAnsi="Mulish" w:cstheme="minorBidi"/>
      <w:b/>
      <w:bCs/>
      <w:caps w:val="0"/>
      <w:color w:val="004996"/>
      <w:kern w:val="2"/>
      <w:sz w:val="28"/>
      <w:szCs w:val="22"/>
      <w:lang w:eastAsia="en-US"/>
      <w14:ligatures w14:val="standardContextual"/>
    </w:rPr>
  </w:style>
  <w:style w:type="paragraph" w:customStyle="1" w:styleId="2BERSCHRIFT18pt">
    <w:name w:val="2 ÜBERSCHRIFT 18pt"/>
    <w:basedOn w:val="3berschrift14pt"/>
    <w:link w:val="2BERSCHRIFT18ptZchn"/>
    <w:qFormat/>
    <w:rsid w:val="006C6E1D"/>
    <w:rPr>
      <w:caps/>
      <w:sz w:val="3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92A7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berarbeitung">
    <w:name w:val="Revision"/>
    <w:hidden/>
    <w:uiPriority w:val="99"/>
    <w:semiHidden/>
    <w:rsid w:val="00892A71"/>
    <w:rPr>
      <w:rFonts w:ascii="Ubuntu Light" w:hAnsi="Ubuntu Light"/>
      <w:color w:val="000000"/>
      <w:sz w:val="18"/>
      <w:szCs w:val="1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7DF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paragraph" w:customStyle="1" w:styleId="xFuzeile">
    <w:name w:val="x Fußzeile"/>
    <w:basedOn w:val="Fuzeile"/>
    <w:link w:val="xFuzeileZchn"/>
    <w:rsid w:val="004C7DF2"/>
    <w:pPr>
      <w:ind w:left="14"/>
    </w:pPr>
    <w:rPr>
      <w:color w:val="808080" w:themeColor="background1" w:themeShade="80"/>
    </w:rPr>
  </w:style>
  <w:style w:type="character" w:customStyle="1" w:styleId="xFuzeileZchn">
    <w:name w:val="x Fußzeile Zchn"/>
    <w:basedOn w:val="FuzeileZchn"/>
    <w:link w:val="xFuzeile"/>
    <w:rsid w:val="004C7DF2"/>
    <w:rPr>
      <w:rFonts w:ascii="Ubuntu Light" w:hAnsi="Ubuntu Light"/>
      <w:color w:val="808080" w:themeColor="background1" w:themeShade="80"/>
      <w:sz w:val="18"/>
      <w:szCs w:val="18"/>
    </w:rPr>
  </w:style>
  <w:style w:type="paragraph" w:styleId="Kommentarthema">
    <w:name w:val="annotation subject"/>
    <w:basedOn w:val="Standard"/>
    <w:next w:val="Standard"/>
    <w:link w:val="KommentarthemaZchn"/>
    <w:uiPriority w:val="99"/>
    <w:semiHidden/>
    <w:unhideWhenUsed/>
    <w:rsid w:val="009D276C"/>
    <w:pPr>
      <w:spacing w:line="240" w:lineRule="auto"/>
    </w:pPr>
    <w:rPr>
      <w:b/>
      <w:bCs/>
      <w:sz w:val="20"/>
      <w:szCs w:val="20"/>
    </w:rPr>
  </w:style>
  <w:style w:type="character" w:customStyle="1" w:styleId="KommentarthemaZchn">
    <w:name w:val="Kommentarthema Zchn"/>
    <w:basedOn w:val="Absatz-Standardschriftart"/>
    <w:link w:val="Kommentarthema"/>
    <w:uiPriority w:val="99"/>
    <w:semiHidden/>
    <w:rsid w:val="009D276C"/>
    <w:rPr>
      <w:rFonts w:ascii="Ubuntu Light" w:hAnsi="Ubuntu Light"/>
      <w:b/>
      <w:bCs/>
      <w:color w:val="000000"/>
    </w:rPr>
  </w:style>
  <w:style w:type="table" w:styleId="Gitternetztabelle4Akzent5">
    <w:name w:val="Grid Table 4 Accent 5"/>
    <w:basedOn w:val="NormaleTabelle"/>
    <w:uiPriority w:val="49"/>
    <w:rsid w:val="0045681C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2BERSCHRIFT18ptZchn">
    <w:name w:val="2 ÜBERSCHRIFT 18pt Zchn"/>
    <w:basedOn w:val="3berschrift14ptZchn"/>
    <w:link w:val="2BERSCHRIFT18pt"/>
    <w:rsid w:val="006C6E1D"/>
    <w:rPr>
      <w:rFonts w:ascii="Mulish" w:eastAsiaTheme="minorHAnsi" w:hAnsi="Mulish" w:cstheme="minorBidi"/>
      <w:b/>
      <w:bCs/>
      <w:caps/>
      <w:color w:val="004996"/>
      <w:kern w:val="2"/>
      <w:sz w:val="36"/>
      <w:szCs w:val="22"/>
      <w:lang w:eastAsia="en-US"/>
      <w14:ligatures w14:val="standardContextual"/>
    </w:rPr>
  </w:style>
  <w:style w:type="paragraph" w:customStyle="1" w:styleId="Default">
    <w:name w:val="Default"/>
    <w:rsid w:val="00E6559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Gitternetztabelle1hellAkzent5">
    <w:name w:val="Grid Table 1 Light Accent 5"/>
    <w:basedOn w:val="NormaleTabelle"/>
    <w:uiPriority w:val="46"/>
    <w:rsid w:val="002F3C14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Erwhnung">
    <w:name w:val="Mention"/>
    <w:basedOn w:val="Absatz-Standardschriftart"/>
    <w:uiPriority w:val="99"/>
    <w:unhideWhenUsed/>
    <w:rsid w:val="004449E8"/>
    <w:rPr>
      <w:color w:val="2B579A"/>
      <w:shd w:val="clear" w:color="auto" w:fill="E1DFDD"/>
    </w:rPr>
  </w:style>
  <w:style w:type="paragraph" w:customStyle="1" w:styleId="pf0">
    <w:name w:val="pf0"/>
    <w:basedOn w:val="Standard"/>
    <w:rsid w:val="00404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cf01">
    <w:name w:val="cf01"/>
    <w:basedOn w:val="Absatz-Standardschriftart"/>
    <w:rsid w:val="004041EC"/>
    <w:rPr>
      <w:rFonts w:ascii="Segoe UI" w:hAnsi="Segoe UI" w:cs="Segoe UI" w:hint="default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2B0292"/>
    <w:rPr>
      <w:color w:val="666666"/>
    </w:rPr>
  </w:style>
  <w:style w:type="paragraph" w:styleId="KeinLeerraum">
    <w:name w:val="No Spacing"/>
    <w:link w:val="KeinLeerraumZchn"/>
    <w:uiPriority w:val="1"/>
    <w:rsid w:val="00484118"/>
    <w:rPr>
      <w:rFonts w:asciiTheme="minorHAnsi" w:eastAsiaTheme="minorEastAsia" w:hAnsiTheme="minorHAnsi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484118"/>
    <w:rPr>
      <w:rFonts w:asciiTheme="minorHAnsi" w:eastAsiaTheme="minorEastAsia" w:hAnsiTheme="minorHAnsi" w:cstheme="minorBidi"/>
      <w:sz w:val="22"/>
      <w:szCs w:val="22"/>
    </w:rPr>
  </w:style>
  <w:style w:type="paragraph" w:customStyle="1" w:styleId="berschriftdunkelblau18Pt">
    <w:name w:val="Überschrift dunkelblau + 18 Pt."/>
    <w:rsid w:val="00BD74FE"/>
    <w:rPr>
      <w:rFonts w:ascii="Mulish" w:eastAsiaTheme="minorHAnsi" w:hAnsi="Mulish" w:cstheme="minorBidi"/>
      <w:b/>
      <w:bCs/>
      <w:caps/>
      <w:color w:val="004996"/>
      <w:kern w:val="2"/>
      <w:sz w:val="36"/>
      <w:szCs w:val="22"/>
      <w:lang w:eastAsia="en-US"/>
      <w14:ligatures w14:val="standardContextual"/>
    </w:rPr>
  </w:style>
  <w:style w:type="paragraph" w:customStyle="1" w:styleId="Blocksatz">
    <w:name w:val="Blocksatz"/>
    <w:basedOn w:val="Standard"/>
    <w:rsid w:val="00AC351C"/>
    <w:pPr>
      <w:spacing w:before="120" w:after="280"/>
      <w:jc w:val="both"/>
    </w:pPr>
    <w:rPr>
      <w:rFonts w:eastAsia="Times New Roman" w:cs="Times Bold"/>
      <w:bCs/>
      <w:color w:val="000000" w:themeColor="text1"/>
      <w:sz w:val="20"/>
      <w:szCs w:val="20"/>
    </w:rPr>
  </w:style>
  <w:style w:type="paragraph" w:customStyle="1" w:styleId="berschriftdunkelblau14PtkeineVersalien">
    <w:name w:val="Überschrift dunkelblau + 14 Pt. keine Versalien"/>
    <w:basedOn w:val="4berschriftHauptblau"/>
    <w:link w:val="berschriftdunkelblau14PtkeineVersalienZchn"/>
    <w:rsid w:val="00BD74FE"/>
    <w:rPr>
      <w:bCs/>
      <w:caps w:val="0"/>
      <w:color w:val="004996"/>
      <w:sz w:val="28"/>
    </w:rPr>
  </w:style>
  <w:style w:type="paragraph" w:customStyle="1" w:styleId="1energizeBlocksatzschwarz10pt">
    <w:name w:val="1 energize Blocksatz schwarz 10pt"/>
    <w:link w:val="1energizeBlocksatzschwarz10ptZchn"/>
    <w:qFormat/>
    <w:rsid w:val="0033417A"/>
    <w:pPr>
      <w:spacing w:before="120" w:after="240"/>
      <w:jc w:val="both"/>
    </w:pPr>
    <w:rPr>
      <w:rFonts w:ascii="Mulish" w:hAnsi="Mulish" w:cs="Times Bold"/>
      <w:bCs/>
      <w:color w:val="000000" w:themeColor="text1"/>
      <w:kern w:val="2"/>
      <w:lang w:eastAsia="en-US"/>
      <w14:ligatures w14:val="standardContextual"/>
    </w:rPr>
  </w:style>
  <w:style w:type="paragraph" w:customStyle="1" w:styleId="Aufzhlung10pt">
    <w:name w:val="Aufzählung 10pt"/>
    <w:basedOn w:val="1energizeBlocksatzschwarz10pt"/>
    <w:link w:val="Aufzhlung10ptZchn"/>
    <w:qFormat/>
    <w:rsid w:val="00904124"/>
    <w:pPr>
      <w:numPr>
        <w:numId w:val="23"/>
      </w:numPr>
      <w:spacing w:after="120"/>
    </w:pPr>
  </w:style>
  <w:style w:type="character" w:customStyle="1" w:styleId="1energizeBlocksatzschwarz10ptZchn">
    <w:name w:val="1 energize Blocksatz schwarz 10pt Zchn"/>
    <w:basedOn w:val="Absatz-Standardschriftart"/>
    <w:link w:val="1energizeBlocksatzschwarz10pt"/>
    <w:rsid w:val="00904124"/>
    <w:rPr>
      <w:rFonts w:ascii="Mulish" w:hAnsi="Mulish" w:cs="Times Bold"/>
      <w:bCs/>
      <w:color w:val="000000" w:themeColor="text1"/>
      <w:kern w:val="2"/>
      <w:lang w:eastAsia="en-US"/>
      <w14:ligatures w14:val="standardContextual"/>
    </w:rPr>
  </w:style>
  <w:style w:type="character" w:customStyle="1" w:styleId="Aufzhlung10ptZchn">
    <w:name w:val="Aufzählung 10pt Zchn"/>
    <w:basedOn w:val="1energizeBlocksatzschwarz10ptZchn"/>
    <w:link w:val="Aufzhlung10pt"/>
    <w:rsid w:val="00904124"/>
    <w:rPr>
      <w:rFonts w:ascii="Mulish" w:hAnsi="Mulish" w:cs="Times Bold"/>
      <w:bCs/>
      <w:color w:val="000000" w:themeColor="text1"/>
      <w:kern w:val="2"/>
      <w:lang w:eastAsia="en-US"/>
      <w14:ligatures w14:val="standardContextual"/>
    </w:rPr>
  </w:style>
  <w:style w:type="paragraph" w:customStyle="1" w:styleId="EinfAbs">
    <w:name w:val="[Einf. Abs.]"/>
    <w:basedOn w:val="Standard"/>
    <w:uiPriority w:val="99"/>
    <w:rsid w:val="00C02BA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MS Mincho" w:hAnsi="Times-Roman" w:cs="Times-Roman"/>
      <w:color w:val="000000"/>
      <w:kern w:val="0"/>
      <w:sz w:val="24"/>
      <w:szCs w:val="24"/>
      <w:lang w:eastAsia="de-DE"/>
      <w14:ligatures w14:val="none"/>
    </w:rPr>
  </w:style>
  <w:style w:type="character" w:customStyle="1" w:styleId="Informationen">
    <w:name w:val="Informationen"/>
    <w:uiPriority w:val="99"/>
    <w:rsid w:val="00C02BAE"/>
    <w:rPr>
      <w:rFonts w:ascii="OpenSans-Light" w:hAnsi="OpenSans-Light" w:cs="OpenSans-Light"/>
      <w:color w:val="000000"/>
      <w:spacing w:val="1"/>
      <w:sz w:val="16"/>
      <w:szCs w:val="16"/>
    </w:rPr>
  </w:style>
  <w:style w:type="character" w:styleId="Hyperlink">
    <w:name w:val="Hyperlink"/>
    <w:rsid w:val="00C02BAE"/>
    <w:rPr>
      <w:color w:val="0000FF"/>
      <w:u w:val="single"/>
    </w:rPr>
  </w:style>
  <w:style w:type="paragraph" w:styleId="Kommentartext">
    <w:name w:val="annotation text"/>
    <w:basedOn w:val="Standard"/>
    <w:link w:val="KommentartextZchn"/>
    <w:uiPriority w:val="99"/>
    <w:unhideWhenUsed/>
    <w:rsid w:val="00C02BAE"/>
    <w:pPr>
      <w:spacing w:after="0" w:line="240" w:lineRule="auto"/>
    </w:pPr>
    <w:rPr>
      <w:rFonts w:ascii="Cambria" w:eastAsia="MS Mincho" w:hAnsi="Cambria" w:cs="Times New Roman"/>
      <w:kern w:val="0"/>
      <w:sz w:val="20"/>
      <w:szCs w:val="20"/>
      <w:lang w:eastAsia="de-DE"/>
      <w14:ligatures w14:val="non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02BAE"/>
    <w:rPr>
      <w:rFonts w:ascii="Cambria" w:eastAsia="MS Mincho" w:hAnsi="Cambria"/>
    </w:rPr>
  </w:style>
  <w:style w:type="character" w:customStyle="1" w:styleId="fontstyle01">
    <w:name w:val="fontstyle01"/>
    <w:basedOn w:val="Absatz-Standardschriftart"/>
    <w:rsid w:val="00602A0C"/>
    <w:rPr>
      <w:rFonts w:ascii="Mulish-ExtraLight" w:hAnsi="Mulish-ExtraLight" w:hint="default"/>
      <w:b w:val="0"/>
      <w:bCs w:val="0"/>
      <w:i w:val="0"/>
      <w:iCs w:val="0"/>
      <w:color w:val="004996"/>
      <w:sz w:val="12"/>
      <w:szCs w:val="12"/>
    </w:rPr>
  </w:style>
  <w:style w:type="character" w:styleId="BesuchterLink">
    <w:name w:val="FollowedHyperlink"/>
    <w:basedOn w:val="Absatz-Standardschriftart"/>
    <w:uiPriority w:val="99"/>
    <w:semiHidden/>
    <w:unhideWhenUsed/>
    <w:rsid w:val="001F030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7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&#252;ro%20KS\Documents\Benutzerdefinierte%20Office-Vorlagen\Vorlage%20Word%20medienblau%20inter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06be59083e541b2b307efcdd1c93fd9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Dokument</TermName>
          <TermId xmlns="http://schemas.microsoft.com/office/infopath/2007/PartnerControls">08ea029f-91ac-4794-b57d-a41510e63947</TermId>
        </TermInfo>
      </Terms>
    </e06be59083e541b2b307efcdd1c93fd9>
    <e1fecb3ea9bb46a3b3d9606b9c220a68 xmlns="091ee7c9-1c76-4122-89f4-4edd565c2561">
      <Terms xmlns="http://schemas.microsoft.com/office/infopath/2007/PartnerControls"/>
    </e1fecb3ea9bb46a3b3d9606b9c220a68>
    <d5f666c6ef66426f8f7c8771359049f2 xmlns="091ee7c9-1c76-4122-89f4-4edd565c2561">
      <Terms xmlns="http://schemas.microsoft.com/office/infopath/2007/PartnerControls"/>
    </d5f666c6ef66426f8f7c8771359049f2>
    <mb_gueltig_bis xmlns="091ee7c9-1c76-4122-89f4-4edd565c2561" xsi:nil="true"/>
    <TaxCatchAll xmlns="091ee7c9-1c76-4122-89f4-4edd565c2561">
      <Value>5</Value>
      <Value>4</Value>
      <Value>3</Value>
      <Value>2</Value>
    </TaxCatchAll>
    <jac9ee2dec3f4f93bde2b253fadcfe7e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LEA Berufsschule</TermName>
          <TermId xmlns="http://schemas.microsoft.com/office/infopath/2007/PartnerControls">2bf63aa6-8fba-40af-996d-9d0b558035f7</TermId>
        </TermInfo>
      </Terms>
    </jac9ee2dec3f4f93bde2b253fadcfe7e>
    <cef3f0cd12f1499fbca28207a421cffc xmlns="091ee7c9-1c76-4122-89f4-4edd565c2561">
      <Terms xmlns="http://schemas.microsoft.com/office/infopath/2007/PartnerControls"/>
    </cef3f0cd12f1499fbca28207a421cffc>
    <mb_gueltig_ab xmlns="091ee7c9-1c76-4122-89f4-4edd565c2561" xsi:nil="true"/>
    <mb_DSGVO xmlns="091ee7c9-1c76-4122-89f4-4edd565c2561" xsi:nil="true"/>
    <a61d61dc416146749313f1bbf338c08f xmlns="091ee7c9-1c76-4122-89f4-4edd565c2561">
      <Terms xmlns="http://schemas.microsoft.com/office/infopath/2007/PartnerControls"/>
    </a61d61dc416146749313f1bbf338c08f>
    <l83c6961f1074ca6b329bbc271a0f8a3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LEA Hessen</TermName>
          <TermId xmlns="http://schemas.microsoft.com/office/infopath/2007/PartnerControls">e90a16c3-1586-415d-83ee-7dff08651c44</TermId>
        </TermInfo>
      </Terms>
    </l83c6961f1074ca6b329bbc271a0f8a3>
    <mb_Vertragsnummer xmlns="091ee7c9-1c76-4122-89f4-4edd565c2561" xsi:nil="true"/>
    <efa8629d3b814e6cba1f179a0a857a80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Akquise Kunden</TermName>
          <TermId xmlns="http://schemas.microsoft.com/office/infopath/2007/PartnerControls">bb52dbfc-d6d2-4d1c-b7f2-acaefd1683b1</TermId>
        </TermInfo>
      </Terms>
    </efa8629d3b814e6cba1f179a0a857a8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mb_Projektdokument" ma:contentTypeID="0x01010035741A8430F2C04BA69CAC3E1A5775560100A0B5569DE73B724B9C1AEA4FCB84DF70" ma:contentTypeVersion="2" ma:contentTypeDescription="" ma:contentTypeScope="" ma:versionID="b6095d32161c5267cf5f9c22b14310b6">
  <xsd:schema xmlns:xsd="http://www.w3.org/2001/XMLSchema" xmlns:xs="http://www.w3.org/2001/XMLSchema" xmlns:p="http://schemas.microsoft.com/office/2006/metadata/properties" xmlns:ns2="091ee7c9-1c76-4122-89f4-4edd565c2561" targetNamespace="http://schemas.microsoft.com/office/2006/metadata/properties" ma:root="true" ma:fieldsID="c659b9be83f26e8551cad62ccd31a877" ns2:_="">
    <xsd:import namespace="091ee7c9-1c76-4122-89f4-4edd565c2561"/>
    <xsd:element name="properties">
      <xsd:complexType>
        <xsd:sequence>
          <xsd:element name="documentManagement">
            <xsd:complexType>
              <xsd:all>
                <xsd:element ref="ns2:jac9ee2dec3f4f93bde2b253fadcfe7e" minOccurs="0"/>
                <xsd:element ref="ns2:TaxCatchAll" minOccurs="0"/>
                <xsd:element ref="ns2:TaxCatchAllLabel" minOccurs="0"/>
                <xsd:element ref="ns2:efa8629d3b814e6cba1f179a0a857a80" minOccurs="0"/>
                <xsd:element ref="ns2:e06be59083e541b2b307efcdd1c93fd9" minOccurs="0"/>
                <xsd:element ref="ns2:cef3f0cd12f1499fbca28207a421cffc" minOccurs="0"/>
                <xsd:element ref="ns2:mb_gueltig_ab" minOccurs="0"/>
                <xsd:element ref="ns2:mb_gueltig_bis" minOccurs="0"/>
                <xsd:element ref="ns2:e1fecb3ea9bb46a3b3d9606b9c220a68" minOccurs="0"/>
                <xsd:element ref="ns2:mb_DSGVO" minOccurs="0"/>
                <xsd:element ref="ns2:l83c6961f1074ca6b329bbc271a0f8a3" minOccurs="0"/>
                <xsd:element ref="ns2:a61d61dc416146749313f1bbf338c08f" minOccurs="0"/>
                <xsd:element ref="ns2:d5f666c6ef66426f8f7c8771359049f2" minOccurs="0"/>
                <xsd:element ref="ns2:mb_Vertragsnumm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ee7c9-1c76-4122-89f4-4edd565c2561" elementFormDefault="qualified">
    <xsd:import namespace="http://schemas.microsoft.com/office/2006/documentManagement/types"/>
    <xsd:import namespace="http://schemas.microsoft.com/office/infopath/2007/PartnerControls"/>
    <xsd:element name="jac9ee2dec3f4f93bde2b253fadcfe7e" ma:index="8" nillable="true" ma:taxonomy="true" ma:internalName="jac9ee2dec3f4f93bde2b253fadcfe7e" ma:taxonomyFieldName="mb_Projekt" ma:displayName="Projekt" ma:default="" ma:fieldId="{3ac9ee2d-ec3f-4f93-bde2-b253fadcfe7e}" ma:sspId="b834ae43-f8a4-478a-9376-00b66dd8cb90" ma:termSetId="fdf74ec6-3b66-4f83-8948-9f4bc1fbe8e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b90e3462-4336-46da-80a9-f44c62a0a130}" ma:internalName="TaxCatchAll" ma:showField="CatchAllData" ma:web="2b5271ba-2ee8-425e-a229-73ac006472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b90e3462-4336-46da-80a9-f44c62a0a130}" ma:internalName="TaxCatchAllLabel" ma:readOnly="true" ma:showField="CatchAllDataLabel" ma:web="2b5271ba-2ee8-425e-a229-73ac006472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fa8629d3b814e6cba1f179a0a857a80" ma:index="12" nillable="true" ma:taxonomy="true" ma:internalName="efa8629d3b814e6cba1f179a0a857a80" ma:taxonomyFieldName="mb_Organisationsbereich" ma:displayName="Organisationsbereich" ma:readOnly="false" ma:default="" ma:fieldId="{efa8629d-3b81-4e6c-ba1f-179a0a857a80}" ma:sspId="b834ae43-f8a4-478a-9376-00b66dd8cb90" ma:termSetId="b25e4f06-d9d1-4095-a2ee-67f1282f38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06be59083e541b2b307efcdd1c93fd9" ma:index="14" nillable="true" ma:taxonomy="true" ma:internalName="e06be59083e541b2b307efcdd1c93fd9" ma:taxonomyFieldName="mb_Informationsart" ma:displayName="Informationsart" ma:default="" ma:fieldId="{e06be590-83e5-41b2-b307-efcdd1c93fd9}" ma:sspId="b834ae43-f8a4-478a-9376-00b66dd8cb90" ma:termSetId="8a5a8448-dd02-4028-a12c-d90a51391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ef3f0cd12f1499fbca28207a421cffc" ma:index="16" nillable="true" ma:taxonomy="true" ma:internalName="cef3f0cd12f1499fbca28207a421cffc" ma:taxonomyFieldName="mb_Zielgruppe" ma:displayName="Zielgruppe" ma:default="" ma:fieldId="{cef3f0cd-12f1-499f-bca2-8207a421cffc}" ma:sspId="b834ae43-f8a4-478a-9376-00b66dd8cb90" ma:termSetId="c76a032c-bc59-4c4c-a9ce-63f5cad8c9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b_gueltig_ab" ma:index="18" nillable="true" ma:displayName="gültig ab" ma:format="DateOnly" ma:internalName="mb_gueltig_ab" ma:readOnly="false">
      <xsd:simpleType>
        <xsd:restriction base="dms:DateTime"/>
      </xsd:simpleType>
    </xsd:element>
    <xsd:element name="mb_gueltig_bis" ma:index="19" nillable="true" ma:displayName="gültig bis" ma:format="DateOnly" ma:internalName="mb_gueltig_bis" ma:readOnly="false">
      <xsd:simpleType>
        <xsd:restriction base="dms:DateTime"/>
      </xsd:simpleType>
    </xsd:element>
    <xsd:element name="e1fecb3ea9bb46a3b3d9606b9c220a68" ma:index="20" nillable="true" ma:taxonomy="true" ma:internalName="e1fecb3ea9bb46a3b3d9606b9c220a68" ma:taxonomyFieldName="mb_Dokumentenart" ma:displayName="Dokumentenart" ma:default="" ma:fieldId="{e1fecb3e-a9bb-46a3-b3d9-606b9c220a68}" ma:sspId="b834ae43-f8a4-478a-9376-00b66dd8cb90" ma:termSetId="817aadd5-8675-4780-a1a7-db0e5869faf3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b_DSGVO" ma:index="22" nillable="true" ma:displayName="DSGVO-relevant" ma:format="Dropdown" ma:internalName="mb_DSGVO">
      <xsd:simpleType>
        <xsd:restriction base="dms:Choice">
          <xsd:enumeration value="ja"/>
          <xsd:enumeration value="nein"/>
          <xsd:enumeration value="weiß ich nicht"/>
        </xsd:restriction>
      </xsd:simpleType>
    </xsd:element>
    <xsd:element name="l83c6961f1074ca6b329bbc271a0f8a3" ma:index="23" nillable="true" ma:taxonomy="true" ma:internalName="l83c6961f1074ca6b329bbc271a0f8a3" ma:taxonomyFieldName="mb_Kunde" ma:displayName="Kunde" ma:default="" ma:fieldId="{583c6961-f107-4ca6-b329-bbc271a0f8a3}" ma:sspId="b834ae43-f8a4-478a-9376-00b66dd8cb90" ma:termSetId="07ac4a29-fd29-425d-9ac6-522c33d87a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1d61dc416146749313f1bbf338c08f" ma:index="25" nillable="true" ma:taxonomy="true" ma:internalName="a61d61dc416146749313f1bbf338c08f" ma:taxonomyFieldName="mb_Thema" ma:displayName="Thema" ma:default="" ma:fieldId="{a61d61dc-4161-4674-9313-f1bbf338c08f}" ma:sspId="b834ae43-f8a4-478a-9376-00b66dd8cb90" ma:termSetId="1f8cf039-9ab4-4306-9427-5853c72afcd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5f666c6ef66426f8f7c8771359049f2" ma:index="27" nillable="true" ma:taxonomy="true" ma:internalName="d5f666c6ef66426f8f7c8771359049f2" ma:taxonomyFieldName="mb_Unternehmensbereich" ma:displayName="Unternehmensbereich" ma:readOnly="false" ma:default="1;#Medienbildung|d5b6dde1-31fe-4b08-9ef7-48d6e29f3b2e" ma:fieldId="{d5f666c6-ef66-426f-8f7c-8771359049f2}" ma:sspId="b834ae43-f8a4-478a-9376-00b66dd8cb90" ma:termSetId="42516089-7580-4044-8243-6a082885b84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b_Vertragsnummer" ma:index="29" nillable="true" ma:displayName="Vertragsnummer" ma:format="Dropdown" ma:internalName="mb_Vertragsnummer">
      <xsd:simpleType>
        <xsd:restriction base="dms:Choice">
          <xsd:enumeration value="21.2"/>
          <xsd:enumeration value="21.1"/>
          <xsd:enumeration value="20.2"/>
          <xsd:enumeration value="20.1"/>
          <xsd:enumeration value="19.2"/>
          <xsd:enumeration value="19.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b834ae43-f8a4-478a-9376-00b66dd8cb90" ContentTypeId="0x01010035741A8430F2C04BA69CAC3E1A57755601" PreviousValue="false" LastSyncTimeStamp="2023-01-23T15:02:39.023Z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142553-B936-4772-ADF7-CD42F52EB0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A98CA7-154A-40B2-A4F9-28DC9FF5EACA}">
  <ds:schemaRefs>
    <ds:schemaRef ds:uri="http://schemas.microsoft.com/office/2006/metadata/properties"/>
    <ds:schemaRef ds:uri="http://schemas.microsoft.com/office/infopath/2007/PartnerControls"/>
    <ds:schemaRef ds:uri="091ee7c9-1c76-4122-89f4-4edd565c2561"/>
  </ds:schemaRefs>
</ds:datastoreItem>
</file>

<file path=customXml/itemProps3.xml><?xml version="1.0" encoding="utf-8"?>
<ds:datastoreItem xmlns:ds="http://schemas.openxmlformats.org/officeDocument/2006/customXml" ds:itemID="{6F4A5B66-BF36-4B54-8910-A2E298D0F011}"/>
</file>

<file path=customXml/itemProps4.xml><?xml version="1.0" encoding="utf-8"?>
<ds:datastoreItem xmlns:ds="http://schemas.openxmlformats.org/officeDocument/2006/customXml" ds:itemID="{EBD11BDC-C73E-43ED-851F-E4DED357DEEA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D66175E3-5A14-42C8-BBBB-D2D53508FC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Word medienblau intern.dotx</Template>
  <TotalTime>0</TotalTime>
  <Pages>1</Pages>
  <Words>160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Schönherr</dc:creator>
  <cp:keywords/>
  <dc:description/>
  <cp:lastModifiedBy>Karen Schönherr - medienblau</cp:lastModifiedBy>
  <cp:revision>3</cp:revision>
  <cp:lastPrinted>2024-04-24T11:41:00Z</cp:lastPrinted>
  <dcterms:created xsi:type="dcterms:W3CDTF">2025-06-08T14:35:00Z</dcterms:created>
  <dcterms:modified xsi:type="dcterms:W3CDTF">2025-06-08T14:36:00Z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0x01010035741A8430F2C04BA69CAC3E1A5775560100A0B5569DE73B724B9C1AEA4FCB84DF70</vt:lpwstr>
  </property>
  <property fmtid="{D5CDD505-2E9C-101B-9397-08002B2CF9AE}" pid="3" name="Order">
    <vt:r8>50800</vt:r8>
  </property>
  <property fmtid="{D5CDD505-2E9C-101B-9397-08002B2CF9AE}" pid="4" name="mb_Unternehmensbereich">
    <vt:lpwstr/>
  </property>
  <property fmtid="{D5CDD505-2E9C-101B-9397-08002B2CF9AE}" pid="5" name="mb_Kunde">
    <vt:lpwstr>2;#LEA Hessen|e90a16c3-1586-415d-83ee-7dff08651c44</vt:lpwstr>
  </property>
  <property fmtid="{D5CDD505-2E9C-101B-9397-08002B2CF9AE}" pid="6" name="mb_Organisationsbereich">
    <vt:lpwstr>5;#Akquise Kunden|bb52dbfc-d6d2-4d1c-b7f2-acaefd1683b1</vt:lpwstr>
  </property>
  <property fmtid="{D5CDD505-2E9C-101B-9397-08002B2CF9AE}" pid="7" name="MediaServiceImageTags">
    <vt:lpwstr/>
  </property>
  <property fmtid="{D5CDD505-2E9C-101B-9397-08002B2CF9AE}" pid="8" name="mb_Dokumentenart">
    <vt:lpwstr/>
  </property>
  <property fmtid="{D5CDD505-2E9C-101B-9397-08002B2CF9AE}" pid="9" name="mb_Projekt">
    <vt:lpwstr>3;#LEA Berufsschule|2bf63aa6-8fba-40af-996d-9d0b558035f7</vt:lpwstr>
  </property>
  <property fmtid="{D5CDD505-2E9C-101B-9397-08002B2CF9AE}" pid="10" name="mb_Thema">
    <vt:lpwstr/>
  </property>
  <property fmtid="{D5CDD505-2E9C-101B-9397-08002B2CF9AE}" pid="11" name="lcf76f155ced4ddcb4097134ff3c332f">
    <vt:lpwstr/>
  </property>
  <property fmtid="{D5CDD505-2E9C-101B-9397-08002B2CF9AE}" pid="12" name="mb_Informationsart">
    <vt:lpwstr>4;#Dokument|08ea029f-91ac-4794-b57d-a41510e63947</vt:lpwstr>
  </property>
  <property fmtid="{D5CDD505-2E9C-101B-9397-08002B2CF9AE}" pid="13" name="mb_Zielgruppe">
    <vt:lpwstr/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xd_Signature">
    <vt:bool>false</vt:bool>
  </property>
</Properties>
</file>